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6CB" w:rsidRPr="00C27A0A" w:rsidRDefault="00DE64A9" w:rsidP="00C27A0A">
      <w:pPr>
        <w:pStyle w:val="HeadingOne"/>
      </w:pPr>
      <w:r>
        <w:t>COMMISSIONER’S GUIDELINE</w:t>
      </w:r>
      <w:r w:rsidR="00513926">
        <w:t xml:space="preserve"> </w:t>
      </w:r>
    </w:p>
    <w:p w:rsidR="00C27A0A" w:rsidRPr="00C27A0A" w:rsidRDefault="00513926" w:rsidP="00C27A0A">
      <w:pPr>
        <w:pStyle w:val="HeadingOne"/>
      </w:pPr>
      <w:bookmarkStart w:id="0" w:name="_GoBack"/>
      <w:r>
        <w:t>CG</w:t>
      </w:r>
      <w:r w:rsidR="00C27A0A" w:rsidRPr="00C27A0A">
        <w:t>-</w:t>
      </w:r>
      <w:r w:rsidR="003A4B9D">
        <w:t>SD-012</w:t>
      </w:r>
      <w:r>
        <w:t>:</w:t>
      </w:r>
      <w:r w:rsidR="00C27A0A" w:rsidRPr="00C27A0A">
        <w:t xml:space="preserve"> </w:t>
      </w:r>
      <w:r w:rsidR="003A4B9D">
        <w:t>Conveyances – exemption for distributions in specie on the winding up of a company</w:t>
      </w:r>
    </w:p>
    <w:bookmarkEnd w:id="0"/>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842"/>
        <w:tblGridChange w:id="1">
          <w:tblGrid>
            <w:gridCol w:w="1030"/>
            <w:gridCol w:w="1848"/>
            <w:gridCol w:w="1710"/>
            <w:gridCol w:w="1842"/>
          </w:tblGrid>
        </w:tblGridChange>
      </w:tblGrid>
      <w:tr w:rsidR="00F65356" w:rsidRPr="005E639A" w:rsidTr="005E639A">
        <w:trPr>
          <w:jc w:val="center"/>
        </w:trPr>
        <w:tc>
          <w:tcPr>
            <w:tcW w:w="1030" w:type="dxa"/>
            <w:vMerge w:val="restart"/>
          </w:tcPr>
          <w:p w:rsidR="00F65356" w:rsidRPr="005E639A" w:rsidRDefault="00F65356" w:rsidP="005E639A">
            <w:pPr>
              <w:jc w:val="center"/>
              <w:rPr>
                <w:b/>
                <w:sz w:val="18"/>
                <w:szCs w:val="18"/>
              </w:rPr>
            </w:pPr>
            <w:r w:rsidRPr="005E639A">
              <w:rPr>
                <w:b/>
                <w:sz w:val="18"/>
                <w:szCs w:val="18"/>
              </w:rPr>
              <w:t>Version</w:t>
            </w:r>
          </w:p>
        </w:tc>
        <w:tc>
          <w:tcPr>
            <w:tcW w:w="1848" w:type="dxa"/>
            <w:vMerge w:val="restart"/>
            <w:tcBorders>
              <w:right w:val="single" w:sz="4" w:space="0" w:color="auto"/>
            </w:tcBorders>
          </w:tcPr>
          <w:p w:rsidR="00F65356" w:rsidRPr="005E639A" w:rsidRDefault="00F65356" w:rsidP="005E639A">
            <w:pPr>
              <w:jc w:val="center"/>
              <w:rPr>
                <w:b/>
                <w:sz w:val="18"/>
                <w:szCs w:val="18"/>
              </w:rPr>
            </w:pPr>
            <w:r w:rsidRPr="005E639A">
              <w:rPr>
                <w:b/>
                <w:sz w:val="18"/>
                <w:szCs w:val="18"/>
              </w:rPr>
              <w:t>Issued</w:t>
            </w:r>
          </w:p>
        </w:tc>
        <w:tc>
          <w:tcPr>
            <w:tcW w:w="3552" w:type="dxa"/>
            <w:gridSpan w:val="2"/>
            <w:tcBorders>
              <w:top w:val="single" w:sz="4" w:space="0" w:color="auto"/>
              <w:left w:val="single" w:sz="4" w:space="0" w:color="auto"/>
              <w:bottom w:val="nil"/>
              <w:right w:val="single" w:sz="4" w:space="0" w:color="auto"/>
            </w:tcBorders>
          </w:tcPr>
          <w:p w:rsidR="00F65356" w:rsidRPr="005E639A" w:rsidRDefault="00F65356" w:rsidP="005E639A">
            <w:pPr>
              <w:jc w:val="center"/>
              <w:rPr>
                <w:b/>
                <w:sz w:val="18"/>
                <w:szCs w:val="18"/>
              </w:rPr>
            </w:pPr>
            <w:r w:rsidRPr="005E639A">
              <w:rPr>
                <w:b/>
                <w:sz w:val="18"/>
                <w:szCs w:val="18"/>
              </w:rPr>
              <w:t>Dates of Effect</w:t>
            </w:r>
          </w:p>
        </w:tc>
      </w:tr>
      <w:tr w:rsidR="00F65356" w:rsidRPr="005E639A" w:rsidTr="005E639A">
        <w:trPr>
          <w:jc w:val="center"/>
        </w:trPr>
        <w:tc>
          <w:tcPr>
            <w:tcW w:w="1030" w:type="dxa"/>
            <w:vMerge/>
          </w:tcPr>
          <w:p w:rsidR="00F65356" w:rsidRPr="005E639A" w:rsidRDefault="00F65356" w:rsidP="005E639A">
            <w:pPr>
              <w:jc w:val="center"/>
              <w:rPr>
                <w:sz w:val="18"/>
                <w:szCs w:val="18"/>
              </w:rPr>
            </w:pPr>
          </w:p>
        </w:tc>
        <w:tc>
          <w:tcPr>
            <w:tcW w:w="1848" w:type="dxa"/>
            <w:vMerge/>
            <w:tcBorders>
              <w:right w:val="single" w:sz="4" w:space="0" w:color="auto"/>
            </w:tcBorders>
          </w:tcPr>
          <w:p w:rsidR="00F65356" w:rsidRPr="005E639A" w:rsidRDefault="00F65356" w:rsidP="005E639A">
            <w:pPr>
              <w:jc w:val="center"/>
              <w:rPr>
                <w:sz w:val="18"/>
                <w:szCs w:val="18"/>
              </w:rPr>
            </w:pPr>
          </w:p>
        </w:tc>
        <w:tc>
          <w:tcPr>
            <w:tcW w:w="1710" w:type="dxa"/>
            <w:tcBorders>
              <w:top w:val="nil"/>
              <w:left w:val="single" w:sz="4" w:space="0" w:color="auto"/>
              <w:bottom w:val="single" w:sz="4" w:space="0" w:color="auto"/>
              <w:right w:val="nil"/>
            </w:tcBorders>
          </w:tcPr>
          <w:p w:rsidR="00F65356" w:rsidRPr="005E639A" w:rsidRDefault="00F65356" w:rsidP="00AD2225">
            <w:pPr>
              <w:rPr>
                <w:b/>
                <w:sz w:val="18"/>
                <w:szCs w:val="18"/>
              </w:rPr>
            </w:pPr>
            <w:r w:rsidRPr="005E639A">
              <w:rPr>
                <w:b/>
                <w:sz w:val="18"/>
                <w:szCs w:val="18"/>
              </w:rPr>
              <w:t>From:</w:t>
            </w:r>
          </w:p>
        </w:tc>
        <w:tc>
          <w:tcPr>
            <w:tcW w:w="1842" w:type="dxa"/>
            <w:tcBorders>
              <w:top w:val="nil"/>
              <w:left w:val="nil"/>
              <w:bottom w:val="single" w:sz="4" w:space="0" w:color="auto"/>
              <w:right w:val="single" w:sz="4" w:space="0" w:color="auto"/>
            </w:tcBorders>
          </w:tcPr>
          <w:p w:rsidR="00F65356" w:rsidRPr="005E639A" w:rsidRDefault="00F65356" w:rsidP="00AD2225">
            <w:pPr>
              <w:rPr>
                <w:b/>
                <w:sz w:val="18"/>
                <w:szCs w:val="18"/>
              </w:rPr>
            </w:pPr>
            <w:r w:rsidRPr="005E639A">
              <w:rPr>
                <w:b/>
                <w:sz w:val="18"/>
                <w:szCs w:val="18"/>
              </w:rPr>
              <w:t xml:space="preserve">To: </w:t>
            </w:r>
          </w:p>
        </w:tc>
      </w:tr>
      <w:tr w:rsidR="003A4B9D" w:rsidRPr="005E639A" w:rsidTr="005E639A">
        <w:trPr>
          <w:jc w:val="center"/>
        </w:trPr>
        <w:tc>
          <w:tcPr>
            <w:tcW w:w="1030" w:type="dxa"/>
          </w:tcPr>
          <w:p w:rsidR="003A4B9D" w:rsidRPr="005E639A" w:rsidRDefault="003A4B9D" w:rsidP="005E639A">
            <w:pPr>
              <w:jc w:val="center"/>
              <w:rPr>
                <w:sz w:val="18"/>
                <w:szCs w:val="18"/>
              </w:rPr>
            </w:pPr>
            <w:r w:rsidRPr="005E639A">
              <w:rPr>
                <w:sz w:val="18"/>
                <w:szCs w:val="18"/>
              </w:rPr>
              <w:t>1</w:t>
            </w:r>
          </w:p>
        </w:tc>
        <w:tc>
          <w:tcPr>
            <w:tcW w:w="1848" w:type="dxa"/>
          </w:tcPr>
          <w:p w:rsidR="003A4B9D" w:rsidRPr="005E639A" w:rsidRDefault="003A4B9D" w:rsidP="003A4B9D">
            <w:pPr>
              <w:rPr>
                <w:sz w:val="18"/>
                <w:szCs w:val="18"/>
              </w:rPr>
            </w:pPr>
            <w:r w:rsidRPr="005E639A">
              <w:rPr>
                <w:sz w:val="18"/>
                <w:szCs w:val="18"/>
              </w:rPr>
              <w:t>28 August 2007</w:t>
            </w:r>
          </w:p>
        </w:tc>
        <w:tc>
          <w:tcPr>
            <w:tcW w:w="1710" w:type="dxa"/>
            <w:tcBorders>
              <w:top w:val="single" w:sz="4" w:space="0" w:color="auto"/>
              <w:bottom w:val="single" w:sz="4" w:space="0" w:color="auto"/>
            </w:tcBorders>
          </w:tcPr>
          <w:p w:rsidR="003A4B9D" w:rsidRPr="005E639A" w:rsidRDefault="003A4B9D" w:rsidP="003A4B9D">
            <w:pPr>
              <w:rPr>
                <w:sz w:val="18"/>
                <w:szCs w:val="18"/>
              </w:rPr>
            </w:pPr>
            <w:r w:rsidRPr="005E639A">
              <w:rPr>
                <w:sz w:val="18"/>
                <w:szCs w:val="18"/>
              </w:rPr>
              <w:t>28 August 2007</w:t>
            </w:r>
          </w:p>
        </w:tc>
        <w:tc>
          <w:tcPr>
            <w:tcW w:w="1842" w:type="dxa"/>
            <w:tcBorders>
              <w:top w:val="single" w:sz="4" w:space="0" w:color="auto"/>
              <w:bottom w:val="single" w:sz="4" w:space="0" w:color="auto"/>
            </w:tcBorders>
          </w:tcPr>
          <w:p w:rsidR="003A4B9D" w:rsidRPr="005E639A" w:rsidRDefault="003A4B9D" w:rsidP="003A4B9D">
            <w:pPr>
              <w:rPr>
                <w:sz w:val="18"/>
                <w:szCs w:val="18"/>
              </w:rPr>
            </w:pPr>
            <w:r w:rsidRPr="005E639A">
              <w:rPr>
                <w:sz w:val="18"/>
                <w:szCs w:val="18"/>
              </w:rPr>
              <w:t>31 December 2007</w:t>
            </w:r>
          </w:p>
        </w:tc>
      </w:tr>
      <w:tr w:rsidR="003A4B9D" w:rsidRPr="005E639A" w:rsidTr="005E639A">
        <w:trPr>
          <w:jc w:val="center"/>
        </w:trPr>
        <w:tc>
          <w:tcPr>
            <w:tcW w:w="1030" w:type="dxa"/>
          </w:tcPr>
          <w:p w:rsidR="003A4B9D" w:rsidRPr="005E639A" w:rsidRDefault="003A4B9D" w:rsidP="005E639A">
            <w:pPr>
              <w:jc w:val="center"/>
              <w:rPr>
                <w:sz w:val="18"/>
                <w:szCs w:val="18"/>
              </w:rPr>
            </w:pPr>
            <w:r w:rsidRPr="005E639A">
              <w:rPr>
                <w:sz w:val="18"/>
                <w:szCs w:val="18"/>
              </w:rPr>
              <w:t xml:space="preserve">2 </w:t>
            </w:r>
          </w:p>
        </w:tc>
        <w:tc>
          <w:tcPr>
            <w:tcW w:w="1848" w:type="dxa"/>
          </w:tcPr>
          <w:p w:rsidR="003A4B9D" w:rsidRPr="005E639A" w:rsidRDefault="003A4B9D" w:rsidP="003A4B9D">
            <w:pPr>
              <w:rPr>
                <w:sz w:val="18"/>
                <w:szCs w:val="18"/>
              </w:rPr>
            </w:pPr>
            <w:r w:rsidRPr="005E639A">
              <w:rPr>
                <w:sz w:val="18"/>
                <w:szCs w:val="18"/>
              </w:rPr>
              <w:t>2 January 2008</w:t>
            </w:r>
          </w:p>
        </w:tc>
        <w:tc>
          <w:tcPr>
            <w:tcW w:w="1710" w:type="dxa"/>
            <w:tcBorders>
              <w:top w:val="single" w:sz="4" w:space="0" w:color="auto"/>
            </w:tcBorders>
          </w:tcPr>
          <w:p w:rsidR="003A4B9D" w:rsidRPr="005E639A" w:rsidRDefault="003A4B9D" w:rsidP="003A4B9D">
            <w:pPr>
              <w:rPr>
                <w:sz w:val="18"/>
                <w:szCs w:val="18"/>
              </w:rPr>
            </w:pPr>
            <w:r w:rsidRPr="005E639A">
              <w:rPr>
                <w:sz w:val="18"/>
                <w:szCs w:val="18"/>
              </w:rPr>
              <w:t>1 January 2008</w:t>
            </w:r>
          </w:p>
        </w:tc>
        <w:tc>
          <w:tcPr>
            <w:tcW w:w="1842" w:type="dxa"/>
            <w:tcBorders>
              <w:top w:val="single" w:sz="4" w:space="0" w:color="auto"/>
            </w:tcBorders>
          </w:tcPr>
          <w:p w:rsidR="003A4B9D" w:rsidRPr="005E639A" w:rsidRDefault="003A4B9D" w:rsidP="003A4B9D">
            <w:pPr>
              <w:rPr>
                <w:sz w:val="18"/>
                <w:szCs w:val="18"/>
              </w:rPr>
            </w:pPr>
            <w:r w:rsidRPr="005E639A">
              <w:rPr>
                <w:sz w:val="18"/>
                <w:szCs w:val="18"/>
              </w:rPr>
              <w:t>Current</w:t>
            </w:r>
          </w:p>
        </w:tc>
      </w:tr>
    </w:tbl>
    <w:p w:rsidR="003A4B9D" w:rsidRPr="004918B1" w:rsidRDefault="003A4B9D" w:rsidP="004918B1">
      <w:pPr>
        <w:pStyle w:val="HeadingTwo"/>
      </w:pPr>
      <w:r w:rsidRPr="004918B1">
        <w:t>Purpose</w:t>
      </w:r>
    </w:p>
    <w:p w:rsidR="003A4B9D" w:rsidRPr="00312347" w:rsidRDefault="003A4B9D" w:rsidP="00312347">
      <w:pPr>
        <w:pStyle w:val="BlockText"/>
      </w:pPr>
      <w:r w:rsidRPr="00312347">
        <w:t>This Guideline explains the requirements and factors considered by the Territory Revenue Office (TRO) in administering the exemption for a conveyance of dutiable property in specie to a shareholder on the winding up of a company.</w:t>
      </w:r>
    </w:p>
    <w:p w:rsidR="003A4B9D" w:rsidRPr="004918B1" w:rsidRDefault="003A4B9D" w:rsidP="004918B1">
      <w:pPr>
        <w:pStyle w:val="HeadingTwo"/>
      </w:pPr>
      <w:r w:rsidRPr="004918B1">
        <w:t>Background</w:t>
      </w:r>
    </w:p>
    <w:p w:rsidR="003A4B9D" w:rsidRPr="00312347" w:rsidRDefault="003A4B9D" w:rsidP="00312347">
      <w:pPr>
        <w:pStyle w:val="BlockText"/>
      </w:pPr>
      <w:r w:rsidRPr="00312347">
        <w:t xml:space="preserve">The </w:t>
      </w:r>
      <w:r w:rsidRPr="00190562">
        <w:rPr>
          <w:i/>
        </w:rPr>
        <w:t>Stamp Duty Act</w:t>
      </w:r>
      <w:r w:rsidRPr="00312347">
        <w:t xml:space="preserve"> (SDA) provides an exemption from stamp duty for a conveyance during the winding up of a company of its property to a shareholder of the company where:</w:t>
      </w:r>
    </w:p>
    <w:p w:rsidR="003A4B9D" w:rsidRPr="00312347" w:rsidRDefault="003A4B9D" w:rsidP="00312347">
      <w:pPr>
        <w:pStyle w:val="BlockText"/>
        <w:numPr>
          <w:ilvl w:val="1"/>
          <w:numId w:val="3"/>
        </w:numPr>
      </w:pPr>
      <w:r w:rsidRPr="00312347">
        <w:t>the shareholder is entitled to the property on a distribution in specie; and</w:t>
      </w:r>
    </w:p>
    <w:p w:rsidR="003A4B9D" w:rsidRPr="00312347" w:rsidRDefault="003A4B9D" w:rsidP="00312347">
      <w:pPr>
        <w:pStyle w:val="BlockText"/>
        <w:numPr>
          <w:ilvl w:val="1"/>
          <w:numId w:val="3"/>
        </w:numPr>
      </w:pPr>
      <w:r w:rsidRPr="00312347">
        <w:t>the conveyance is not a tax avoidance scheme or part of a tax avoidance scheme.</w:t>
      </w:r>
      <w:r w:rsidRPr="00190562">
        <w:rPr>
          <w:rStyle w:val="FootnoteReference"/>
          <w:szCs w:val="24"/>
          <w:vertAlign w:val="baseline"/>
        </w:rPr>
        <w:footnoteReference w:id="1"/>
      </w:r>
    </w:p>
    <w:p w:rsidR="00AE176B" w:rsidRPr="00312347" w:rsidRDefault="003A4B9D" w:rsidP="00312347">
      <w:pPr>
        <w:pStyle w:val="BlockText"/>
      </w:pPr>
      <w:r w:rsidRPr="00312347">
        <w:t>This exemption recognises that the shareholders of the company generally have a claim on the assets of a company in proportion to their shareholding.</w:t>
      </w:r>
    </w:p>
    <w:p w:rsidR="003A4B9D" w:rsidRPr="00287FA7" w:rsidRDefault="003A4B9D" w:rsidP="00312347">
      <w:pPr>
        <w:pStyle w:val="BlockText"/>
      </w:pPr>
      <w:r w:rsidRPr="00312347">
        <w:t>The requirement that the conveyance is not a tax avoidance scheme or part of a tax avoidance scheme recognises that there is a potential for the exemption to be utilised to effect conveyances of dutiable property from the company to other persons in circumstances that would have been a dutia</w:t>
      </w:r>
      <w:r w:rsidRPr="00287FA7">
        <w:t xml:space="preserve">ble transaction such as by sale and purchase.  </w:t>
      </w:r>
    </w:p>
    <w:p w:rsidR="003A4B9D" w:rsidRPr="00190562" w:rsidRDefault="003A4B9D" w:rsidP="00287FA7">
      <w:pPr>
        <w:pStyle w:val="BlockText"/>
      </w:pPr>
      <w:r w:rsidRPr="00287FA7">
        <w:t>This is particularly the case where the person to whom the property is distributed was not a shareholder at the time that the company originally acquired the dutiable property, or where prior to the winding u</w:t>
      </w:r>
      <w:r w:rsidRPr="00190562">
        <w:t>p, arrangements have been made to entitle that person to the distribution of the property when that entitlement did not previously exist.</w:t>
      </w:r>
    </w:p>
    <w:p w:rsidR="003A4B9D" w:rsidRPr="00190562" w:rsidRDefault="003A4B9D" w:rsidP="00190562">
      <w:pPr>
        <w:pStyle w:val="HeadingThree"/>
      </w:pPr>
      <w:r w:rsidRPr="00190562">
        <w:t>Entitlement of shareholders to a distribution in specie</w:t>
      </w:r>
    </w:p>
    <w:p w:rsidR="003A4B9D" w:rsidRPr="00190562" w:rsidRDefault="003A4B9D" w:rsidP="00312347">
      <w:pPr>
        <w:pStyle w:val="BlockText"/>
      </w:pPr>
      <w:r w:rsidRPr="00312347">
        <w:t xml:space="preserve">Under the </w:t>
      </w:r>
      <w:r w:rsidRPr="00190562">
        <w:rPr>
          <w:i/>
        </w:rPr>
        <w:t xml:space="preserve">Commonwealth </w:t>
      </w:r>
      <w:r w:rsidRPr="00312347">
        <w:rPr>
          <w:i/>
        </w:rPr>
        <w:t>Corporations Act 2001</w:t>
      </w:r>
      <w:r w:rsidRPr="00312347">
        <w:t xml:space="preserve">, the </w:t>
      </w:r>
      <w:hyperlink r:id="rId8" w:anchor="property" w:history="1">
        <w:r w:rsidRPr="00312347">
          <w:t>property</w:t>
        </w:r>
      </w:hyperlink>
      <w:r w:rsidRPr="00312347">
        <w:t xml:space="preserve"> of a </w:t>
      </w:r>
      <w:hyperlink r:id="rId9" w:anchor="company" w:history="1">
        <w:r w:rsidRPr="00190562">
          <w:t>company</w:t>
        </w:r>
      </w:hyperlink>
      <w:r w:rsidRPr="00312347">
        <w:t xml:space="preserve"> on its winding up must firstly be applied in sati</w:t>
      </w:r>
      <w:r w:rsidRPr="00287FA7">
        <w:t xml:space="preserve">sfaction of the company’s liabilities and, subject to that application, must, unless the </w:t>
      </w:r>
      <w:hyperlink r:id="rId10" w:anchor="company" w:history="1">
        <w:r w:rsidRPr="00190562">
          <w:t>company</w:t>
        </w:r>
      </w:hyperlink>
      <w:r w:rsidRPr="00190562">
        <w:t xml:space="preserve">'s </w:t>
      </w:r>
      <w:hyperlink r:id="rId11" w:anchor="constitution" w:history="1">
        <w:r w:rsidRPr="00190562">
          <w:t>constitution</w:t>
        </w:r>
      </w:hyperlink>
      <w:r w:rsidRPr="00190562">
        <w:t xml:space="preserve"> provides otherwise, be distributed among the shareholders according to their </w:t>
      </w:r>
      <w:hyperlink r:id="rId12" w:anchor="right" w:history="1">
        <w:r w:rsidRPr="00190562">
          <w:t>rights</w:t>
        </w:r>
      </w:hyperlink>
      <w:r w:rsidRPr="00190562">
        <w:t xml:space="preserve"> and </w:t>
      </w:r>
      <w:hyperlink r:id="rId13" w:anchor="interest" w:history="1">
        <w:r w:rsidRPr="00190562">
          <w:t>interests</w:t>
        </w:r>
      </w:hyperlink>
      <w:r w:rsidRPr="00190562">
        <w:t xml:space="preserve"> in the </w:t>
      </w:r>
      <w:hyperlink r:id="rId14" w:anchor="company" w:history="1">
        <w:r w:rsidRPr="00190562">
          <w:t>company</w:t>
        </w:r>
      </w:hyperlink>
      <w:r w:rsidRPr="00190562">
        <w:t xml:space="preserve">. </w:t>
      </w:r>
    </w:p>
    <w:p w:rsidR="003A4B9D" w:rsidRPr="00190562" w:rsidRDefault="003A4B9D" w:rsidP="00312347">
      <w:pPr>
        <w:pStyle w:val="BlockText"/>
      </w:pPr>
      <w:r w:rsidRPr="00190562">
        <w:t xml:space="preserve">That is, a shareholder is only entitled to a distribution of surplus assets to the value of their interest in the company after all liabilities have been satisfied. </w:t>
      </w:r>
    </w:p>
    <w:p w:rsidR="003A4B9D" w:rsidRPr="00190562" w:rsidRDefault="003A4B9D" w:rsidP="004918B1">
      <w:pPr>
        <w:pStyle w:val="HeadingTwo"/>
      </w:pPr>
      <w:r w:rsidRPr="00190562">
        <w:lastRenderedPageBreak/>
        <w:t>Tax avoidance scheme</w:t>
      </w:r>
    </w:p>
    <w:p w:rsidR="003A4B9D" w:rsidRPr="00312347" w:rsidRDefault="003A4B9D" w:rsidP="00312347">
      <w:pPr>
        <w:pStyle w:val="BlockText"/>
      </w:pPr>
      <w:r w:rsidRPr="00312347">
        <w:t>A tax avoidance scheme includes a scheme</w:t>
      </w:r>
      <w:r w:rsidRPr="00190562">
        <w:rPr>
          <w:rStyle w:val="FootnoteReference"/>
          <w:szCs w:val="24"/>
          <w:vertAlign w:val="baseline"/>
        </w:rPr>
        <w:footnoteReference w:id="2"/>
      </w:r>
      <w:r w:rsidRPr="00312347">
        <w:t xml:space="preserve"> that, in the opinion of the Commissioner of Territory Revenue</w:t>
      </w:r>
      <w:r w:rsidR="00AE176B" w:rsidRPr="00312347">
        <w:t xml:space="preserve"> (the Commissioner)</w:t>
      </w:r>
      <w:r w:rsidRPr="00312347">
        <w:t>, has or is intended to have a purpose (collateral or otherwise) of reducing stamp duty otherwise payable apart from the scheme or obtaining the benefit of an exemption from stamp duty that would not be available apart from the scheme.</w:t>
      </w:r>
      <w:r w:rsidRPr="00190562">
        <w:rPr>
          <w:rStyle w:val="FootnoteReference"/>
          <w:szCs w:val="24"/>
          <w:vertAlign w:val="baseline"/>
        </w:rPr>
        <w:footnoteReference w:id="3"/>
      </w:r>
      <w:r w:rsidRPr="00312347">
        <w:t xml:space="preserve"> </w:t>
      </w:r>
    </w:p>
    <w:p w:rsidR="003A4B9D" w:rsidRPr="00312347" w:rsidRDefault="003A4B9D" w:rsidP="00312347">
      <w:pPr>
        <w:pStyle w:val="BlockText"/>
      </w:pPr>
      <w:r w:rsidRPr="00312347">
        <w:t>A collateral purpose is, at most, a purpose parallel to or additional to some other purpose and may mean no more than a subordinate purpose.</w:t>
      </w:r>
      <w:r w:rsidRPr="00190562">
        <w:rPr>
          <w:rStyle w:val="FootnoteReference"/>
          <w:szCs w:val="24"/>
          <w:vertAlign w:val="baseline"/>
        </w:rPr>
        <w:footnoteReference w:id="4"/>
      </w:r>
      <w:r w:rsidRPr="00312347">
        <w:t xml:space="preserve"> The courts have deemed that it may be sufficient to identify a matter as one purpose of the whole scheme.</w:t>
      </w:r>
      <w:r w:rsidRPr="00190562">
        <w:rPr>
          <w:rStyle w:val="FootnoteReference"/>
          <w:szCs w:val="24"/>
          <w:vertAlign w:val="baseline"/>
        </w:rPr>
        <w:footnoteReference w:id="5"/>
      </w:r>
      <w:r w:rsidRPr="00312347">
        <w:rPr>
          <w:rStyle w:val="FootnoteReference"/>
          <w:vertAlign w:val="baseline"/>
        </w:rPr>
        <w:t xml:space="preserve">  </w:t>
      </w:r>
    </w:p>
    <w:p w:rsidR="003A4B9D" w:rsidRPr="00312347" w:rsidRDefault="003A4B9D" w:rsidP="00312347">
      <w:pPr>
        <w:pStyle w:val="BlockText"/>
      </w:pPr>
      <w:r w:rsidRPr="00312347">
        <w:t xml:space="preserve">In considering whether a scheme </w:t>
      </w:r>
      <w:r w:rsidR="00AE176B" w:rsidRPr="00312347">
        <w:t xml:space="preserve">is, or is part of, </w:t>
      </w:r>
      <w:r w:rsidRPr="00287FA7">
        <w:t>a tax avoidance scheme, the Commissioner may have regard to any matter that the Commissioner thinks is relevant.</w:t>
      </w:r>
      <w:r w:rsidRPr="00190562">
        <w:rPr>
          <w:rStyle w:val="FootnoteReference"/>
          <w:szCs w:val="24"/>
          <w:vertAlign w:val="baseline"/>
        </w:rPr>
        <w:footnoteReference w:id="6"/>
      </w:r>
      <w:r w:rsidRPr="00312347">
        <w:t xml:space="preserve"> Accordingly, the Commissioner has discretion as to the selection and weighting of any factors that the Commissioner considers relevant, including both objective and subjective criteria.</w:t>
      </w:r>
      <w:r w:rsidRPr="00190562">
        <w:rPr>
          <w:rStyle w:val="FootnoteReference"/>
          <w:szCs w:val="24"/>
          <w:vertAlign w:val="baseline"/>
        </w:rPr>
        <w:footnoteReference w:id="7"/>
      </w:r>
      <w:r w:rsidRPr="00312347">
        <w:rPr>
          <w:rStyle w:val="FootnoteReference"/>
          <w:vertAlign w:val="baseline"/>
        </w:rPr>
        <w:t xml:space="preserve">  </w:t>
      </w:r>
    </w:p>
    <w:p w:rsidR="003A4B9D" w:rsidRPr="00312347" w:rsidRDefault="003A4B9D" w:rsidP="00312347">
      <w:pPr>
        <w:pStyle w:val="BlockText"/>
      </w:pPr>
      <w:r w:rsidRPr="00312347">
        <w:t>The conclusion which has to be drawn about the purpose(s) of a scheme is to be decided by reference to the way the scheme is structured and not a conclusion as to the scheme itself. That is, it is a conclusion not as to why the scheme itself is entered into, but why a scheme on the particular terms and conditions is entered into.</w:t>
      </w:r>
      <w:r w:rsidRPr="00190562">
        <w:rPr>
          <w:rStyle w:val="FootnoteReference"/>
          <w:szCs w:val="24"/>
          <w:vertAlign w:val="baseline"/>
        </w:rPr>
        <w:footnoteReference w:id="8"/>
      </w:r>
    </w:p>
    <w:p w:rsidR="003A4B9D" w:rsidRPr="004918B1" w:rsidRDefault="003A4B9D" w:rsidP="004918B1">
      <w:pPr>
        <w:pStyle w:val="HeadingThree"/>
      </w:pPr>
      <w:r w:rsidRPr="004918B1">
        <w:t xml:space="preserve">General factors considered by TRO </w:t>
      </w:r>
    </w:p>
    <w:p w:rsidR="003A4B9D" w:rsidRPr="00312347" w:rsidRDefault="003A4B9D" w:rsidP="00312347">
      <w:pPr>
        <w:pStyle w:val="BlockText"/>
      </w:pPr>
      <w:r w:rsidRPr="00312347">
        <w:t>Generally, in determining whether a scheme is</w:t>
      </w:r>
      <w:r w:rsidR="005930E0" w:rsidRPr="00312347">
        <w:t>, or is part of,</w:t>
      </w:r>
      <w:r w:rsidRPr="00312347">
        <w:t xml:space="preserve"> a tax avoidance scheme the following matters will be considered.</w:t>
      </w:r>
    </w:p>
    <w:p w:rsidR="003A4B9D" w:rsidRPr="00312347" w:rsidRDefault="003A4B9D" w:rsidP="00312347">
      <w:pPr>
        <w:pStyle w:val="BlockText"/>
        <w:numPr>
          <w:ilvl w:val="1"/>
          <w:numId w:val="3"/>
        </w:numPr>
      </w:pPr>
      <w:r w:rsidRPr="00312347">
        <w:t>The manner in which the scheme was entered into or carried out.</w:t>
      </w:r>
    </w:p>
    <w:p w:rsidR="003A4B9D" w:rsidRPr="00287FA7" w:rsidRDefault="003A4B9D" w:rsidP="00312347">
      <w:pPr>
        <w:pStyle w:val="BlockText"/>
        <w:numPr>
          <w:ilvl w:val="1"/>
          <w:numId w:val="3"/>
        </w:numPr>
      </w:pPr>
      <w:r w:rsidRPr="00287FA7">
        <w:t>The form and substance of the scheme.</w:t>
      </w:r>
    </w:p>
    <w:p w:rsidR="003A4B9D" w:rsidRPr="00190562" w:rsidRDefault="003A4B9D" w:rsidP="00312347">
      <w:pPr>
        <w:pStyle w:val="BlockText"/>
        <w:numPr>
          <w:ilvl w:val="1"/>
          <w:numId w:val="3"/>
        </w:numPr>
      </w:pPr>
      <w:r w:rsidRPr="00190562">
        <w:t>The time at which the scheme was entered into and the length of the period during which the scheme was carried out.</w:t>
      </w:r>
    </w:p>
    <w:p w:rsidR="003A4B9D" w:rsidRPr="00190562" w:rsidRDefault="003A4B9D" w:rsidP="00287FA7">
      <w:pPr>
        <w:pStyle w:val="BlockText"/>
        <w:numPr>
          <w:ilvl w:val="1"/>
          <w:numId w:val="3"/>
        </w:numPr>
      </w:pPr>
      <w:r w:rsidRPr="00190562">
        <w:t>The result in relation to the operation of the SDA that, but for section 4B, would be achieved by the scheme.</w:t>
      </w:r>
    </w:p>
    <w:p w:rsidR="003A4B9D" w:rsidRPr="00190562" w:rsidRDefault="003A4B9D" w:rsidP="00190562">
      <w:pPr>
        <w:pStyle w:val="BlockText"/>
        <w:numPr>
          <w:ilvl w:val="1"/>
          <w:numId w:val="3"/>
        </w:numPr>
      </w:pPr>
      <w:r w:rsidRPr="00190562">
        <w:t xml:space="preserve">Any change in the financial position of the relevant taxpayer that has results, or may reasonably be expected to result, from the scheme. </w:t>
      </w:r>
    </w:p>
    <w:p w:rsidR="003A4B9D" w:rsidRPr="00190562" w:rsidRDefault="003A4B9D" w:rsidP="00190562">
      <w:pPr>
        <w:pStyle w:val="BlockText"/>
        <w:numPr>
          <w:ilvl w:val="1"/>
          <w:numId w:val="3"/>
        </w:numPr>
      </w:pPr>
      <w:r w:rsidRPr="00190562">
        <w:t>Any change in the financial position of any person who has, or has had, any connection (whether of a business, family or other nature) with the relevant taxpayer, being a change that results or may reasonably be expected to result, from the scheme.</w:t>
      </w:r>
    </w:p>
    <w:p w:rsidR="003A4B9D" w:rsidRPr="00190562" w:rsidRDefault="003A4B9D" w:rsidP="00190562">
      <w:pPr>
        <w:pStyle w:val="BlockText"/>
        <w:numPr>
          <w:ilvl w:val="1"/>
          <w:numId w:val="3"/>
        </w:numPr>
      </w:pPr>
      <w:r w:rsidRPr="00190562">
        <w:t>Any other consequence for the relevant taxpayer, or for any person referred to in point</w:t>
      </w:r>
      <w:r w:rsidR="00AE176B" w:rsidRPr="00190562">
        <w:t> </w:t>
      </w:r>
      <w:r w:rsidRPr="00190562">
        <w:t>6</w:t>
      </w:r>
      <w:r w:rsidR="00AE176B" w:rsidRPr="00190562">
        <w:t xml:space="preserve"> (above)</w:t>
      </w:r>
      <w:r w:rsidRPr="00190562">
        <w:t>, of the scheme having been entered into or carried out.</w:t>
      </w:r>
    </w:p>
    <w:p w:rsidR="003A4B9D" w:rsidRPr="00190562" w:rsidRDefault="003A4B9D" w:rsidP="00190562">
      <w:pPr>
        <w:pStyle w:val="BlockText"/>
        <w:numPr>
          <w:ilvl w:val="1"/>
          <w:numId w:val="3"/>
        </w:numPr>
      </w:pPr>
      <w:r w:rsidRPr="00190562">
        <w:t>The nature of any connection (whether of a business, family or other nature) between the relevant taxpayer and any person referred to in point 6</w:t>
      </w:r>
      <w:r w:rsidR="00AE176B" w:rsidRPr="00190562">
        <w:t xml:space="preserve"> (above)</w:t>
      </w:r>
      <w:r w:rsidRPr="00190562">
        <w:t>.</w:t>
      </w:r>
    </w:p>
    <w:p w:rsidR="003A4B9D" w:rsidRPr="003434F1" w:rsidRDefault="003A4B9D" w:rsidP="00190562">
      <w:pPr>
        <w:pStyle w:val="BlockText"/>
      </w:pPr>
      <w:r>
        <w:t xml:space="preserve">For </w:t>
      </w:r>
      <w:r w:rsidRPr="00312347">
        <w:t>example</w:t>
      </w:r>
      <w:r w:rsidR="00312347">
        <w:t>, i</w:t>
      </w:r>
      <w:r w:rsidRPr="00312347">
        <w:t>n relation to the manner, form and substance of the scheme, if a distribution in specie is the end result of a series of steps t</w:t>
      </w:r>
      <w:r w:rsidRPr="003434F1">
        <w:t>o minimise the duty outcome, when the transaction could have been effected with the same commercial result through a direct conveyance of the property, it is more likely that TRO will consider that the distribution is part of a tax avoidance scheme.</w:t>
      </w:r>
    </w:p>
    <w:p w:rsidR="003A4B9D" w:rsidRPr="004918B1" w:rsidRDefault="003A4B9D" w:rsidP="004918B1">
      <w:pPr>
        <w:pStyle w:val="HeadingThree"/>
      </w:pPr>
      <w:r w:rsidRPr="004918B1">
        <w:lastRenderedPageBreak/>
        <w:t>Specific factors considered in relation to the winding up of a company</w:t>
      </w:r>
    </w:p>
    <w:p w:rsidR="003A4B9D" w:rsidRPr="00287FA7" w:rsidRDefault="003A4B9D" w:rsidP="00312347">
      <w:pPr>
        <w:pStyle w:val="BlockText"/>
      </w:pPr>
      <w:r w:rsidRPr="00312347">
        <w:t xml:space="preserve">In relation to whether a conveyance during the winding up of a company </w:t>
      </w:r>
      <w:r w:rsidR="00AE176B" w:rsidRPr="00312347">
        <w:t xml:space="preserve">is, or is part of, </w:t>
      </w:r>
      <w:r w:rsidRPr="00312347">
        <w:t>a tax avoidance scheme, TRO will also have regard to a number of factors including but not limited to the following.</w:t>
      </w:r>
    </w:p>
    <w:p w:rsidR="003A4B9D" w:rsidRPr="00190562" w:rsidRDefault="003A4B9D" w:rsidP="00312347">
      <w:pPr>
        <w:pStyle w:val="BlockText"/>
        <w:numPr>
          <w:ilvl w:val="1"/>
          <w:numId w:val="3"/>
        </w:numPr>
      </w:pPr>
      <w:r w:rsidRPr="00190562">
        <w:t xml:space="preserve">The nature of the winding up. </w:t>
      </w:r>
    </w:p>
    <w:p w:rsidR="003A4B9D" w:rsidRPr="00190562" w:rsidRDefault="003A4B9D" w:rsidP="00312347">
      <w:pPr>
        <w:pStyle w:val="BlockText"/>
        <w:numPr>
          <w:ilvl w:val="2"/>
          <w:numId w:val="3"/>
        </w:numPr>
      </w:pPr>
      <w:r w:rsidRPr="00190562">
        <w:t>Where the winding up of the company is an involuntary liquidation initiated by an unrelated creditor, it is more likely that TRO will consider that the conveyance is not</w:t>
      </w:r>
      <w:r w:rsidR="005930E0" w:rsidRPr="00190562">
        <w:t>,</w:t>
      </w:r>
      <w:r w:rsidRPr="00190562">
        <w:t xml:space="preserve"> or is not part of</w:t>
      </w:r>
      <w:r w:rsidR="005930E0" w:rsidRPr="00190562">
        <w:t>,</w:t>
      </w:r>
      <w:r w:rsidRPr="00190562">
        <w:t xml:space="preserve"> a tax avoidance scheme. Where the winding up is a voluntary liquidation, TRO will give careful consideration to objective and subjective purposes of the liquidation.</w:t>
      </w:r>
    </w:p>
    <w:p w:rsidR="003A4B9D" w:rsidRPr="00190562" w:rsidRDefault="003A4B9D" w:rsidP="00312347">
      <w:pPr>
        <w:pStyle w:val="BlockText"/>
        <w:numPr>
          <w:ilvl w:val="1"/>
          <w:numId w:val="3"/>
        </w:numPr>
      </w:pPr>
      <w:r w:rsidRPr="00190562">
        <w:t>The duration of the shareholder's shareholding in the company.</w:t>
      </w:r>
    </w:p>
    <w:p w:rsidR="00312347" w:rsidRPr="00190562" w:rsidRDefault="003A4B9D" w:rsidP="00287FA7">
      <w:pPr>
        <w:pStyle w:val="BlockText"/>
        <w:numPr>
          <w:ilvl w:val="2"/>
          <w:numId w:val="3"/>
        </w:numPr>
      </w:pPr>
      <w:r w:rsidRPr="00190562">
        <w:t>TRO will consider the length of time that the shareholder to whom the dutiable property is conveyed has held all of their shares in the company. The longer the period, the more likely it is that TRO would consider that the conveyance is not</w:t>
      </w:r>
      <w:r w:rsidR="005930E0" w:rsidRPr="00190562">
        <w:t>,</w:t>
      </w:r>
      <w:r w:rsidRPr="00190562">
        <w:t xml:space="preserve"> or is not part of</w:t>
      </w:r>
      <w:r w:rsidR="005930E0" w:rsidRPr="00190562">
        <w:t>,</w:t>
      </w:r>
      <w:r w:rsidRPr="00190562">
        <w:t xml:space="preserve"> a tax avoidance scheme.</w:t>
      </w:r>
    </w:p>
    <w:p w:rsidR="003A4B9D" w:rsidRPr="00190562" w:rsidRDefault="003A4B9D" w:rsidP="00190562">
      <w:pPr>
        <w:pStyle w:val="BlockText"/>
        <w:numPr>
          <w:ilvl w:val="2"/>
          <w:numId w:val="3"/>
        </w:numPr>
      </w:pPr>
      <w:r w:rsidRPr="00190562">
        <w:t xml:space="preserve">Conversely, where the duration of the shareholding was brief or if there was a recent significant increase in the number of shares held by a long-term shareholder (for example, to ensure that the shareholding was sufficient to qualify for the distribution in specie) it is more likely that TRO will consider that the conveyance </w:t>
      </w:r>
      <w:r w:rsidR="00AE176B" w:rsidRPr="00190562">
        <w:t xml:space="preserve">is, or is part of, </w:t>
      </w:r>
      <w:r w:rsidRPr="00190562">
        <w:t>a tax avoidance scheme.</w:t>
      </w:r>
    </w:p>
    <w:p w:rsidR="003A4B9D" w:rsidRPr="00190562" w:rsidRDefault="003A4B9D" w:rsidP="00190562">
      <w:pPr>
        <w:pStyle w:val="BlockText"/>
        <w:numPr>
          <w:ilvl w:val="2"/>
          <w:numId w:val="3"/>
        </w:numPr>
      </w:pPr>
      <w:r w:rsidRPr="00190562">
        <w:t>TRO will also consider</w:t>
      </w:r>
      <w:r w:rsidR="00312347" w:rsidRPr="00190562">
        <w:t>:</w:t>
      </w:r>
    </w:p>
    <w:p w:rsidR="003A4B9D" w:rsidRPr="00190562" w:rsidRDefault="003A4B9D" w:rsidP="00190562">
      <w:pPr>
        <w:pStyle w:val="BlockText"/>
        <w:numPr>
          <w:ilvl w:val="3"/>
          <w:numId w:val="3"/>
        </w:numPr>
      </w:pPr>
      <w:r w:rsidRPr="00190562">
        <w:t>whether the shareholder to whom the dutiable property is conveyed was a shareholder of the company at the time that the property was acquired by the company; or</w:t>
      </w:r>
    </w:p>
    <w:p w:rsidR="003A4B9D" w:rsidRPr="00312347" w:rsidRDefault="003A4B9D" w:rsidP="00190562">
      <w:pPr>
        <w:pStyle w:val="BlockText"/>
        <w:numPr>
          <w:ilvl w:val="3"/>
          <w:numId w:val="3"/>
        </w:numPr>
      </w:pPr>
      <w:r w:rsidRPr="00190562">
        <w:t>if the property is land, whether the shareholder to whom the land is conveyed paid ad valorem ‘land holder’ duty in relation to that land when the shareholder acquired their shareholding in the company.</w:t>
      </w:r>
      <w:r w:rsidRPr="00190562">
        <w:rPr>
          <w:rStyle w:val="FootnoteReference"/>
          <w:szCs w:val="24"/>
          <w:vertAlign w:val="baseline"/>
        </w:rPr>
        <w:footnoteReference w:id="9"/>
      </w:r>
      <w:r w:rsidRPr="00190562">
        <w:rPr>
          <w:rStyle w:val="FootnoteReference"/>
          <w:vertAlign w:val="baseline"/>
        </w:rPr>
        <w:t xml:space="preserve"> </w:t>
      </w:r>
    </w:p>
    <w:p w:rsidR="003A4B9D" w:rsidRPr="00190562" w:rsidRDefault="003A4B9D" w:rsidP="00190562">
      <w:pPr>
        <w:pStyle w:val="BlockText"/>
        <w:numPr>
          <w:ilvl w:val="0"/>
          <w:numId w:val="0"/>
        </w:numPr>
        <w:ind w:left="1701"/>
      </w:pPr>
      <w:r w:rsidRPr="00312347">
        <w:t>Either of these situations would be factors that would suggest to TRO that the conveyance is not</w:t>
      </w:r>
      <w:r w:rsidR="005930E0" w:rsidRPr="00312347">
        <w:t>,</w:t>
      </w:r>
      <w:r w:rsidRPr="00287FA7">
        <w:t xml:space="preserve"> or is not part of</w:t>
      </w:r>
      <w:r w:rsidR="005930E0" w:rsidRPr="00190562">
        <w:t>,</w:t>
      </w:r>
      <w:r w:rsidRPr="00190562">
        <w:t xml:space="preserve"> a tax avoidance scheme.</w:t>
      </w:r>
    </w:p>
    <w:p w:rsidR="003A4B9D" w:rsidRPr="00190562" w:rsidRDefault="003A4B9D" w:rsidP="00312347">
      <w:pPr>
        <w:pStyle w:val="BlockText"/>
        <w:numPr>
          <w:ilvl w:val="1"/>
          <w:numId w:val="3"/>
        </w:numPr>
      </w:pPr>
      <w:r w:rsidRPr="00190562">
        <w:t>The class of shares the shareholder has held in the company and the rights of each class of shares, including any creation or variation of rights.</w:t>
      </w:r>
    </w:p>
    <w:p w:rsidR="003A4B9D" w:rsidRPr="00190562" w:rsidRDefault="003A4B9D" w:rsidP="00312347">
      <w:pPr>
        <w:pStyle w:val="BlockText"/>
        <w:numPr>
          <w:ilvl w:val="2"/>
          <w:numId w:val="3"/>
        </w:numPr>
      </w:pPr>
      <w:r w:rsidRPr="00190562">
        <w:t xml:space="preserve">TRO will examine the rights attached to the shares held by the shareholder to whom the property is conveyed, particularly when there are classes of shares with different rights to property. Where the rights were varied to enable a shareholder to receive assets or a particular asset of the company to the exclusion of other shareholders, it is more likely that TRO will consider that the conveyance </w:t>
      </w:r>
      <w:r w:rsidR="00AE176B" w:rsidRPr="00190562">
        <w:t xml:space="preserve">is, or is part of, </w:t>
      </w:r>
      <w:r w:rsidRPr="00190562">
        <w:t>a tax avoidance scheme.</w:t>
      </w:r>
    </w:p>
    <w:p w:rsidR="003A4B9D" w:rsidRPr="00190562" w:rsidRDefault="003A4B9D" w:rsidP="00312347">
      <w:pPr>
        <w:pStyle w:val="BlockText"/>
        <w:numPr>
          <w:ilvl w:val="1"/>
          <w:numId w:val="3"/>
        </w:numPr>
      </w:pPr>
      <w:r w:rsidRPr="00190562">
        <w:t>Whether there is any commercial efficacy to an arrangement or scheme of transactions involving the company, the shareholder, or companies related to the company or shareholder in relation to the winding up other than to reduce the duty otherwise payable on the conveyance.</w:t>
      </w:r>
    </w:p>
    <w:p w:rsidR="003A4B9D" w:rsidRPr="00190562" w:rsidRDefault="003A4B9D" w:rsidP="00312347">
      <w:pPr>
        <w:pStyle w:val="BlockText"/>
        <w:numPr>
          <w:ilvl w:val="2"/>
          <w:numId w:val="3"/>
        </w:numPr>
      </w:pPr>
      <w:r w:rsidRPr="00190562">
        <w:t>TRO will consider the reasons for and any commercial efficacy of the winding up and conveyance of dutiable property to the shareholder and any transactions that precede the winding up, such as any arrangement for the shareholder or an associated person to discharge, release or structure the liabilities of the company in an attempt to enable the property to be distributed to the shareholder exempt from stamp duty.</w:t>
      </w:r>
    </w:p>
    <w:p w:rsidR="003A4B9D" w:rsidRPr="00190562" w:rsidRDefault="003A4B9D" w:rsidP="004918B1">
      <w:pPr>
        <w:pStyle w:val="HeadingTwo"/>
      </w:pPr>
      <w:r w:rsidRPr="00190562">
        <w:lastRenderedPageBreak/>
        <w:t>Application of the exemption</w:t>
      </w:r>
    </w:p>
    <w:p w:rsidR="00312347" w:rsidRDefault="003A4B9D" w:rsidP="00312347">
      <w:pPr>
        <w:pStyle w:val="BlockText"/>
      </w:pPr>
      <w:r w:rsidRPr="00312347">
        <w:t>If TRO is satisfied the conveyance is not a tax avoidance scheme or part of a tax avoidance scheme and the value of the dutiable property conveyed to the shareholder does not exceed the value of the shareholder’s interest in the surplus assets of the company, the conveyance will be exempt under item 5 of Schedule 2 to the SDA.</w:t>
      </w:r>
    </w:p>
    <w:p w:rsidR="003A4B9D" w:rsidRPr="00312347" w:rsidRDefault="003A4B9D" w:rsidP="00312347">
      <w:pPr>
        <w:pStyle w:val="BlockText"/>
      </w:pPr>
      <w:r w:rsidRPr="00312347">
        <w:t>If the exemption does not apply, conveyance duty will be imposed based on the unencumbered value on the property at the date of the conveyance.</w:t>
      </w:r>
    </w:p>
    <w:p w:rsidR="003A4B9D" w:rsidRPr="004918B1" w:rsidRDefault="003A4B9D" w:rsidP="004918B1">
      <w:pPr>
        <w:pStyle w:val="HeadingTwo"/>
      </w:pPr>
      <w:r w:rsidRPr="004918B1">
        <w:t>Lodgement requirements</w:t>
      </w:r>
    </w:p>
    <w:p w:rsidR="003A4B9D" w:rsidRPr="00312347" w:rsidRDefault="003A4B9D" w:rsidP="00312347">
      <w:pPr>
        <w:pStyle w:val="BlockText"/>
        <w:rPr>
          <w:szCs w:val="24"/>
        </w:rPr>
      </w:pPr>
      <w:r w:rsidRPr="00312347">
        <w:t>Section 5.2.3 of the Stamp Duty Lodgement Guide (</w:t>
      </w:r>
      <w:hyperlink r:id="rId15" w:history="1">
        <w:r w:rsidRPr="00312347">
          <w:rPr>
            <w:rStyle w:val="Hyperlink"/>
          </w:rPr>
          <w:t>I-SD-001</w:t>
        </w:r>
      </w:hyperlink>
      <w:r w:rsidRPr="00312347">
        <w:t xml:space="preserve">) details the information required by TRO to determine whether the exemption applies. This includes a submission detailing the reasons why TRO should not regard the conveyance to be a tax avoidance scheme or part of a tax avoidance scheme. </w:t>
      </w:r>
    </w:p>
    <w:p w:rsidR="003A4B9D" w:rsidRPr="00312347" w:rsidRDefault="003A4B9D" w:rsidP="00312347">
      <w:pPr>
        <w:pStyle w:val="BlockText"/>
        <w:rPr>
          <w:szCs w:val="24"/>
        </w:rPr>
      </w:pPr>
      <w:r w:rsidRPr="00312347">
        <w:t>Taxpayers and tax advisers acting on their behalf should also bear in mind the obligation to make a full and true disclosure of all material facts and circumstances that may affect the assessment of tax (</w:t>
      </w:r>
      <w:r w:rsidR="00CE7D92">
        <w:t xml:space="preserve">for more information </w:t>
      </w:r>
      <w:r w:rsidRPr="00312347">
        <w:t xml:space="preserve">refer to Commissioner’s Guideline </w:t>
      </w:r>
      <w:hyperlink r:id="rId16" w:history="1">
        <w:r w:rsidRPr="00CE7D92">
          <w:rPr>
            <w:rStyle w:val="Hyperlink"/>
          </w:rPr>
          <w:t>CG</w:t>
        </w:r>
        <w:r w:rsidRPr="00CE7D92">
          <w:rPr>
            <w:rStyle w:val="Hyperlink"/>
          </w:rPr>
          <w:noBreakHyphen/>
          <w:t>GEN</w:t>
        </w:r>
        <w:r w:rsidRPr="00CE7D92">
          <w:rPr>
            <w:rStyle w:val="Hyperlink"/>
          </w:rPr>
          <w:noBreakHyphen/>
        </w:r>
        <w:r w:rsidRPr="00CE7D92">
          <w:rPr>
            <w:rStyle w:val="Hyperlink"/>
          </w:rPr>
          <w:t>0</w:t>
        </w:r>
        <w:r w:rsidRPr="00CE7D92">
          <w:rPr>
            <w:rStyle w:val="Hyperlink"/>
          </w:rPr>
          <w:t>05</w:t>
        </w:r>
      </w:hyperlink>
      <w:r w:rsidRPr="00312347">
        <w:t xml:space="preserve">: </w:t>
      </w:r>
      <w:r w:rsidRPr="00CE7D92">
        <w:rPr>
          <w:i/>
        </w:rPr>
        <w:t>Requirement for full and true disclosure</w:t>
      </w:r>
      <w:r w:rsidRPr="00312347">
        <w:t>).</w:t>
      </w:r>
    </w:p>
    <w:p w:rsidR="006034B6" w:rsidRPr="00287FA7" w:rsidRDefault="00513926" w:rsidP="004918B1">
      <w:pPr>
        <w:pStyle w:val="HeadingTwo"/>
      </w:pPr>
      <w:r w:rsidRPr="004918B1">
        <w:t>Commissioner’s Guidelines</w:t>
      </w:r>
    </w:p>
    <w:p w:rsidR="00206981" w:rsidRPr="00287FA7" w:rsidRDefault="00513926" w:rsidP="00312347">
      <w:pPr>
        <w:pStyle w:val="BlockText"/>
      </w:pPr>
      <w:r w:rsidRPr="00312347">
        <w:t xml:space="preserve">Commissioner’s Guideline </w:t>
      </w:r>
      <w:hyperlink r:id="rId17" w:history="1">
        <w:r w:rsidRPr="00CE7D92">
          <w:rPr>
            <w:rStyle w:val="Hyperlink"/>
          </w:rPr>
          <w:t>CG-GEN-001</w:t>
        </w:r>
      </w:hyperlink>
      <w:r w:rsidRPr="00312347">
        <w:t xml:space="preserve">, which sets out information on the revenue publication system, is incorporated into and is to be read as one with this Guideline. All Circulars and Guidelines are available from </w:t>
      </w:r>
      <w:r w:rsidR="00196C1B" w:rsidRPr="00312347">
        <w:t xml:space="preserve">the </w:t>
      </w:r>
      <w:r w:rsidRPr="00312347">
        <w:t>TRO website.</w:t>
      </w:r>
    </w:p>
    <w:p w:rsidR="00F65356" w:rsidRPr="00190562" w:rsidRDefault="00F65356" w:rsidP="004918B1">
      <w:pPr>
        <w:pStyle w:val="HeadingTwo"/>
      </w:pPr>
      <w:r w:rsidRPr="00190562">
        <w:t>Date of effect</w:t>
      </w:r>
    </w:p>
    <w:p w:rsidR="00F65356" w:rsidRPr="00312347" w:rsidRDefault="00F65356" w:rsidP="00CE7D92">
      <w:pPr>
        <w:pStyle w:val="BlockText"/>
        <w:numPr>
          <w:ilvl w:val="0"/>
          <w:numId w:val="0"/>
        </w:numPr>
      </w:pPr>
      <w:r w:rsidRPr="00312347">
        <w:t>This version of the Gui</w:t>
      </w:r>
      <w:r w:rsidR="003A4B9D" w:rsidRPr="00312347">
        <w:t>deline takes effect from 1 January 2008</w:t>
      </w:r>
      <w:r w:rsidR="00AE176B" w:rsidRPr="00312347">
        <w:t>.</w:t>
      </w:r>
    </w:p>
    <w:p w:rsidR="006034B6" w:rsidRDefault="006034B6" w:rsidP="006034B6"/>
    <w:p w:rsidR="00364D5F" w:rsidRDefault="00376C13" w:rsidP="006034B6">
      <w:r>
        <w:rPr>
          <w:noProof/>
        </w:rPr>
        <w:drawing>
          <wp:inline distT="0" distB="0" distL="0" distR="0">
            <wp:extent cx="2390775"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90775" cy="495300"/>
                    </a:xfrm>
                    <a:prstGeom prst="rect">
                      <a:avLst/>
                    </a:prstGeom>
                    <a:noFill/>
                    <a:ln>
                      <a:noFill/>
                    </a:ln>
                  </pic:spPr>
                </pic:pic>
              </a:graphicData>
            </a:graphic>
          </wp:inline>
        </w:drawing>
      </w:r>
    </w:p>
    <w:p w:rsidR="006034B6" w:rsidRDefault="003A4B9D" w:rsidP="006034B6">
      <w:r>
        <w:t>Craig Vukman</w:t>
      </w:r>
    </w:p>
    <w:p w:rsidR="006034B6" w:rsidRPr="005247E5" w:rsidRDefault="005247E5" w:rsidP="006034B6">
      <w:pPr>
        <w:rPr>
          <w:b/>
        </w:rPr>
      </w:pPr>
      <w:r w:rsidRPr="005247E5">
        <w:rPr>
          <w:b/>
        </w:rPr>
        <w:t>COMMISSIONER OF TERRITORY REVENUE</w:t>
      </w:r>
    </w:p>
    <w:p w:rsidR="006034B6" w:rsidRDefault="006034B6" w:rsidP="006034B6"/>
    <w:p w:rsidR="006034B6" w:rsidRDefault="006034B6" w:rsidP="006034B6">
      <w:r>
        <w:t>Date of Issue:</w:t>
      </w:r>
      <w:r w:rsidR="003A4B9D">
        <w:tab/>
      </w:r>
      <w:r w:rsidR="003A4B9D">
        <w:tab/>
        <w:t>2 January 2008</w:t>
      </w:r>
    </w:p>
    <w:p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5E639A" w:rsidTr="005E639A">
        <w:tc>
          <w:tcPr>
            <w:tcW w:w="9854" w:type="dxa"/>
            <w:gridSpan w:val="2"/>
          </w:tcPr>
          <w:p w:rsidR="006034B6" w:rsidRPr="005E639A" w:rsidRDefault="006034B6" w:rsidP="006034B6">
            <w:pPr>
              <w:rPr>
                <w:sz w:val="20"/>
              </w:rPr>
            </w:pPr>
            <w:r w:rsidRPr="005E639A">
              <w:rPr>
                <w:sz w:val="20"/>
              </w:rPr>
              <w:t>For further information please contact the Territory Revenue Office:</w:t>
            </w:r>
          </w:p>
        </w:tc>
      </w:tr>
      <w:tr w:rsidR="006034B6" w:rsidRPr="005E639A" w:rsidTr="005E639A">
        <w:tc>
          <w:tcPr>
            <w:tcW w:w="4927" w:type="dxa"/>
          </w:tcPr>
          <w:p w:rsidR="006034B6" w:rsidRPr="005E639A" w:rsidRDefault="006034B6" w:rsidP="006034B6">
            <w:pPr>
              <w:rPr>
                <w:sz w:val="20"/>
              </w:rPr>
            </w:pPr>
            <w:r w:rsidRPr="005E639A">
              <w:rPr>
                <w:sz w:val="20"/>
              </w:rPr>
              <w:t>GPO Box 154</w:t>
            </w:r>
          </w:p>
          <w:p w:rsidR="006034B6" w:rsidRPr="005E639A" w:rsidRDefault="006034B6" w:rsidP="006034B6">
            <w:pPr>
              <w:rPr>
                <w:sz w:val="20"/>
              </w:rPr>
            </w:pPr>
            <w:r w:rsidRPr="005E639A">
              <w:rPr>
                <w:sz w:val="20"/>
              </w:rPr>
              <w:t>Darwin  NT  0801</w:t>
            </w:r>
          </w:p>
          <w:p w:rsidR="006034B6" w:rsidRPr="00190562" w:rsidRDefault="006034B6" w:rsidP="00312347">
            <w:pPr>
              <w:pStyle w:val="BlockText"/>
            </w:pPr>
            <w:r w:rsidRPr="00287FA7">
              <w:t xml:space="preserve">Email: </w:t>
            </w:r>
            <w:hyperlink r:id="rId19" w:history="1">
              <w:r w:rsidR="00287FA7" w:rsidRPr="00190562">
                <w:rPr>
                  <w:rStyle w:val="Hyperlink"/>
                </w:rPr>
                <w:t>ntrevenue@nt.gov.au</w:t>
              </w:r>
            </w:hyperlink>
          </w:p>
        </w:tc>
        <w:tc>
          <w:tcPr>
            <w:tcW w:w="4927" w:type="dxa"/>
          </w:tcPr>
          <w:p w:rsidR="006034B6" w:rsidRPr="005E639A" w:rsidRDefault="006034B6" w:rsidP="006034B6">
            <w:pPr>
              <w:rPr>
                <w:sz w:val="20"/>
              </w:rPr>
            </w:pPr>
            <w:r w:rsidRPr="005E639A">
              <w:rPr>
                <w:sz w:val="20"/>
              </w:rPr>
              <w:t>Phone: 1300 305 353</w:t>
            </w:r>
          </w:p>
          <w:p w:rsidR="006034B6" w:rsidRPr="005E639A" w:rsidRDefault="006034B6" w:rsidP="006034B6">
            <w:pPr>
              <w:rPr>
                <w:sz w:val="20"/>
              </w:rPr>
            </w:pPr>
            <w:r w:rsidRPr="005E639A">
              <w:rPr>
                <w:sz w:val="20"/>
              </w:rPr>
              <w:t xml:space="preserve">Website: </w:t>
            </w:r>
            <w:hyperlink r:id="rId20" w:history="1">
              <w:r w:rsidRPr="005E639A">
                <w:rPr>
                  <w:rStyle w:val="Hyperlink"/>
                  <w:sz w:val="20"/>
                </w:rPr>
                <w:t>www.revenue.nt.gov.au</w:t>
              </w:r>
            </w:hyperlink>
          </w:p>
        </w:tc>
      </w:tr>
    </w:tbl>
    <w:p w:rsidR="006034B6" w:rsidRPr="00364D5F" w:rsidRDefault="006034B6" w:rsidP="00364D5F">
      <w:pPr>
        <w:tabs>
          <w:tab w:val="left" w:pos="3090"/>
        </w:tabs>
      </w:pPr>
    </w:p>
    <w:sectPr w:rsidR="006034B6" w:rsidRPr="00364D5F" w:rsidSect="00F65356">
      <w:headerReference w:type="even" r:id="rId21"/>
      <w:headerReference w:type="default" r:id="rId22"/>
      <w:footerReference w:type="default" r:id="rId23"/>
      <w:headerReference w:type="first" r:id="rId24"/>
      <w:footerReference w:type="first" r:id="rId25"/>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0F9" w:rsidRDefault="00A750F9">
      <w:r>
        <w:separator/>
      </w:r>
    </w:p>
  </w:endnote>
  <w:endnote w:type="continuationSeparator" w:id="0">
    <w:p w:rsidR="00A750F9" w:rsidRDefault="00A75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364D5F"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376C13">
      <w:rPr>
        <w:noProof/>
        <w:sz w:val="16"/>
        <w:szCs w:val="16"/>
      </w:rPr>
      <w:t>4</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376C13">
      <w:rPr>
        <w:noProof/>
        <w:sz w:val="16"/>
        <w:szCs w:val="16"/>
      </w:rPr>
      <w:t>4</w:t>
    </w:r>
    <w:r w:rsidRPr="006034B6">
      <w:rPr>
        <w:sz w:val="16"/>
        <w:szCs w:val="16"/>
      </w:rPr>
      <w:fldChar w:fldCharType="end"/>
    </w:r>
    <w:r>
      <w:rPr>
        <w:sz w:val="16"/>
        <w:szCs w:val="16"/>
      </w:rPr>
      <w:tab/>
      <w:t>CG-</w:t>
    </w:r>
    <w:r w:rsidR="003A4B9D">
      <w:rPr>
        <w:sz w:val="16"/>
        <w:szCs w:val="16"/>
      </w:rPr>
      <w:t>SD-012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6034B6"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376C13">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376C13">
      <w:rPr>
        <w:noProof/>
        <w:sz w:val="16"/>
        <w:szCs w:val="16"/>
      </w:rPr>
      <w:t>4</w:t>
    </w:r>
    <w:r w:rsidRPr="006034B6">
      <w:rPr>
        <w:sz w:val="16"/>
        <w:szCs w:val="16"/>
      </w:rPr>
      <w:fldChar w:fldCharType="end"/>
    </w:r>
    <w:r>
      <w:rPr>
        <w:sz w:val="16"/>
        <w:szCs w:val="16"/>
      </w:rPr>
      <w:tab/>
      <w:t>CG-</w:t>
    </w:r>
    <w:r w:rsidR="003A4B9D">
      <w:rPr>
        <w:sz w:val="16"/>
        <w:szCs w:val="16"/>
      </w:rPr>
      <w:t>SD-012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0F9" w:rsidRDefault="00A750F9">
      <w:r>
        <w:separator/>
      </w:r>
    </w:p>
  </w:footnote>
  <w:footnote w:type="continuationSeparator" w:id="0">
    <w:p w:rsidR="00A750F9" w:rsidRDefault="00A750F9">
      <w:r>
        <w:continuationSeparator/>
      </w:r>
    </w:p>
  </w:footnote>
  <w:footnote w:id="1">
    <w:p w:rsidR="003A4B9D" w:rsidRPr="006969B9" w:rsidRDefault="003A4B9D" w:rsidP="003A4B9D">
      <w:pPr>
        <w:pStyle w:val="FootnoteText"/>
        <w:rPr>
          <w:rFonts w:ascii="Arial" w:hAnsi="Arial" w:cs="Arial"/>
          <w:sz w:val="18"/>
          <w:szCs w:val="18"/>
        </w:rPr>
      </w:pPr>
      <w:r w:rsidRPr="006969B9">
        <w:rPr>
          <w:rStyle w:val="FootnoteReference"/>
          <w:rFonts w:ascii="Arial" w:hAnsi="Arial" w:cs="Arial"/>
          <w:sz w:val="18"/>
          <w:szCs w:val="18"/>
        </w:rPr>
        <w:footnoteRef/>
      </w:r>
      <w:r w:rsidRPr="006969B9">
        <w:rPr>
          <w:rFonts w:ascii="Arial" w:hAnsi="Arial" w:cs="Arial"/>
          <w:sz w:val="18"/>
          <w:szCs w:val="18"/>
        </w:rPr>
        <w:t xml:space="preserve"> Item 5 of Schedule 2</w:t>
      </w:r>
      <w:r>
        <w:rPr>
          <w:rFonts w:ascii="Arial" w:hAnsi="Arial" w:cs="Arial"/>
          <w:sz w:val="18"/>
          <w:szCs w:val="18"/>
        </w:rPr>
        <w:t xml:space="preserve"> to the SDA.</w:t>
      </w:r>
    </w:p>
  </w:footnote>
  <w:footnote w:id="2">
    <w:p w:rsidR="003A4B9D" w:rsidRPr="003C34E4" w:rsidRDefault="003A4B9D" w:rsidP="003A4B9D">
      <w:pPr>
        <w:pStyle w:val="FootnoteText"/>
        <w:rPr>
          <w:rFonts w:ascii="Arial" w:hAnsi="Arial" w:cs="Arial"/>
          <w:sz w:val="18"/>
          <w:szCs w:val="18"/>
        </w:rPr>
      </w:pPr>
      <w:r w:rsidRPr="003C34E4">
        <w:rPr>
          <w:rStyle w:val="FootnoteReference"/>
          <w:rFonts w:ascii="Arial" w:hAnsi="Arial" w:cs="Arial"/>
          <w:sz w:val="18"/>
          <w:szCs w:val="18"/>
        </w:rPr>
        <w:footnoteRef/>
      </w:r>
      <w:r>
        <w:rPr>
          <w:rFonts w:ascii="Arial" w:hAnsi="Arial" w:cs="Arial"/>
          <w:sz w:val="18"/>
          <w:szCs w:val="18"/>
        </w:rPr>
        <w:t xml:space="preserve"> </w:t>
      </w:r>
      <w:r w:rsidRPr="003C34E4">
        <w:rPr>
          <w:rFonts w:ascii="Arial" w:hAnsi="Arial" w:cs="Arial"/>
          <w:sz w:val="18"/>
          <w:szCs w:val="18"/>
        </w:rPr>
        <w:t>Section 4B(1) of the</w:t>
      </w:r>
      <w:r>
        <w:rPr>
          <w:rFonts w:ascii="Arial" w:hAnsi="Arial" w:cs="Arial"/>
          <w:sz w:val="18"/>
          <w:szCs w:val="18"/>
        </w:rPr>
        <w:t xml:space="preserve"> SDA.</w:t>
      </w:r>
    </w:p>
  </w:footnote>
  <w:footnote w:id="3">
    <w:p w:rsidR="003A4B9D" w:rsidRPr="003C34E4" w:rsidRDefault="003A4B9D" w:rsidP="003A4B9D">
      <w:pPr>
        <w:pStyle w:val="FootnoteText"/>
        <w:rPr>
          <w:sz w:val="18"/>
          <w:szCs w:val="18"/>
        </w:rPr>
      </w:pPr>
      <w:r w:rsidRPr="003C34E4">
        <w:rPr>
          <w:rStyle w:val="FootnoteReference"/>
          <w:rFonts w:ascii="Arial" w:hAnsi="Arial" w:cs="Arial"/>
          <w:sz w:val="18"/>
          <w:szCs w:val="18"/>
        </w:rPr>
        <w:footnoteRef/>
      </w:r>
      <w:r w:rsidRPr="003C34E4">
        <w:rPr>
          <w:rFonts w:ascii="Arial" w:hAnsi="Arial" w:cs="Arial"/>
          <w:sz w:val="18"/>
          <w:szCs w:val="18"/>
        </w:rPr>
        <w:t xml:space="preserve"> Section 4B(2) of </w:t>
      </w:r>
      <w:r>
        <w:rPr>
          <w:rFonts w:ascii="Arial" w:hAnsi="Arial" w:cs="Arial"/>
          <w:sz w:val="18"/>
          <w:szCs w:val="18"/>
        </w:rPr>
        <w:t>the SDA.</w:t>
      </w:r>
    </w:p>
  </w:footnote>
  <w:footnote w:id="4">
    <w:p w:rsidR="003A4B9D" w:rsidRPr="003C34E4" w:rsidRDefault="003A4B9D" w:rsidP="003A4B9D">
      <w:pPr>
        <w:pStyle w:val="FootnoteText"/>
        <w:spacing w:after="40"/>
        <w:jc w:val="both"/>
        <w:rPr>
          <w:rFonts w:ascii="Arial" w:hAnsi="Arial" w:cs="Arial"/>
          <w:sz w:val="18"/>
          <w:szCs w:val="18"/>
        </w:rPr>
      </w:pPr>
      <w:r w:rsidRPr="00CE5861">
        <w:rPr>
          <w:rStyle w:val="FootnoteReference"/>
          <w:rFonts w:ascii="Arial" w:hAnsi="Arial" w:cs="Arial"/>
          <w:sz w:val="18"/>
          <w:szCs w:val="18"/>
        </w:rPr>
        <w:footnoteRef/>
      </w:r>
      <w:r>
        <w:rPr>
          <w:rFonts w:ascii="Arial" w:hAnsi="Arial" w:cs="Arial"/>
          <w:sz w:val="18"/>
          <w:szCs w:val="18"/>
        </w:rPr>
        <w:t xml:space="preserve"> </w:t>
      </w:r>
      <w:r w:rsidRPr="003C34E4">
        <w:rPr>
          <w:rFonts w:ascii="Arial" w:hAnsi="Arial" w:cs="Arial"/>
          <w:i/>
          <w:sz w:val="18"/>
          <w:szCs w:val="18"/>
        </w:rPr>
        <w:t>Stardawn Investments Pty Ltd v Comptroller of Stamps (Vic)</w:t>
      </w:r>
      <w:r w:rsidRPr="003C34E4">
        <w:rPr>
          <w:rFonts w:ascii="Arial" w:hAnsi="Arial" w:cs="Arial"/>
          <w:sz w:val="18"/>
          <w:szCs w:val="18"/>
        </w:rPr>
        <w:t xml:space="preserve"> 84 ATC 4097; </w:t>
      </w:r>
      <w:r w:rsidRPr="003C34E4">
        <w:rPr>
          <w:rFonts w:ascii="Arial" w:hAnsi="Arial" w:cs="Arial"/>
          <w:i/>
          <w:sz w:val="18"/>
          <w:szCs w:val="18"/>
        </w:rPr>
        <w:t>David S</w:t>
      </w:r>
      <w:r>
        <w:rPr>
          <w:rFonts w:ascii="Arial" w:hAnsi="Arial" w:cs="Arial"/>
          <w:i/>
          <w:sz w:val="18"/>
          <w:szCs w:val="18"/>
        </w:rPr>
        <w:t xml:space="preserve">ecurities Pty Limited and Ors v </w:t>
      </w:r>
      <w:r w:rsidRPr="003C34E4">
        <w:rPr>
          <w:rFonts w:ascii="Arial" w:hAnsi="Arial" w:cs="Arial"/>
          <w:i/>
          <w:sz w:val="18"/>
          <w:szCs w:val="18"/>
        </w:rPr>
        <w:t>Commonwealth Bank of Australia</w:t>
      </w:r>
      <w:r w:rsidRPr="003C34E4">
        <w:rPr>
          <w:rFonts w:ascii="Arial" w:hAnsi="Arial" w:cs="Arial"/>
          <w:sz w:val="18"/>
          <w:szCs w:val="18"/>
        </w:rPr>
        <w:t xml:space="preserve"> 92 ATC 4658; </w:t>
      </w:r>
      <w:r w:rsidRPr="003C34E4">
        <w:rPr>
          <w:rFonts w:ascii="Arial" w:hAnsi="Arial" w:cs="Arial"/>
          <w:i/>
          <w:sz w:val="18"/>
          <w:szCs w:val="18"/>
        </w:rPr>
        <w:t>Commissioner of State Revenue (Vic) v Purdale Holdings Pty Ltd</w:t>
      </w:r>
      <w:r w:rsidRPr="003C34E4">
        <w:rPr>
          <w:rFonts w:ascii="Arial" w:hAnsi="Arial" w:cs="Arial"/>
          <w:sz w:val="18"/>
          <w:szCs w:val="18"/>
        </w:rPr>
        <w:t xml:space="preserve"> 2003 ATC 4847.</w:t>
      </w:r>
    </w:p>
  </w:footnote>
  <w:footnote w:id="5">
    <w:p w:rsidR="003A4B9D" w:rsidRPr="003C34E4" w:rsidRDefault="003A4B9D" w:rsidP="003A4B9D">
      <w:pPr>
        <w:pStyle w:val="FootnoteText"/>
        <w:spacing w:after="40"/>
        <w:ind w:left="142" w:hanging="142"/>
        <w:jc w:val="both"/>
        <w:rPr>
          <w:sz w:val="18"/>
          <w:szCs w:val="18"/>
        </w:rPr>
      </w:pPr>
      <w:r w:rsidRPr="00CE5861">
        <w:rPr>
          <w:rStyle w:val="FootnoteReference"/>
          <w:rFonts w:ascii="Arial" w:hAnsi="Arial" w:cs="Arial"/>
          <w:sz w:val="18"/>
          <w:szCs w:val="18"/>
        </w:rPr>
        <w:footnoteRef/>
      </w:r>
      <w:r w:rsidRPr="003C34E4">
        <w:rPr>
          <w:rFonts w:ascii="Arial" w:hAnsi="Arial" w:cs="Arial"/>
          <w:sz w:val="18"/>
          <w:szCs w:val="18"/>
        </w:rPr>
        <w:t xml:space="preserve"> </w:t>
      </w:r>
      <w:r w:rsidRPr="003C34E4">
        <w:rPr>
          <w:rFonts w:ascii="Arial" w:hAnsi="Arial" w:cs="Arial"/>
          <w:i/>
          <w:sz w:val="18"/>
          <w:szCs w:val="18"/>
        </w:rPr>
        <w:t>Commissioner of State Revenue (Vic) v Purdale Holdings Pty Ltd</w:t>
      </w:r>
      <w:r w:rsidRPr="003C34E4">
        <w:rPr>
          <w:rFonts w:ascii="Arial" w:hAnsi="Arial" w:cs="Arial"/>
          <w:sz w:val="18"/>
          <w:szCs w:val="18"/>
        </w:rPr>
        <w:t xml:space="preserve"> 2003 ATC 4847.</w:t>
      </w:r>
    </w:p>
  </w:footnote>
  <w:footnote w:id="6">
    <w:p w:rsidR="003A4B9D" w:rsidRPr="003C34E4" w:rsidRDefault="003A4B9D" w:rsidP="003A4B9D">
      <w:pPr>
        <w:pStyle w:val="FootnoteText"/>
        <w:ind w:left="142" w:hanging="142"/>
        <w:rPr>
          <w:rFonts w:ascii="Arial" w:hAnsi="Arial" w:cs="Arial"/>
          <w:sz w:val="18"/>
          <w:szCs w:val="18"/>
        </w:rPr>
      </w:pPr>
      <w:r w:rsidRPr="003C34E4">
        <w:rPr>
          <w:rStyle w:val="FootnoteReference"/>
          <w:rFonts w:ascii="Arial" w:hAnsi="Arial" w:cs="Arial"/>
          <w:sz w:val="18"/>
          <w:szCs w:val="18"/>
        </w:rPr>
        <w:footnoteRef/>
      </w:r>
      <w:r w:rsidRPr="003C34E4">
        <w:rPr>
          <w:rFonts w:ascii="Arial" w:hAnsi="Arial" w:cs="Arial"/>
          <w:sz w:val="18"/>
          <w:szCs w:val="18"/>
        </w:rPr>
        <w:t xml:space="preserve"> Section 4B(3) of the </w:t>
      </w:r>
      <w:r w:rsidRPr="003C34E4">
        <w:rPr>
          <w:rFonts w:ascii="Arial" w:hAnsi="Arial" w:cs="Arial"/>
          <w:i/>
          <w:sz w:val="18"/>
          <w:szCs w:val="18"/>
        </w:rPr>
        <w:t>Taxation (Administration) Act</w:t>
      </w:r>
      <w:r w:rsidRPr="003C34E4">
        <w:rPr>
          <w:rFonts w:ascii="Arial" w:hAnsi="Arial" w:cs="Arial"/>
          <w:sz w:val="18"/>
          <w:szCs w:val="18"/>
        </w:rPr>
        <w:t>.</w:t>
      </w:r>
    </w:p>
  </w:footnote>
  <w:footnote w:id="7">
    <w:p w:rsidR="003A4B9D" w:rsidRPr="003C34E4" w:rsidRDefault="003A4B9D" w:rsidP="003A4B9D">
      <w:pPr>
        <w:pStyle w:val="FootnoteText"/>
        <w:ind w:left="142" w:hanging="142"/>
        <w:rPr>
          <w:rFonts w:ascii="Arial" w:hAnsi="Arial" w:cs="Arial"/>
          <w:sz w:val="18"/>
          <w:szCs w:val="18"/>
        </w:rPr>
      </w:pPr>
      <w:r w:rsidRPr="003C34E4">
        <w:rPr>
          <w:rStyle w:val="FootnoteReference"/>
          <w:rFonts w:ascii="Arial" w:hAnsi="Arial" w:cs="Arial"/>
          <w:sz w:val="18"/>
          <w:szCs w:val="18"/>
        </w:rPr>
        <w:footnoteRef/>
      </w:r>
      <w:r w:rsidRPr="003C34E4">
        <w:rPr>
          <w:rFonts w:ascii="Arial" w:hAnsi="Arial" w:cs="Arial"/>
          <w:sz w:val="18"/>
          <w:szCs w:val="18"/>
        </w:rPr>
        <w:t xml:space="preserve"> </w:t>
      </w:r>
      <w:r w:rsidRPr="003C34E4">
        <w:rPr>
          <w:rFonts w:ascii="Arial" w:hAnsi="Arial" w:cs="Arial"/>
          <w:i/>
          <w:sz w:val="18"/>
          <w:szCs w:val="18"/>
        </w:rPr>
        <w:t>Commissioner of State Revenue (Vic) v Purdale Holdings Pty Ltd</w:t>
      </w:r>
      <w:r w:rsidRPr="003C34E4">
        <w:rPr>
          <w:rFonts w:ascii="Arial" w:hAnsi="Arial" w:cs="Arial"/>
          <w:sz w:val="18"/>
          <w:szCs w:val="18"/>
        </w:rPr>
        <w:t xml:space="preserve"> 2003 ATC 4847.</w:t>
      </w:r>
    </w:p>
  </w:footnote>
  <w:footnote w:id="8">
    <w:p w:rsidR="003A4B9D" w:rsidRPr="00DD0497" w:rsidRDefault="003A4B9D" w:rsidP="003A4B9D">
      <w:pPr>
        <w:pStyle w:val="FootnoteText"/>
        <w:ind w:left="142" w:hanging="142"/>
      </w:pPr>
      <w:r w:rsidRPr="003C34E4">
        <w:rPr>
          <w:rStyle w:val="FootnoteReference"/>
          <w:rFonts w:ascii="Arial" w:hAnsi="Arial" w:cs="Arial"/>
          <w:sz w:val="18"/>
          <w:szCs w:val="18"/>
        </w:rPr>
        <w:footnoteRef/>
      </w:r>
      <w:r w:rsidRPr="003C34E4">
        <w:rPr>
          <w:rFonts w:ascii="Arial" w:hAnsi="Arial" w:cs="Arial"/>
          <w:sz w:val="18"/>
          <w:szCs w:val="18"/>
        </w:rPr>
        <w:t xml:space="preserve"> </w:t>
      </w:r>
      <w:r w:rsidRPr="003C34E4">
        <w:rPr>
          <w:rFonts w:ascii="Arial" w:hAnsi="Arial" w:cs="Arial"/>
          <w:i/>
          <w:sz w:val="18"/>
          <w:szCs w:val="18"/>
        </w:rPr>
        <w:t>Macquarie Finance Limited v Commissioner of Taxation</w:t>
      </w:r>
      <w:r w:rsidRPr="003C34E4">
        <w:rPr>
          <w:rFonts w:ascii="Arial" w:hAnsi="Arial" w:cs="Arial"/>
          <w:sz w:val="18"/>
          <w:szCs w:val="18"/>
        </w:rPr>
        <w:t xml:space="preserve"> [2004] FCA 1170.</w:t>
      </w:r>
    </w:p>
  </w:footnote>
  <w:footnote w:id="9">
    <w:p w:rsidR="003A4B9D" w:rsidRPr="00827229" w:rsidRDefault="003A4B9D" w:rsidP="003A4B9D">
      <w:pPr>
        <w:pStyle w:val="FootnoteText"/>
        <w:rPr>
          <w:rFonts w:ascii="Arial" w:hAnsi="Arial" w:cs="Arial"/>
          <w:sz w:val="18"/>
          <w:szCs w:val="18"/>
        </w:rPr>
      </w:pPr>
      <w:r w:rsidRPr="00827229">
        <w:rPr>
          <w:rStyle w:val="FootnoteReference"/>
          <w:rFonts w:ascii="Arial" w:hAnsi="Arial" w:cs="Arial"/>
          <w:sz w:val="18"/>
          <w:szCs w:val="18"/>
        </w:rPr>
        <w:footnoteRef/>
      </w:r>
      <w:r w:rsidRPr="00827229">
        <w:rPr>
          <w:rFonts w:ascii="Arial" w:hAnsi="Arial" w:cs="Arial"/>
          <w:sz w:val="18"/>
          <w:szCs w:val="18"/>
        </w:rPr>
        <w:t xml:space="preserve"> </w:t>
      </w:r>
      <w:r>
        <w:rPr>
          <w:rFonts w:ascii="Arial" w:hAnsi="Arial" w:cs="Arial"/>
          <w:sz w:val="18"/>
          <w:szCs w:val="18"/>
        </w:rPr>
        <w:t xml:space="preserve">Part 3, </w:t>
      </w:r>
      <w:r w:rsidRPr="00827229">
        <w:rPr>
          <w:rFonts w:ascii="Arial" w:hAnsi="Arial" w:cs="Arial"/>
          <w:sz w:val="18"/>
          <w:szCs w:val="18"/>
        </w:rPr>
        <w:t xml:space="preserve">Division 8A of </w:t>
      </w:r>
      <w:r>
        <w:rPr>
          <w:rFonts w:ascii="Arial" w:hAnsi="Arial" w:cs="Arial"/>
          <w:sz w:val="18"/>
          <w:szCs w:val="18"/>
        </w:rPr>
        <w:t>the SDA.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5A49" w:rsidRDefault="00945A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Pr="003765CD" w:rsidRDefault="00945A49"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376C13" w:rsidP="0019571B">
    <w:pPr>
      <w:pStyle w:val="NTTHeaderInfo"/>
      <w:rPr>
        <w:b/>
        <w:noProof/>
      </w:rPr>
    </w:pPr>
    <w:r>
      <w:rPr>
        <w:noProof/>
      </w:rPr>
      <w:drawing>
        <wp:anchor distT="0" distB="0" distL="114300" distR="114300" simplePos="0" relativeHeight="251657728" behindDoc="1" locked="0" layoutInCell="1" allowOverlap="1">
          <wp:simplePos x="0" y="0"/>
          <wp:positionH relativeFrom="column">
            <wp:posOffset>-472440</wp:posOffset>
          </wp:positionH>
          <wp:positionV relativeFrom="paragraph">
            <wp:posOffset>-169545</wp:posOffset>
          </wp:positionV>
          <wp:extent cx="7108825" cy="885825"/>
          <wp:effectExtent l="0" t="0" r="0" b="0"/>
          <wp:wrapThrough wrapText="bothSides">
            <wp:wrapPolygon edited="0">
              <wp:start x="0" y="0"/>
              <wp:lineTo x="0" y="21368"/>
              <wp:lineTo x="21532" y="21368"/>
              <wp:lineTo x="21532" y="0"/>
              <wp:lineTo x="0" y="0"/>
            </wp:wrapPolygon>
          </wp:wrapThrough>
          <wp:docPr id="5" name="Picture 5" descr="DT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0882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5A49" w:rsidRDefault="00945A49" w:rsidP="0019571B">
    <w:pPr>
      <w:pStyle w:val="NTTHeaderInfo"/>
      <w:rPr>
        <w:b/>
        <w:noProof/>
      </w:rPr>
    </w:pPr>
  </w:p>
  <w:p w:rsidR="00945A49" w:rsidRDefault="00945A49" w:rsidP="0019571B">
    <w:pPr>
      <w:pStyle w:val="NTTHeaderInfo"/>
      <w:rPr>
        <w:b/>
        <w:noProof/>
      </w:rPr>
    </w:pPr>
  </w:p>
  <w:p w:rsidR="00945A49" w:rsidRDefault="00945A49">
    <w:pPr>
      <w:pStyle w:val="Header"/>
    </w:pPr>
  </w:p>
  <w:p w:rsidR="00945A49" w:rsidRDefault="00945A49">
    <w:pPr>
      <w:pStyle w:val="Header"/>
    </w:pPr>
  </w:p>
  <w:p w:rsidR="00945A49" w:rsidRDefault="00945A49">
    <w:pPr>
      <w:pStyle w:val="Header"/>
    </w:pPr>
  </w:p>
  <w:p w:rsidR="00F65356" w:rsidRDefault="00F653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88F6EEB2"/>
    <w:numStyleLink w:val="Text"/>
  </w:abstractNum>
  <w:abstractNum w:abstractNumId="3">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4">
    <w:nsid w:val="1CD8473B"/>
    <w:multiLevelType w:val="hybridMultilevel"/>
    <w:tmpl w:val="DCA8A614"/>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3E3373F6"/>
    <w:multiLevelType w:val="hybridMultilevel"/>
    <w:tmpl w:val="C5363022"/>
    <w:lvl w:ilvl="0" w:tplc="C4966800">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9">
    <w:nsid w:val="49BA2B3A"/>
    <w:multiLevelType w:val="hybridMultilevel"/>
    <w:tmpl w:val="2132FF34"/>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7294591F"/>
    <w:multiLevelType w:val="multilevel"/>
    <w:tmpl w:val="88F6EEB2"/>
    <w:numStyleLink w:val="Text"/>
  </w:abstractNum>
  <w:num w:numId="1">
    <w:abstractNumId w:val="11"/>
  </w:num>
  <w:num w:numId="2">
    <w:abstractNumId w:val="7"/>
  </w:num>
  <w:num w:numId="3">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2"/>
  </w:num>
  <w:num w:numId="6">
    <w:abstractNumId w:val="8"/>
  </w:num>
  <w:num w:numId="7">
    <w:abstractNumId w:val="10"/>
  </w:num>
  <w:num w:numId="8">
    <w:abstractNumId w:val="0"/>
  </w:num>
  <w:num w:numId="9">
    <w:abstractNumId w:val="3"/>
  </w:num>
  <w:num w:numId="10">
    <w:abstractNumId w:val="4"/>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edit="readOnly" w:enforcement="1" w:cryptProviderType="rsaFull" w:cryptAlgorithmClass="hash" w:cryptAlgorithmType="typeAny" w:cryptAlgorithmSid="4" w:cryptSpinCount="100000" w:hash="Vnzhk+W9UAYPkt+hbDMPA6tq6XE=" w:salt="MKWblxKDs0u+/cW0Nnk3Ww=="/>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B9D"/>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47B"/>
    <w:rsid w:val="00063A93"/>
    <w:rsid w:val="00063EAC"/>
    <w:rsid w:val="00067AE5"/>
    <w:rsid w:val="00070001"/>
    <w:rsid w:val="000755D7"/>
    <w:rsid w:val="00081963"/>
    <w:rsid w:val="00081984"/>
    <w:rsid w:val="000917B2"/>
    <w:rsid w:val="00094D2B"/>
    <w:rsid w:val="000968BE"/>
    <w:rsid w:val="000A058E"/>
    <w:rsid w:val="000A1789"/>
    <w:rsid w:val="000A57FE"/>
    <w:rsid w:val="000A5BAB"/>
    <w:rsid w:val="000A5FAF"/>
    <w:rsid w:val="000A7ABD"/>
    <w:rsid w:val="000B1FE4"/>
    <w:rsid w:val="000C0DD5"/>
    <w:rsid w:val="000C2C04"/>
    <w:rsid w:val="000C3AD0"/>
    <w:rsid w:val="000C5DAB"/>
    <w:rsid w:val="000C62A6"/>
    <w:rsid w:val="000D21B9"/>
    <w:rsid w:val="000D4683"/>
    <w:rsid w:val="000D760C"/>
    <w:rsid w:val="000E26E6"/>
    <w:rsid w:val="000E4D8E"/>
    <w:rsid w:val="000F7515"/>
    <w:rsid w:val="00112237"/>
    <w:rsid w:val="001171EA"/>
    <w:rsid w:val="00117E21"/>
    <w:rsid w:val="00117F5D"/>
    <w:rsid w:val="00120400"/>
    <w:rsid w:val="0012101B"/>
    <w:rsid w:val="0012610A"/>
    <w:rsid w:val="001271FF"/>
    <w:rsid w:val="0013250A"/>
    <w:rsid w:val="00133513"/>
    <w:rsid w:val="00134634"/>
    <w:rsid w:val="00135C96"/>
    <w:rsid w:val="001364CD"/>
    <w:rsid w:val="001407E2"/>
    <w:rsid w:val="001422DD"/>
    <w:rsid w:val="001521B6"/>
    <w:rsid w:val="00153959"/>
    <w:rsid w:val="00153AFD"/>
    <w:rsid w:val="001545F9"/>
    <w:rsid w:val="001579C2"/>
    <w:rsid w:val="00160881"/>
    <w:rsid w:val="0016262C"/>
    <w:rsid w:val="00164258"/>
    <w:rsid w:val="00164A3A"/>
    <w:rsid w:val="00166509"/>
    <w:rsid w:val="00176573"/>
    <w:rsid w:val="0018229E"/>
    <w:rsid w:val="00184056"/>
    <w:rsid w:val="00184984"/>
    <w:rsid w:val="00184B7C"/>
    <w:rsid w:val="00187674"/>
    <w:rsid w:val="00190562"/>
    <w:rsid w:val="00192F6F"/>
    <w:rsid w:val="0019571B"/>
    <w:rsid w:val="00196C1B"/>
    <w:rsid w:val="001971A1"/>
    <w:rsid w:val="0019771F"/>
    <w:rsid w:val="001A6196"/>
    <w:rsid w:val="001B71AE"/>
    <w:rsid w:val="001B793F"/>
    <w:rsid w:val="001B7AC7"/>
    <w:rsid w:val="001C422C"/>
    <w:rsid w:val="001C4568"/>
    <w:rsid w:val="001D27E9"/>
    <w:rsid w:val="001D4089"/>
    <w:rsid w:val="001D5A9F"/>
    <w:rsid w:val="001D6742"/>
    <w:rsid w:val="001D69E9"/>
    <w:rsid w:val="001D7DC4"/>
    <w:rsid w:val="001E3578"/>
    <w:rsid w:val="001E6135"/>
    <w:rsid w:val="001F4991"/>
    <w:rsid w:val="001F5273"/>
    <w:rsid w:val="001F60FE"/>
    <w:rsid w:val="001F6B23"/>
    <w:rsid w:val="001F7B6E"/>
    <w:rsid w:val="0020039D"/>
    <w:rsid w:val="0020232B"/>
    <w:rsid w:val="00204372"/>
    <w:rsid w:val="002048E7"/>
    <w:rsid w:val="00206981"/>
    <w:rsid w:val="00207E37"/>
    <w:rsid w:val="00210686"/>
    <w:rsid w:val="002115E6"/>
    <w:rsid w:val="00211ADE"/>
    <w:rsid w:val="00215A9D"/>
    <w:rsid w:val="0021684D"/>
    <w:rsid w:val="00220E1E"/>
    <w:rsid w:val="00221114"/>
    <w:rsid w:val="0022361B"/>
    <w:rsid w:val="00224644"/>
    <w:rsid w:val="0022584E"/>
    <w:rsid w:val="002306CE"/>
    <w:rsid w:val="0023083D"/>
    <w:rsid w:val="002374AC"/>
    <w:rsid w:val="00237B7C"/>
    <w:rsid w:val="00242910"/>
    <w:rsid w:val="002440CC"/>
    <w:rsid w:val="0024555A"/>
    <w:rsid w:val="002466CE"/>
    <w:rsid w:val="002524C0"/>
    <w:rsid w:val="002526A8"/>
    <w:rsid w:val="00252EA3"/>
    <w:rsid w:val="0025439F"/>
    <w:rsid w:val="002545A4"/>
    <w:rsid w:val="002546CB"/>
    <w:rsid w:val="002548C6"/>
    <w:rsid w:val="002555DE"/>
    <w:rsid w:val="00271740"/>
    <w:rsid w:val="0027490B"/>
    <w:rsid w:val="0027710E"/>
    <w:rsid w:val="002863EF"/>
    <w:rsid w:val="00287FA7"/>
    <w:rsid w:val="00295BEF"/>
    <w:rsid w:val="00297E74"/>
    <w:rsid w:val="002A03A5"/>
    <w:rsid w:val="002A3775"/>
    <w:rsid w:val="002A5567"/>
    <w:rsid w:val="002A5623"/>
    <w:rsid w:val="002A7D1F"/>
    <w:rsid w:val="002B1738"/>
    <w:rsid w:val="002C0386"/>
    <w:rsid w:val="002C1DA7"/>
    <w:rsid w:val="002C267D"/>
    <w:rsid w:val="002D4686"/>
    <w:rsid w:val="002D6B9D"/>
    <w:rsid w:val="002D7B81"/>
    <w:rsid w:val="002E1CE1"/>
    <w:rsid w:val="00301586"/>
    <w:rsid w:val="00307F79"/>
    <w:rsid w:val="00311AB6"/>
    <w:rsid w:val="00312347"/>
    <w:rsid w:val="00314B99"/>
    <w:rsid w:val="00314C98"/>
    <w:rsid w:val="00314E75"/>
    <w:rsid w:val="00323FDD"/>
    <w:rsid w:val="00327C11"/>
    <w:rsid w:val="00330CA3"/>
    <w:rsid w:val="00332D45"/>
    <w:rsid w:val="00340212"/>
    <w:rsid w:val="00343BDF"/>
    <w:rsid w:val="003455BA"/>
    <w:rsid w:val="003458E7"/>
    <w:rsid w:val="00350C52"/>
    <w:rsid w:val="00350DA3"/>
    <w:rsid w:val="0035373D"/>
    <w:rsid w:val="00354185"/>
    <w:rsid w:val="00354627"/>
    <w:rsid w:val="00355A73"/>
    <w:rsid w:val="00355AD3"/>
    <w:rsid w:val="003566B4"/>
    <w:rsid w:val="003627B1"/>
    <w:rsid w:val="003649F0"/>
    <w:rsid w:val="00364D5F"/>
    <w:rsid w:val="00365875"/>
    <w:rsid w:val="003659AD"/>
    <w:rsid w:val="00371470"/>
    <w:rsid w:val="00371523"/>
    <w:rsid w:val="00371DC6"/>
    <w:rsid w:val="00371E1A"/>
    <w:rsid w:val="003765CD"/>
    <w:rsid w:val="00376C13"/>
    <w:rsid w:val="00385103"/>
    <w:rsid w:val="00386424"/>
    <w:rsid w:val="00386D5A"/>
    <w:rsid w:val="0038749B"/>
    <w:rsid w:val="00393DD6"/>
    <w:rsid w:val="00394D70"/>
    <w:rsid w:val="0039737A"/>
    <w:rsid w:val="003A4B9D"/>
    <w:rsid w:val="003A525E"/>
    <w:rsid w:val="003A7455"/>
    <w:rsid w:val="003B21D5"/>
    <w:rsid w:val="003B4A50"/>
    <w:rsid w:val="003B4C4C"/>
    <w:rsid w:val="003B680A"/>
    <w:rsid w:val="003C1073"/>
    <w:rsid w:val="003C6832"/>
    <w:rsid w:val="003D0F41"/>
    <w:rsid w:val="003D26A8"/>
    <w:rsid w:val="003D3D24"/>
    <w:rsid w:val="003D400C"/>
    <w:rsid w:val="003D5245"/>
    <w:rsid w:val="003E23F6"/>
    <w:rsid w:val="003E5274"/>
    <w:rsid w:val="003E62DE"/>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4DCE"/>
    <w:rsid w:val="004302A2"/>
    <w:rsid w:val="00430725"/>
    <w:rsid w:val="00431E0A"/>
    <w:rsid w:val="00432945"/>
    <w:rsid w:val="00434F1E"/>
    <w:rsid w:val="004362E6"/>
    <w:rsid w:val="004379E6"/>
    <w:rsid w:val="004407DC"/>
    <w:rsid w:val="0045415A"/>
    <w:rsid w:val="0045697A"/>
    <w:rsid w:val="00456CDA"/>
    <w:rsid w:val="004572A6"/>
    <w:rsid w:val="00461243"/>
    <w:rsid w:val="00463743"/>
    <w:rsid w:val="004646F7"/>
    <w:rsid w:val="00465AB2"/>
    <w:rsid w:val="004660CB"/>
    <w:rsid w:val="00466FB5"/>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18B1"/>
    <w:rsid w:val="00492379"/>
    <w:rsid w:val="004941E5"/>
    <w:rsid w:val="00494D6F"/>
    <w:rsid w:val="004A3687"/>
    <w:rsid w:val="004A5CE6"/>
    <w:rsid w:val="004A60E1"/>
    <w:rsid w:val="004B003D"/>
    <w:rsid w:val="004B39EB"/>
    <w:rsid w:val="004B4B9D"/>
    <w:rsid w:val="004C0D46"/>
    <w:rsid w:val="004C12DE"/>
    <w:rsid w:val="004C5782"/>
    <w:rsid w:val="004C5891"/>
    <w:rsid w:val="004C6027"/>
    <w:rsid w:val="004D04AA"/>
    <w:rsid w:val="004D3B44"/>
    <w:rsid w:val="004E09CA"/>
    <w:rsid w:val="004E391B"/>
    <w:rsid w:val="004E502F"/>
    <w:rsid w:val="004E5F24"/>
    <w:rsid w:val="004E69E8"/>
    <w:rsid w:val="004F103E"/>
    <w:rsid w:val="004F49E4"/>
    <w:rsid w:val="00500BE6"/>
    <w:rsid w:val="0050534D"/>
    <w:rsid w:val="0051194C"/>
    <w:rsid w:val="00513926"/>
    <w:rsid w:val="00516D27"/>
    <w:rsid w:val="00517382"/>
    <w:rsid w:val="005205CA"/>
    <w:rsid w:val="00520F76"/>
    <w:rsid w:val="00522191"/>
    <w:rsid w:val="005247E5"/>
    <w:rsid w:val="00525881"/>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5249"/>
    <w:rsid w:val="0056224B"/>
    <w:rsid w:val="005628C3"/>
    <w:rsid w:val="00566890"/>
    <w:rsid w:val="005707AB"/>
    <w:rsid w:val="00572867"/>
    <w:rsid w:val="00573A16"/>
    <w:rsid w:val="0058140E"/>
    <w:rsid w:val="00581D64"/>
    <w:rsid w:val="00582D7B"/>
    <w:rsid w:val="005855C5"/>
    <w:rsid w:val="0058646E"/>
    <w:rsid w:val="00587446"/>
    <w:rsid w:val="005930E0"/>
    <w:rsid w:val="00596353"/>
    <w:rsid w:val="00596B7E"/>
    <w:rsid w:val="005A0101"/>
    <w:rsid w:val="005A6A98"/>
    <w:rsid w:val="005A6EAB"/>
    <w:rsid w:val="005B03D6"/>
    <w:rsid w:val="005B3B6D"/>
    <w:rsid w:val="005B419B"/>
    <w:rsid w:val="005B43D5"/>
    <w:rsid w:val="005B4B9A"/>
    <w:rsid w:val="005B5511"/>
    <w:rsid w:val="005D0992"/>
    <w:rsid w:val="005D2C5B"/>
    <w:rsid w:val="005D4468"/>
    <w:rsid w:val="005D54FC"/>
    <w:rsid w:val="005E5A0B"/>
    <w:rsid w:val="005E639A"/>
    <w:rsid w:val="005E722D"/>
    <w:rsid w:val="005F0CAA"/>
    <w:rsid w:val="005F1765"/>
    <w:rsid w:val="005F21D9"/>
    <w:rsid w:val="005F2627"/>
    <w:rsid w:val="006023B8"/>
    <w:rsid w:val="0060284F"/>
    <w:rsid w:val="006034B6"/>
    <w:rsid w:val="00605813"/>
    <w:rsid w:val="00605CAB"/>
    <w:rsid w:val="006102F8"/>
    <w:rsid w:val="00612FBB"/>
    <w:rsid w:val="0061625F"/>
    <w:rsid w:val="006226DC"/>
    <w:rsid w:val="00623756"/>
    <w:rsid w:val="00624CDA"/>
    <w:rsid w:val="00626B28"/>
    <w:rsid w:val="00630FFB"/>
    <w:rsid w:val="00632A1A"/>
    <w:rsid w:val="00634CF3"/>
    <w:rsid w:val="00635C62"/>
    <w:rsid w:val="00635F78"/>
    <w:rsid w:val="00645230"/>
    <w:rsid w:val="00645F0D"/>
    <w:rsid w:val="006501B7"/>
    <w:rsid w:val="00654280"/>
    <w:rsid w:val="006552F7"/>
    <w:rsid w:val="006575EA"/>
    <w:rsid w:val="0066709F"/>
    <w:rsid w:val="006831AE"/>
    <w:rsid w:val="0069461E"/>
    <w:rsid w:val="006A21A5"/>
    <w:rsid w:val="006A30C4"/>
    <w:rsid w:val="006A356D"/>
    <w:rsid w:val="006B002A"/>
    <w:rsid w:val="006B0776"/>
    <w:rsid w:val="006B19DB"/>
    <w:rsid w:val="006B3D13"/>
    <w:rsid w:val="006B455C"/>
    <w:rsid w:val="006B605D"/>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56AA"/>
    <w:rsid w:val="006F5C85"/>
    <w:rsid w:val="00700C9F"/>
    <w:rsid w:val="00703666"/>
    <w:rsid w:val="0070603B"/>
    <w:rsid w:val="00706F00"/>
    <w:rsid w:val="00713E0D"/>
    <w:rsid w:val="00720153"/>
    <w:rsid w:val="00724967"/>
    <w:rsid w:val="00731530"/>
    <w:rsid w:val="00736DB7"/>
    <w:rsid w:val="0074419C"/>
    <w:rsid w:val="007445E4"/>
    <w:rsid w:val="007501B1"/>
    <w:rsid w:val="0075176D"/>
    <w:rsid w:val="0075179B"/>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442B"/>
    <w:rsid w:val="007A4587"/>
    <w:rsid w:val="007A553D"/>
    <w:rsid w:val="007B1307"/>
    <w:rsid w:val="007B51DD"/>
    <w:rsid w:val="007B7CC0"/>
    <w:rsid w:val="007C0E96"/>
    <w:rsid w:val="007C1D40"/>
    <w:rsid w:val="007C4B87"/>
    <w:rsid w:val="007C62CA"/>
    <w:rsid w:val="007C71F4"/>
    <w:rsid w:val="007D290F"/>
    <w:rsid w:val="007D34CA"/>
    <w:rsid w:val="007D40A4"/>
    <w:rsid w:val="007D4D03"/>
    <w:rsid w:val="007D5AFB"/>
    <w:rsid w:val="007D7071"/>
    <w:rsid w:val="007E4470"/>
    <w:rsid w:val="007E6321"/>
    <w:rsid w:val="007E6726"/>
    <w:rsid w:val="007F0790"/>
    <w:rsid w:val="007F10F3"/>
    <w:rsid w:val="007F23CE"/>
    <w:rsid w:val="007F3D47"/>
    <w:rsid w:val="007F458D"/>
    <w:rsid w:val="007F5FDB"/>
    <w:rsid w:val="007F658A"/>
    <w:rsid w:val="007F78D8"/>
    <w:rsid w:val="008049A2"/>
    <w:rsid w:val="00807DD2"/>
    <w:rsid w:val="0081131C"/>
    <w:rsid w:val="00821BA6"/>
    <w:rsid w:val="00824BAA"/>
    <w:rsid w:val="00824DF7"/>
    <w:rsid w:val="00827A50"/>
    <w:rsid w:val="008323D0"/>
    <w:rsid w:val="00832DC1"/>
    <w:rsid w:val="0084462A"/>
    <w:rsid w:val="008525BF"/>
    <w:rsid w:val="00854345"/>
    <w:rsid w:val="00855DA8"/>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5691"/>
    <w:rsid w:val="008A7265"/>
    <w:rsid w:val="008B23E9"/>
    <w:rsid w:val="008B3039"/>
    <w:rsid w:val="008C0559"/>
    <w:rsid w:val="008C1207"/>
    <w:rsid w:val="008C3763"/>
    <w:rsid w:val="008D038F"/>
    <w:rsid w:val="008D0BA9"/>
    <w:rsid w:val="008D2392"/>
    <w:rsid w:val="008D5BB0"/>
    <w:rsid w:val="008D7117"/>
    <w:rsid w:val="008E1DC7"/>
    <w:rsid w:val="008E5AC0"/>
    <w:rsid w:val="008E6244"/>
    <w:rsid w:val="008F2A38"/>
    <w:rsid w:val="008F3E64"/>
    <w:rsid w:val="008F5DAC"/>
    <w:rsid w:val="008F7654"/>
    <w:rsid w:val="0090131A"/>
    <w:rsid w:val="00902884"/>
    <w:rsid w:val="00903EAE"/>
    <w:rsid w:val="009069DD"/>
    <w:rsid w:val="0091589D"/>
    <w:rsid w:val="00915FFA"/>
    <w:rsid w:val="009312EE"/>
    <w:rsid w:val="00931A46"/>
    <w:rsid w:val="009329EC"/>
    <w:rsid w:val="009342C0"/>
    <w:rsid w:val="00944373"/>
    <w:rsid w:val="00944463"/>
    <w:rsid w:val="0094548B"/>
    <w:rsid w:val="00945A49"/>
    <w:rsid w:val="00947358"/>
    <w:rsid w:val="00951504"/>
    <w:rsid w:val="00955AC5"/>
    <w:rsid w:val="00956834"/>
    <w:rsid w:val="0096299F"/>
    <w:rsid w:val="00966B8B"/>
    <w:rsid w:val="00971B1A"/>
    <w:rsid w:val="00972562"/>
    <w:rsid w:val="0097383F"/>
    <w:rsid w:val="00981A37"/>
    <w:rsid w:val="00981DD0"/>
    <w:rsid w:val="009912B8"/>
    <w:rsid w:val="00993121"/>
    <w:rsid w:val="0099370B"/>
    <w:rsid w:val="00993BA5"/>
    <w:rsid w:val="009A4C0F"/>
    <w:rsid w:val="009A5957"/>
    <w:rsid w:val="009A5B4C"/>
    <w:rsid w:val="009A75A0"/>
    <w:rsid w:val="009B08B2"/>
    <w:rsid w:val="009B13A1"/>
    <w:rsid w:val="009B1546"/>
    <w:rsid w:val="009B1644"/>
    <w:rsid w:val="009C414E"/>
    <w:rsid w:val="009D0425"/>
    <w:rsid w:val="009D1CC1"/>
    <w:rsid w:val="009D385D"/>
    <w:rsid w:val="009D5D56"/>
    <w:rsid w:val="009D5DA2"/>
    <w:rsid w:val="009E0273"/>
    <w:rsid w:val="009E1CE4"/>
    <w:rsid w:val="009E2103"/>
    <w:rsid w:val="009E21DC"/>
    <w:rsid w:val="009E7450"/>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3E15"/>
    <w:rsid w:val="00A255CB"/>
    <w:rsid w:val="00A27062"/>
    <w:rsid w:val="00A271E9"/>
    <w:rsid w:val="00A3089F"/>
    <w:rsid w:val="00A30A6C"/>
    <w:rsid w:val="00A36699"/>
    <w:rsid w:val="00A45774"/>
    <w:rsid w:val="00A47EC0"/>
    <w:rsid w:val="00A537CF"/>
    <w:rsid w:val="00A5494C"/>
    <w:rsid w:val="00A55ECC"/>
    <w:rsid w:val="00A57A39"/>
    <w:rsid w:val="00A60570"/>
    <w:rsid w:val="00A608B1"/>
    <w:rsid w:val="00A641DF"/>
    <w:rsid w:val="00A65BF5"/>
    <w:rsid w:val="00A7187B"/>
    <w:rsid w:val="00A728DB"/>
    <w:rsid w:val="00A73C0C"/>
    <w:rsid w:val="00A750F9"/>
    <w:rsid w:val="00A8134F"/>
    <w:rsid w:val="00A81BDC"/>
    <w:rsid w:val="00A82727"/>
    <w:rsid w:val="00A8454A"/>
    <w:rsid w:val="00A84B88"/>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176B"/>
    <w:rsid w:val="00AE2154"/>
    <w:rsid w:val="00AF2DB3"/>
    <w:rsid w:val="00AF35EB"/>
    <w:rsid w:val="00AF42F0"/>
    <w:rsid w:val="00AF5B58"/>
    <w:rsid w:val="00B0128A"/>
    <w:rsid w:val="00B01BD5"/>
    <w:rsid w:val="00B02AB8"/>
    <w:rsid w:val="00B03943"/>
    <w:rsid w:val="00B11074"/>
    <w:rsid w:val="00B142D1"/>
    <w:rsid w:val="00B14E33"/>
    <w:rsid w:val="00B1670C"/>
    <w:rsid w:val="00B16B84"/>
    <w:rsid w:val="00B17B7E"/>
    <w:rsid w:val="00B21D03"/>
    <w:rsid w:val="00B23100"/>
    <w:rsid w:val="00B24316"/>
    <w:rsid w:val="00B407CC"/>
    <w:rsid w:val="00B5270D"/>
    <w:rsid w:val="00B54F76"/>
    <w:rsid w:val="00B555A0"/>
    <w:rsid w:val="00B60FD0"/>
    <w:rsid w:val="00B621B6"/>
    <w:rsid w:val="00B63555"/>
    <w:rsid w:val="00B71990"/>
    <w:rsid w:val="00B71D61"/>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2188"/>
    <w:rsid w:val="00BC0077"/>
    <w:rsid w:val="00BC590E"/>
    <w:rsid w:val="00BD047B"/>
    <w:rsid w:val="00BD2B44"/>
    <w:rsid w:val="00BD2C00"/>
    <w:rsid w:val="00BE1391"/>
    <w:rsid w:val="00BE71B8"/>
    <w:rsid w:val="00BE7723"/>
    <w:rsid w:val="00BE7D5F"/>
    <w:rsid w:val="00BF25BF"/>
    <w:rsid w:val="00BF59C3"/>
    <w:rsid w:val="00BF618D"/>
    <w:rsid w:val="00BF6EA6"/>
    <w:rsid w:val="00BF79D3"/>
    <w:rsid w:val="00BF7C7C"/>
    <w:rsid w:val="00C02729"/>
    <w:rsid w:val="00C03D88"/>
    <w:rsid w:val="00C03F77"/>
    <w:rsid w:val="00C04FF1"/>
    <w:rsid w:val="00C1093F"/>
    <w:rsid w:val="00C12329"/>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6F3"/>
    <w:rsid w:val="00C66B01"/>
    <w:rsid w:val="00C67A86"/>
    <w:rsid w:val="00C75F63"/>
    <w:rsid w:val="00C7642D"/>
    <w:rsid w:val="00C80B4A"/>
    <w:rsid w:val="00C83BA4"/>
    <w:rsid w:val="00C8698C"/>
    <w:rsid w:val="00C90E10"/>
    <w:rsid w:val="00C914DE"/>
    <w:rsid w:val="00C92230"/>
    <w:rsid w:val="00C93068"/>
    <w:rsid w:val="00C93DBA"/>
    <w:rsid w:val="00C973DA"/>
    <w:rsid w:val="00CA4134"/>
    <w:rsid w:val="00CA44FC"/>
    <w:rsid w:val="00CA7A00"/>
    <w:rsid w:val="00CB5202"/>
    <w:rsid w:val="00CB556E"/>
    <w:rsid w:val="00CB6136"/>
    <w:rsid w:val="00CB634F"/>
    <w:rsid w:val="00CB7F80"/>
    <w:rsid w:val="00CC1325"/>
    <w:rsid w:val="00CC1B04"/>
    <w:rsid w:val="00CD3BEC"/>
    <w:rsid w:val="00CD41B4"/>
    <w:rsid w:val="00CD472A"/>
    <w:rsid w:val="00CD5754"/>
    <w:rsid w:val="00CD6756"/>
    <w:rsid w:val="00CE0218"/>
    <w:rsid w:val="00CE2985"/>
    <w:rsid w:val="00CE7D92"/>
    <w:rsid w:val="00CF094D"/>
    <w:rsid w:val="00CF1679"/>
    <w:rsid w:val="00CF26C4"/>
    <w:rsid w:val="00CF3458"/>
    <w:rsid w:val="00CF76E8"/>
    <w:rsid w:val="00CF7CE4"/>
    <w:rsid w:val="00D00D00"/>
    <w:rsid w:val="00D01D91"/>
    <w:rsid w:val="00D01EDD"/>
    <w:rsid w:val="00D10561"/>
    <w:rsid w:val="00D1271C"/>
    <w:rsid w:val="00D1311C"/>
    <w:rsid w:val="00D14B39"/>
    <w:rsid w:val="00D15DC7"/>
    <w:rsid w:val="00D2734D"/>
    <w:rsid w:val="00D339A3"/>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81604"/>
    <w:rsid w:val="00D90F1C"/>
    <w:rsid w:val="00D9165A"/>
    <w:rsid w:val="00D91A6D"/>
    <w:rsid w:val="00D91D80"/>
    <w:rsid w:val="00D94CCC"/>
    <w:rsid w:val="00D95631"/>
    <w:rsid w:val="00D9777E"/>
    <w:rsid w:val="00D97E0B"/>
    <w:rsid w:val="00D97F9A"/>
    <w:rsid w:val="00DA0588"/>
    <w:rsid w:val="00DA3638"/>
    <w:rsid w:val="00DA4644"/>
    <w:rsid w:val="00DA73FE"/>
    <w:rsid w:val="00DB3E79"/>
    <w:rsid w:val="00DB70C4"/>
    <w:rsid w:val="00DB7968"/>
    <w:rsid w:val="00DB7D4C"/>
    <w:rsid w:val="00DC332A"/>
    <w:rsid w:val="00DC3F21"/>
    <w:rsid w:val="00DC3F78"/>
    <w:rsid w:val="00DC41DE"/>
    <w:rsid w:val="00DD2AC4"/>
    <w:rsid w:val="00DD3F35"/>
    <w:rsid w:val="00DE2A7B"/>
    <w:rsid w:val="00DE64A9"/>
    <w:rsid w:val="00DF40ED"/>
    <w:rsid w:val="00E01CEC"/>
    <w:rsid w:val="00E0391A"/>
    <w:rsid w:val="00E03A9E"/>
    <w:rsid w:val="00E07172"/>
    <w:rsid w:val="00E120D0"/>
    <w:rsid w:val="00E229A3"/>
    <w:rsid w:val="00E26BA3"/>
    <w:rsid w:val="00E33ABF"/>
    <w:rsid w:val="00E50EEB"/>
    <w:rsid w:val="00E51BC9"/>
    <w:rsid w:val="00E55AAB"/>
    <w:rsid w:val="00E564E8"/>
    <w:rsid w:val="00E65FE2"/>
    <w:rsid w:val="00E71056"/>
    <w:rsid w:val="00E718BD"/>
    <w:rsid w:val="00E722AF"/>
    <w:rsid w:val="00E80CEE"/>
    <w:rsid w:val="00E82C12"/>
    <w:rsid w:val="00E84A38"/>
    <w:rsid w:val="00E95529"/>
    <w:rsid w:val="00EA01AC"/>
    <w:rsid w:val="00EA0B33"/>
    <w:rsid w:val="00EA100C"/>
    <w:rsid w:val="00EA5777"/>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F00E4D"/>
    <w:rsid w:val="00F07436"/>
    <w:rsid w:val="00F078AC"/>
    <w:rsid w:val="00F10AF7"/>
    <w:rsid w:val="00F12497"/>
    <w:rsid w:val="00F21E75"/>
    <w:rsid w:val="00F266D3"/>
    <w:rsid w:val="00F26C6C"/>
    <w:rsid w:val="00F26E96"/>
    <w:rsid w:val="00F2739F"/>
    <w:rsid w:val="00F30797"/>
    <w:rsid w:val="00F35A52"/>
    <w:rsid w:val="00F41CD5"/>
    <w:rsid w:val="00F43570"/>
    <w:rsid w:val="00F45A80"/>
    <w:rsid w:val="00F4720B"/>
    <w:rsid w:val="00F53BD0"/>
    <w:rsid w:val="00F54766"/>
    <w:rsid w:val="00F65356"/>
    <w:rsid w:val="00F65883"/>
    <w:rsid w:val="00F775A7"/>
    <w:rsid w:val="00F81AB7"/>
    <w:rsid w:val="00F83718"/>
    <w:rsid w:val="00F84042"/>
    <w:rsid w:val="00F85133"/>
    <w:rsid w:val="00F9092C"/>
    <w:rsid w:val="00F93BC7"/>
    <w:rsid w:val="00F94421"/>
    <w:rsid w:val="00F946ED"/>
    <w:rsid w:val="00F965BC"/>
    <w:rsid w:val="00FA2A4F"/>
    <w:rsid w:val="00FA2CCF"/>
    <w:rsid w:val="00FA3740"/>
    <w:rsid w:val="00FA3A1B"/>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3A4B9D"/>
    <w:pPr>
      <w:spacing w:before="360" w:line="300" w:lineRule="exact"/>
    </w:pPr>
    <w:rPr>
      <w:rFonts w:cs="Times New Roman"/>
      <w:sz w:val="28"/>
      <w:szCs w:val="28"/>
    </w:rPr>
  </w:style>
  <w:style w:type="paragraph" w:styleId="FootnoteText">
    <w:name w:val="footnote text"/>
    <w:basedOn w:val="Normal"/>
    <w:semiHidden/>
    <w:rsid w:val="003A4B9D"/>
    <w:rPr>
      <w:rFonts w:ascii="Times New Roman" w:hAnsi="Times New Roman" w:cs="Times New Roman"/>
      <w:sz w:val="20"/>
    </w:rPr>
  </w:style>
  <w:style w:type="character" w:styleId="FootnoteReference">
    <w:name w:val="footnote reference"/>
    <w:semiHidden/>
    <w:rsid w:val="003A4B9D"/>
    <w:rPr>
      <w:vertAlign w:val="superscript"/>
    </w:rPr>
  </w:style>
  <w:style w:type="character" w:styleId="FollowedHyperlink">
    <w:name w:val="FollowedHyperlink"/>
    <w:rsid w:val="00AE176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3A4B9D"/>
    <w:pPr>
      <w:spacing w:before="360" w:line="300" w:lineRule="exact"/>
    </w:pPr>
    <w:rPr>
      <w:rFonts w:cs="Times New Roman"/>
      <w:sz w:val="28"/>
      <w:szCs w:val="28"/>
    </w:rPr>
  </w:style>
  <w:style w:type="paragraph" w:styleId="FootnoteText">
    <w:name w:val="footnote text"/>
    <w:basedOn w:val="Normal"/>
    <w:semiHidden/>
    <w:rsid w:val="003A4B9D"/>
    <w:rPr>
      <w:rFonts w:ascii="Times New Roman" w:hAnsi="Times New Roman" w:cs="Times New Roman"/>
      <w:sz w:val="20"/>
    </w:rPr>
  </w:style>
  <w:style w:type="character" w:styleId="FootnoteReference">
    <w:name w:val="footnote reference"/>
    <w:semiHidden/>
    <w:rsid w:val="003A4B9D"/>
    <w:rPr>
      <w:vertAlign w:val="superscript"/>
    </w:rPr>
  </w:style>
  <w:style w:type="character" w:styleId="FollowedHyperlink">
    <w:name w:val="FollowedHyperlink"/>
    <w:rsid w:val="00AE176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austlii.edu.au/au/legis/cth/consol_act/ca2001172/s261.html" TargetMode="External"/><Relationship Id="rId13" Type="http://schemas.openxmlformats.org/officeDocument/2006/relationships/hyperlink" Target="http://www.austlii.edu.au/au/legis/cth/consol_act/ca2001172/s9.html" TargetMode="External"/><Relationship Id="rId18" Type="http://schemas.openxmlformats.org/officeDocument/2006/relationships/image" Target="media/image1.emf"/><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ustlii.edu.au/au/legis/cth/consol_act/ca2001172/s1371.html" TargetMode="External"/><Relationship Id="rId17" Type="http://schemas.openxmlformats.org/officeDocument/2006/relationships/hyperlink" Target="http://www.treasury.nt.gov.au/PMS/Publications/TaxesRoyaltiesGrants/GeneralAdmin/CG-GEN-001.pdf"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treasury.nt.gov.au/PMS/Publications/TaxesRoyaltiesGrants/GeneralAdmin/CG-GEN-005.pdf" TargetMode="External"/><Relationship Id="rId20" Type="http://schemas.openxmlformats.org/officeDocument/2006/relationships/hyperlink" Target="http://www.revenue.nt.gov.au" TargetMode="Externa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ustlii.edu.au/au/legis/cth/consol_act/ca2001172/s9.htm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treasury.nt.gov.au/PMS/Publications/TaxesRoyaltiesGrants/StampDuty/I-SD-001.pdf" TargetMode="External"/><Relationship Id="rId23" Type="http://schemas.openxmlformats.org/officeDocument/2006/relationships/footer" Target="footer1.xml"/><Relationship Id="rId28" Type="http://schemas.openxmlformats.org/officeDocument/2006/relationships/customXml" Target="../customXml/item1.xml"/><Relationship Id="rId10" Type="http://schemas.openxmlformats.org/officeDocument/2006/relationships/hyperlink" Target="http://www.austlii.edu.au/au/legis/cth/consol_act/ca2001172/s9.html" TargetMode="External"/><Relationship Id="rId19" Type="http://schemas.openxmlformats.org/officeDocument/2006/relationships/hyperlink" Target="mailto:ntrevenue@nt.gov.au" TargetMode="External"/><Relationship Id="rId4" Type="http://schemas.openxmlformats.org/officeDocument/2006/relationships/settings" Target="settings.xml"/><Relationship Id="rId9" Type="http://schemas.openxmlformats.org/officeDocument/2006/relationships/hyperlink" Target="http://www.austlii.edu.au/au/legis/cth/consol_act/ca2001172/s9.html" TargetMode="External"/><Relationship Id="rId14" Type="http://schemas.openxmlformats.org/officeDocument/2006/relationships/hyperlink" Target="http://www.austlii.edu.au/au/legis/cth/consol_act/ca2001172/s9.html" TargetMode="External"/><Relationship Id="rId22" Type="http://schemas.openxmlformats.org/officeDocument/2006/relationships/header" Target="header2.xml"/><Relationship Id="rId27" Type="http://schemas.openxmlformats.org/officeDocument/2006/relationships/theme" Target="theme/theme1.xml"/><Relationship Id="rId30"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N:\Publications\Drafts\2011%20format%20Commissioner's%20Guidelines%20(CG-)\CG%20Templat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 xsi:nil="true"/>
    <Publication_x0020_Title xmlns="378e824e-6e02-4c0d-8321-dd86fba681ee">Conveyances – exemption for distributions in specie on the winding up of a company</Publication_x0020_Title>
    <Details xmlns="378e824e-6e02-4c0d-8321-dd86fba681ee" xsi:nil="true"/>
    <Identifier xmlns="378e824e-6e02-4c0d-8321-dd86fba681ee">CG-SD-012</Identifier>
    <Publication_x0020_Type xmlns="378e824e-6e02-4c0d-8321-dd86fba681ee" xsi:nil="true"/>
    <Sub_x0020_Sub_x0020_Category xmlns="378e824e-6e02-4c0d-8321-dd86fba681ee" xsi:nil="true"/>
    <Release_x0020_Date xmlns="378e824e-6e02-4c0d-8321-dd86fba681ee">2016-02-25T14:30:00+00:00</Release_x0020_Date>
    <Sub_x0020_Category xmlns="378e824e-6e02-4c0d-8321-dd86fba681ee">24</Sub_x0020_Category>
    <Notify xmlns="378e824e-6e02-4c0d-8321-dd86fba681ee">false</Notify>
  </documentManagement>
</p:properties>
</file>

<file path=customXml/itemProps1.xml><?xml version="1.0" encoding="utf-8"?>
<ds:datastoreItem xmlns:ds="http://schemas.openxmlformats.org/officeDocument/2006/customXml" ds:itemID="{B004C10B-6364-4F17-9FC5-C2FA5F93C78D}"/>
</file>

<file path=customXml/itemProps2.xml><?xml version="1.0" encoding="utf-8"?>
<ds:datastoreItem xmlns:ds="http://schemas.openxmlformats.org/officeDocument/2006/customXml" ds:itemID="{19097055-2B27-4567-9F39-B545AA841C59}"/>
</file>

<file path=customXml/itemProps3.xml><?xml version="1.0" encoding="utf-8"?>
<ds:datastoreItem xmlns:ds="http://schemas.openxmlformats.org/officeDocument/2006/customXml" ds:itemID="{8B5BBBD2-6DBB-4B9C-953E-B3B04285708B}"/>
</file>

<file path=docProps/app.xml><?xml version="1.0" encoding="utf-8"?>
<Properties xmlns="http://schemas.openxmlformats.org/officeDocument/2006/extended-properties" xmlns:vt="http://schemas.openxmlformats.org/officeDocument/2006/docPropsVTypes">
  <Template>CG Template 2011.dot</Template>
  <TotalTime>0</TotalTime>
  <Pages>4</Pages>
  <Words>1725</Words>
  <Characters>9449</Characters>
  <Application>Microsoft Office Word</Application>
  <DocSecurity>8</DocSecurity>
  <Lines>78</Lines>
  <Paragraphs>22</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11152</CharactersWithSpaces>
  <SharedDoc>false</SharedDoc>
  <HLinks>
    <vt:vector size="72" baseType="variant">
      <vt:variant>
        <vt:i4>5242895</vt:i4>
      </vt:variant>
      <vt:variant>
        <vt:i4>33</vt:i4>
      </vt:variant>
      <vt:variant>
        <vt:i4>0</vt:i4>
      </vt:variant>
      <vt:variant>
        <vt:i4>5</vt:i4>
      </vt:variant>
      <vt:variant>
        <vt:lpwstr>http://www.revenue.nt.gov.au/</vt:lpwstr>
      </vt:variant>
      <vt:variant>
        <vt:lpwstr/>
      </vt:variant>
      <vt:variant>
        <vt:i4>7798799</vt:i4>
      </vt:variant>
      <vt:variant>
        <vt:i4>30</vt:i4>
      </vt:variant>
      <vt:variant>
        <vt:i4>0</vt:i4>
      </vt:variant>
      <vt:variant>
        <vt:i4>5</vt:i4>
      </vt:variant>
      <vt:variant>
        <vt:lpwstr>mailto:ntrevenue@nt.gov.au</vt:lpwstr>
      </vt:variant>
      <vt:variant>
        <vt:lpwstr/>
      </vt:variant>
      <vt:variant>
        <vt:i4>2883638</vt:i4>
      </vt:variant>
      <vt:variant>
        <vt:i4>27</vt:i4>
      </vt:variant>
      <vt:variant>
        <vt:i4>0</vt:i4>
      </vt:variant>
      <vt:variant>
        <vt:i4>5</vt:i4>
      </vt:variant>
      <vt:variant>
        <vt:lpwstr>http://www.treasury.nt.gov.au/PMS/Publications/TaxesRoyaltiesGrants/GeneralAdmin/CG-GEN-001.pdf</vt:lpwstr>
      </vt:variant>
      <vt:variant>
        <vt:lpwstr/>
      </vt:variant>
      <vt:variant>
        <vt:i4>2883634</vt:i4>
      </vt:variant>
      <vt:variant>
        <vt:i4>24</vt:i4>
      </vt:variant>
      <vt:variant>
        <vt:i4>0</vt:i4>
      </vt:variant>
      <vt:variant>
        <vt:i4>5</vt:i4>
      </vt:variant>
      <vt:variant>
        <vt:lpwstr>http://www.treasury.nt.gov.au/PMS/Publications/TaxesRoyaltiesGrants/GeneralAdmin/CG-GEN-005.pdf</vt:lpwstr>
      </vt:variant>
      <vt:variant>
        <vt:lpwstr/>
      </vt:variant>
      <vt:variant>
        <vt:i4>2818111</vt:i4>
      </vt:variant>
      <vt:variant>
        <vt:i4>21</vt:i4>
      </vt:variant>
      <vt:variant>
        <vt:i4>0</vt:i4>
      </vt:variant>
      <vt:variant>
        <vt:i4>5</vt:i4>
      </vt:variant>
      <vt:variant>
        <vt:lpwstr>http://www.treasury.nt.gov.au/PMS/Publications/TaxesRoyaltiesGrants/StampDuty/I-SD-001.pdf</vt:lpwstr>
      </vt:variant>
      <vt:variant>
        <vt:lpwstr/>
      </vt:variant>
      <vt:variant>
        <vt:i4>2097246</vt:i4>
      </vt:variant>
      <vt:variant>
        <vt:i4>18</vt:i4>
      </vt:variant>
      <vt:variant>
        <vt:i4>0</vt:i4>
      </vt:variant>
      <vt:variant>
        <vt:i4>5</vt:i4>
      </vt:variant>
      <vt:variant>
        <vt:lpwstr>http://www.austlii.edu.au/au/legis/cth/consol_act/ca2001172/s9.html</vt:lpwstr>
      </vt:variant>
      <vt:variant>
        <vt:lpwstr>company</vt:lpwstr>
      </vt:variant>
      <vt:variant>
        <vt:i4>4915245</vt:i4>
      </vt:variant>
      <vt:variant>
        <vt:i4>15</vt:i4>
      </vt:variant>
      <vt:variant>
        <vt:i4>0</vt:i4>
      </vt:variant>
      <vt:variant>
        <vt:i4>5</vt:i4>
      </vt:variant>
      <vt:variant>
        <vt:lpwstr>http://www.austlii.edu.au/au/legis/cth/consol_act/ca2001172/s9.html</vt:lpwstr>
      </vt:variant>
      <vt:variant>
        <vt:lpwstr>interest</vt:lpwstr>
      </vt:variant>
      <vt:variant>
        <vt:i4>6029433</vt:i4>
      </vt:variant>
      <vt:variant>
        <vt:i4>12</vt:i4>
      </vt:variant>
      <vt:variant>
        <vt:i4>0</vt:i4>
      </vt:variant>
      <vt:variant>
        <vt:i4>5</vt:i4>
      </vt:variant>
      <vt:variant>
        <vt:lpwstr>http://www.austlii.edu.au/au/legis/cth/consol_act/ca2001172/s1371.html</vt:lpwstr>
      </vt:variant>
      <vt:variant>
        <vt:lpwstr>right</vt:lpwstr>
      </vt:variant>
      <vt:variant>
        <vt:i4>5636135</vt:i4>
      </vt:variant>
      <vt:variant>
        <vt:i4>9</vt:i4>
      </vt:variant>
      <vt:variant>
        <vt:i4>0</vt:i4>
      </vt:variant>
      <vt:variant>
        <vt:i4>5</vt:i4>
      </vt:variant>
      <vt:variant>
        <vt:lpwstr>http://www.austlii.edu.au/au/legis/cth/consol_act/ca2001172/s9.html</vt:lpwstr>
      </vt:variant>
      <vt:variant>
        <vt:lpwstr>constitution</vt:lpwstr>
      </vt:variant>
      <vt:variant>
        <vt:i4>2097246</vt:i4>
      </vt:variant>
      <vt:variant>
        <vt:i4>6</vt:i4>
      </vt:variant>
      <vt:variant>
        <vt:i4>0</vt:i4>
      </vt:variant>
      <vt:variant>
        <vt:i4>5</vt:i4>
      </vt:variant>
      <vt:variant>
        <vt:lpwstr>http://www.austlii.edu.au/au/legis/cth/consol_act/ca2001172/s9.html</vt:lpwstr>
      </vt:variant>
      <vt:variant>
        <vt:lpwstr>company</vt:lpwstr>
      </vt:variant>
      <vt:variant>
        <vt:i4>2097246</vt:i4>
      </vt:variant>
      <vt:variant>
        <vt:i4>3</vt:i4>
      </vt:variant>
      <vt:variant>
        <vt:i4>0</vt:i4>
      </vt:variant>
      <vt:variant>
        <vt:i4>5</vt:i4>
      </vt:variant>
      <vt:variant>
        <vt:lpwstr>http://www.austlii.edu.au/au/legis/cth/consol_act/ca2001172/s9.html</vt:lpwstr>
      </vt:variant>
      <vt:variant>
        <vt:lpwstr>company</vt:lpwstr>
      </vt:variant>
      <vt:variant>
        <vt:i4>6422537</vt:i4>
      </vt:variant>
      <vt:variant>
        <vt:i4>0</vt:i4>
      </vt:variant>
      <vt:variant>
        <vt:i4>0</vt:i4>
      </vt:variant>
      <vt:variant>
        <vt:i4>5</vt:i4>
      </vt:variant>
      <vt:variant>
        <vt:lpwstr>http://www.austlii.edu.au/au/legis/cth/consol_act/ca2001172/s261.html</vt:lpwstr>
      </vt:variant>
      <vt:variant>
        <vt:lpwstr>property</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Conveyances – exemption for distributions in specie on the winding up of a company</dc:title>
  <dc:creator>eclark</dc:creator>
  <cp:lastModifiedBy>Barbara Beamsley</cp:lastModifiedBy>
  <cp:revision>2</cp:revision>
  <cp:lastPrinted>2011-11-09T03:58:00Z</cp:lastPrinted>
  <dcterms:created xsi:type="dcterms:W3CDTF">2016-02-25T06:07:00Z</dcterms:created>
  <dcterms:modified xsi:type="dcterms:W3CDTF">2016-02-25T06:07:00Z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