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E64A9" w:rsidP="00C27A0A">
      <w:pPr>
        <w:pStyle w:val="HeadingOne"/>
      </w:pPr>
      <w:r>
        <w:t>COMMISSIONER’S GUIDELINE</w:t>
      </w:r>
      <w:r w:rsidR="00513926">
        <w:t xml:space="preserve"> </w:t>
      </w:r>
    </w:p>
    <w:p w:rsidR="00C27A0A" w:rsidRPr="00C27A0A" w:rsidRDefault="00513926" w:rsidP="00C27A0A">
      <w:pPr>
        <w:pStyle w:val="HeadingOne"/>
      </w:pPr>
      <w:r>
        <w:t>CG</w:t>
      </w:r>
      <w:r w:rsidR="00C27A0A" w:rsidRPr="00C27A0A">
        <w:t>-</w:t>
      </w:r>
      <w:r w:rsidR="00A13C01">
        <w:t>GEN-005</w:t>
      </w:r>
      <w:r>
        <w:t>:</w:t>
      </w:r>
      <w:r w:rsidR="00C27A0A" w:rsidRPr="00C27A0A">
        <w:t xml:space="preserve"> </w:t>
      </w:r>
      <w:r w:rsidR="00A13C01" w:rsidRPr="00A13C01">
        <w:t>Requirement for full and true disclosure</w:t>
      </w:r>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710"/>
      </w:tblGrid>
      <w:tr w:rsidR="00F65356" w:rsidRPr="002916A4" w:rsidTr="002916A4">
        <w:trPr>
          <w:jc w:val="center"/>
        </w:trPr>
        <w:tc>
          <w:tcPr>
            <w:tcW w:w="1030" w:type="dxa"/>
            <w:vMerge w:val="restart"/>
          </w:tcPr>
          <w:p w:rsidR="00F65356" w:rsidRPr="002916A4" w:rsidRDefault="00F65356" w:rsidP="002916A4">
            <w:pPr>
              <w:jc w:val="center"/>
              <w:rPr>
                <w:b/>
                <w:sz w:val="18"/>
                <w:szCs w:val="18"/>
              </w:rPr>
            </w:pPr>
            <w:r w:rsidRPr="002916A4">
              <w:rPr>
                <w:b/>
                <w:sz w:val="18"/>
                <w:szCs w:val="18"/>
              </w:rPr>
              <w:t>Version</w:t>
            </w:r>
          </w:p>
        </w:tc>
        <w:tc>
          <w:tcPr>
            <w:tcW w:w="1848" w:type="dxa"/>
            <w:vMerge w:val="restart"/>
            <w:tcBorders>
              <w:right w:val="single" w:sz="4" w:space="0" w:color="auto"/>
            </w:tcBorders>
          </w:tcPr>
          <w:p w:rsidR="00F65356" w:rsidRPr="002916A4" w:rsidRDefault="00F65356" w:rsidP="002916A4">
            <w:pPr>
              <w:jc w:val="center"/>
              <w:rPr>
                <w:b/>
                <w:sz w:val="18"/>
                <w:szCs w:val="18"/>
              </w:rPr>
            </w:pPr>
            <w:r w:rsidRPr="002916A4">
              <w:rPr>
                <w:b/>
                <w:sz w:val="18"/>
                <w:szCs w:val="18"/>
              </w:rPr>
              <w:t>Issued</w:t>
            </w:r>
          </w:p>
        </w:tc>
        <w:tc>
          <w:tcPr>
            <w:tcW w:w="3420" w:type="dxa"/>
            <w:gridSpan w:val="2"/>
            <w:tcBorders>
              <w:top w:val="single" w:sz="4" w:space="0" w:color="auto"/>
              <w:left w:val="single" w:sz="4" w:space="0" w:color="auto"/>
              <w:bottom w:val="nil"/>
              <w:right w:val="single" w:sz="4" w:space="0" w:color="auto"/>
            </w:tcBorders>
          </w:tcPr>
          <w:p w:rsidR="00F65356" w:rsidRPr="002916A4" w:rsidRDefault="00F65356" w:rsidP="002916A4">
            <w:pPr>
              <w:jc w:val="center"/>
              <w:rPr>
                <w:b/>
                <w:sz w:val="18"/>
                <w:szCs w:val="18"/>
              </w:rPr>
            </w:pPr>
            <w:r w:rsidRPr="002916A4">
              <w:rPr>
                <w:b/>
                <w:sz w:val="18"/>
                <w:szCs w:val="18"/>
              </w:rPr>
              <w:t>Dates of Effect</w:t>
            </w:r>
          </w:p>
        </w:tc>
      </w:tr>
      <w:tr w:rsidR="00F65356" w:rsidRPr="002916A4" w:rsidTr="002916A4">
        <w:trPr>
          <w:jc w:val="center"/>
        </w:trPr>
        <w:tc>
          <w:tcPr>
            <w:tcW w:w="1030" w:type="dxa"/>
            <w:vMerge/>
          </w:tcPr>
          <w:p w:rsidR="00F65356" w:rsidRPr="002916A4" w:rsidRDefault="00F65356" w:rsidP="002916A4">
            <w:pPr>
              <w:jc w:val="center"/>
              <w:rPr>
                <w:sz w:val="18"/>
                <w:szCs w:val="18"/>
              </w:rPr>
            </w:pPr>
          </w:p>
        </w:tc>
        <w:tc>
          <w:tcPr>
            <w:tcW w:w="1848" w:type="dxa"/>
            <w:vMerge/>
            <w:tcBorders>
              <w:right w:val="single" w:sz="4" w:space="0" w:color="auto"/>
            </w:tcBorders>
          </w:tcPr>
          <w:p w:rsidR="00F65356" w:rsidRPr="002916A4" w:rsidRDefault="00F65356" w:rsidP="002916A4">
            <w:pPr>
              <w:jc w:val="center"/>
              <w:rPr>
                <w:sz w:val="18"/>
                <w:szCs w:val="18"/>
              </w:rPr>
            </w:pPr>
          </w:p>
        </w:tc>
        <w:tc>
          <w:tcPr>
            <w:tcW w:w="1710" w:type="dxa"/>
            <w:tcBorders>
              <w:top w:val="nil"/>
              <w:left w:val="single" w:sz="4" w:space="0" w:color="auto"/>
              <w:bottom w:val="single" w:sz="4" w:space="0" w:color="auto"/>
              <w:right w:val="nil"/>
            </w:tcBorders>
          </w:tcPr>
          <w:p w:rsidR="00F65356" w:rsidRPr="002916A4" w:rsidRDefault="00F65356" w:rsidP="00AD2225">
            <w:pPr>
              <w:rPr>
                <w:b/>
                <w:sz w:val="18"/>
                <w:szCs w:val="18"/>
              </w:rPr>
            </w:pPr>
            <w:r w:rsidRPr="002916A4">
              <w:rPr>
                <w:b/>
                <w:sz w:val="18"/>
                <w:szCs w:val="18"/>
              </w:rPr>
              <w:t>From:</w:t>
            </w:r>
          </w:p>
        </w:tc>
        <w:tc>
          <w:tcPr>
            <w:tcW w:w="1710" w:type="dxa"/>
            <w:tcBorders>
              <w:top w:val="nil"/>
              <w:left w:val="nil"/>
              <w:bottom w:val="single" w:sz="4" w:space="0" w:color="auto"/>
              <w:right w:val="single" w:sz="4" w:space="0" w:color="auto"/>
            </w:tcBorders>
          </w:tcPr>
          <w:p w:rsidR="00F65356" w:rsidRPr="002916A4" w:rsidRDefault="00F65356" w:rsidP="00AD2225">
            <w:pPr>
              <w:rPr>
                <w:b/>
                <w:sz w:val="18"/>
                <w:szCs w:val="18"/>
              </w:rPr>
            </w:pPr>
            <w:r w:rsidRPr="002916A4">
              <w:rPr>
                <w:b/>
                <w:sz w:val="18"/>
                <w:szCs w:val="18"/>
              </w:rPr>
              <w:t xml:space="preserve">To: </w:t>
            </w:r>
          </w:p>
        </w:tc>
      </w:tr>
      <w:tr w:rsidR="00F65356" w:rsidRPr="002916A4" w:rsidTr="002916A4">
        <w:trPr>
          <w:jc w:val="center"/>
        </w:trPr>
        <w:tc>
          <w:tcPr>
            <w:tcW w:w="1030" w:type="dxa"/>
          </w:tcPr>
          <w:p w:rsidR="00F65356" w:rsidRPr="002916A4" w:rsidRDefault="00A13C01" w:rsidP="002916A4">
            <w:pPr>
              <w:jc w:val="center"/>
              <w:rPr>
                <w:sz w:val="18"/>
                <w:szCs w:val="18"/>
              </w:rPr>
            </w:pPr>
            <w:r w:rsidRPr="002916A4">
              <w:rPr>
                <w:sz w:val="18"/>
                <w:szCs w:val="18"/>
              </w:rPr>
              <w:t>1</w:t>
            </w:r>
          </w:p>
        </w:tc>
        <w:tc>
          <w:tcPr>
            <w:tcW w:w="1848" w:type="dxa"/>
          </w:tcPr>
          <w:p w:rsidR="00F65356" w:rsidRPr="002916A4" w:rsidRDefault="00A13C01" w:rsidP="00A13C01">
            <w:pPr>
              <w:rPr>
                <w:sz w:val="18"/>
                <w:szCs w:val="18"/>
              </w:rPr>
            </w:pPr>
            <w:r w:rsidRPr="002916A4">
              <w:rPr>
                <w:sz w:val="18"/>
                <w:szCs w:val="18"/>
              </w:rPr>
              <w:t>2 January 2008</w:t>
            </w:r>
          </w:p>
        </w:tc>
        <w:tc>
          <w:tcPr>
            <w:tcW w:w="1710" w:type="dxa"/>
            <w:tcBorders>
              <w:top w:val="single" w:sz="4" w:space="0" w:color="auto"/>
              <w:bottom w:val="single" w:sz="4" w:space="0" w:color="auto"/>
            </w:tcBorders>
          </w:tcPr>
          <w:p w:rsidR="00F65356" w:rsidRPr="002916A4" w:rsidRDefault="00A13C01" w:rsidP="00AD2225">
            <w:pPr>
              <w:rPr>
                <w:sz w:val="18"/>
                <w:szCs w:val="18"/>
              </w:rPr>
            </w:pPr>
            <w:r w:rsidRPr="002916A4">
              <w:rPr>
                <w:sz w:val="18"/>
                <w:szCs w:val="18"/>
              </w:rPr>
              <w:t>1 January 2008</w:t>
            </w:r>
          </w:p>
        </w:tc>
        <w:tc>
          <w:tcPr>
            <w:tcW w:w="1710" w:type="dxa"/>
            <w:tcBorders>
              <w:top w:val="single" w:sz="4" w:space="0" w:color="auto"/>
              <w:bottom w:val="single" w:sz="4" w:space="0" w:color="auto"/>
            </w:tcBorders>
          </w:tcPr>
          <w:p w:rsidR="00F65356" w:rsidRPr="002916A4" w:rsidRDefault="00A13C01" w:rsidP="00AD2225">
            <w:pPr>
              <w:rPr>
                <w:sz w:val="18"/>
                <w:szCs w:val="18"/>
              </w:rPr>
            </w:pPr>
            <w:r w:rsidRPr="002916A4">
              <w:rPr>
                <w:sz w:val="18"/>
                <w:szCs w:val="18"/>
              </w:rPr>
              <w:t>Current</w:t>
            </w:r>
          </w:p>
        </w:tc>
      </w:tr>
    </w:tbl>
    <w:p w:rsidR="00A13C01" w:rsidRDefault="00A13C01" w:rsidP="00A13C01">
      <w:pPr>
        <w:pStyle w:val="Subheading1"/>
        <w:spacing w:before="0"/>
        <w:jc w:val="both"/>
      </w:pPr>
    </w:p>
    <w:p w:rsidR="00A13C01" w:rsidRPr="00733450" w:rsidRDefault="00A13C01" w:rsidP="00A13C01">
      <w:pPr>
        <w:pStyle w:val="HeadingTwo"/>
      </w:pPr>
      <w:r w:rsidRPr="00733450">
        <w:t>Purpose</w:t>
      </w:r>
    </w:p>
    <w:p w:rsidR="00A13C01" w:rsidRPr="00633578" w:rsidRDefault="00A13C01" w:rsidP="00A13C01">
      <w:pPr>
        <w:pStyle w:val="BlockText"/>
      </w:pPr>
      <w:r>
        <w:t xml:space="preserve">This Guideline explains the operation of section 24 of the </w:t>
      </w:r>
      <w:r>
        <w:rPr>
          <w:i/>
        </w:rPr>
        <w:t xml:space="preserve">Taxation Administration Act </w:t>
      </w:r>
      <w:r>
        <w:t>(the</w:t>
      </w:r>
      <w:r w:rsidR="001335C0">
        <w:t> </w:t>
      </w:r>
      <w:r>
        <w:t>Act), which imposes an obligation on taxpayers and tax advisers to fully and truly disclose relevant information for the purposes of assessing a taxpayer’s tax liability.</w:t>
      </w:r>
    </w:p>
    <w:p w:rsidR="00A13C01" w:rsidRPr="00733450" w:rsidRDefault="00A13C01" w:rsidP="00A13C01">
      <w:pPr>
        <w:pStyle w:val="HeadingTwo"/>
      </w:pPr>
      <w:r>
        <w:t>Obligation to fully an</w:t>
      </w:r>
      <w:bookmarkStart w:id="0" w:name="_GoBack"/>
      <w:r>
        <w:t>d truly disclose relevant facts and circumstances</w:t>
      </w:r>
    </w:p>
    <w:p w:rsidR="00A13C01" w:rsidRDefault="00A13C01" w:rsidP="00A13C01">
      <w:pPr>
        <w:pStyle w:val="BlockText"/>
      </w:pPr>
      <w:r>
        <w:t>Section 24 of the Act requires that a taxpayer or a</w:t>
      </w:r>
      <w:r w:rsidRPr="009A6AF4">
        <w:t xml:space="preserve"> </w:t>
      </w:r>
      <w:r>
        <w:rPr>
          <w:b/>
        </w:rPr>
        <w:t>tax a</w:t>
      </w:r>
      <w:r w:rsidRPr="006821EA">
        <w:rPr>
          <w:b/>
        </w:rPr>
        <w:t>dviser</w:t>
      </w:r>
      <w:r w:rsidRPr="009A6AF4">
        <w:t xml:space="preserve"> </w:t>
      </w:r>
      <w:r>
        <w:t xml:space="preserve">acting on behalf of a taxpayer </w:t>
      </w:r>
      <w:r w:rsidRPr="009A6AF4">
        <w:t xml:space="preserve">(see </w:t>
      </w:r>
      <w:r w:rsidR="001335C0">
        <w:t>page 4</w:t>
      </w:r>
      <w:r>
        <w:t xml:space="preserve"> for </w:t>
      </w:r>
      <w:r w:rsidRPr="009A6AF4">
        <w:t>the definition of tax a</w:t>
      </w:r>
      <w:r>
        <w:t xml:space="preserve">dviser for this provision) must fully and truly disclose in writing all </w:t>
      </w:r>
      <w:r w:rsidRPr="009A6AF4">
        <w:t xml:space="preserve">relevant facts and circumstances that affect </w:t>
      </w:r>
      <w:r>
        <w:t>the</w:t>
      </w:r>
      <w:r w:rsidRPr="009A6AF4">
        <w:t xml:space="preserve"> taxpayer’s tax liability when any one of the </w:t>
      </w:r>
      <w:r>
        <w:t xml:space="preserve">following </w:t>
      </w:r>
      <w:r>
        <w:rPr>
          <w:b/>
        </w:rPr>
        <w:t>relevant occasions</w:t>
      </w:r>
      <w:r w:rsidRPr="009A6AF4">
        <w:t xml:space="preserve"> </w:t>
      </w:r>
      <w:r>
        <w:t>occurs</w:t>
      </w:r>
      <w:r w:rsidR="00522138">
        <w:t>:</w:t>
      </w:r>
    </w:p>
    <w:p w:rsidR="00A13C01" w:rsidRDefault="00A13C01" w:rsidP="00A13C01">
      <w:pPr>
        <w:pStyle w:val="BlockText"/>
        <w:numPr>
          <w:ilvl w:val="1"/>
          <w:numId w:val="3"/>
        </w:numPr>
      </w:pPr>
      <w:r>
        <w:t xml:space="preserve">They </w:t>
      </w:r>
      <w:r w:rsidRPr="009561C0">
        <w:t>submit an instrument or return for the</w:t>
      </w:r>
      <w:r>
        <w:t xml:space="preserve"> </w:t>
      </w:r>
      <w:r w:rsidRPr="009561C0">
        <w:t>assessment of tax</w:t>
      </w:r>
      <w:r>
        <w:t>.</w:t>
      </w:r>
    </w:p>
    <w:p w:rsidR="00A13C01" w:rsidRPr="009561C0" w:rsidRDefault="00A13C01" w:rsidP="00A13C01">
      <w:pPr>
        <w:pStyle w:val="BlockText"/>
        <w:numPr>
          <w:ilvl w:val="1"/>
          <w:numId w:val="3"/>
        </w:numPr>
      </w:pPr>
      <w:r>
        <w:t xml:space="preserve">They </w:t>
      </w:r>
      <w:r w:rsidRPr="009561C0">
        <w:t>submit an application for an</w:t>
      </w:r>
      <w:r>
        <w:t xml:space="preserve"> </w:t>
      </w:r>
      <w:r w:rsidRPr="009561C0">
        <w:t>assessment of tax</w:t>
      </w:r>
      <w:r>
        <w:t>.</w:t>
      </w:r>
    </w:p>
    <w:p w:rsidR="00A13C01" w:rsidRPr="009561C0" w:rsidRDefault="00A13C01" w:rsidP="00A13C01">
      <w:pPr>
        <w:pStyle w:val="BlockText"/>
        <w:numPr>
          <w:ilvl w:val="1"/>
          <w:numId w:val="3"/>
        </w:numPr>
      </w:pPr>
      <w:r>
        <w:t>T</w:t>
      </w:r>
      <w:r w:rsidRPr="009561C0">
        <w:t>he Commissioner</w:t>
      </w:r>
      <w:r>
        <w:t xml:space="preserve"> of Territory Revenue issues a</w:t>
      </w:r>
      <w:r w:rsidRPr="009561C0">
        <w:t xml:space="preserve"> </w:t>
      </w:r>
      <w:r>
        <w:t xml:space="preserve">written </w:t>
      </w:r>
      <w:r w:rsidRPr="009561C0">
        <w:t>notice</w:t>
      </w:r>
      <w:r>
        <w:t xml:space="preserve"> </w:t>
      </w:r>
      <w:r w:rsidRPr="009561C0">
        <w:t>request</w:t>
      </w:r>
      <w:r>
        <w:t xml:space="preserve">ing them </w:t>
      </w:r>
      <w:r w:rsidRPr="009561C0">
        <w:t xml:space="preserve">to </w:t>
      </w:r>
      <w:r>
        <w:t>disclos</w:t>
      </w:r>
      <w:r w:rsidRPr="009561C0">
        <w:t>e information about a tax</w:t>
      </w:r>
      <w:r>
        <w:t xml:space="preserve"> </w:t>
      </w:r>
      <w:r w:rsidRPr="009561C0">
        <w:t>liability that the Commissioner proposes to assess</w:t>
      </w:r>
      <w:r>
        <w:t>.</w:t>
      </w:r>
    </w:p>
    <w:p w:rsidR="00A13C01" w:rsidRPr="009561C0" w:rsidRDefault="00A13C01" w:rsidP="00A13C01">
      <w:pPr>
        <w:pStyle w:val="BlockText"/>
        <w:numPr>
          <w:ilvl w:val="1"/>
          <w:numId w:val="3"/>
        </w:numPr>
      </w:pPr>
      <w:r>
        <w:t>F</w:t>
      </w:r>
      <w:r w:rsidRPr="009561C0">
        <w:t>acts or circumsta</w:t>
      </w:r>
      <w:r>
        <w:t>nces become known to them</w:t>
      </w:r>
      <w:r w:rsidRPr="009561C0">
        <w:t>, showing that the</w:t>
      </w:r>
      <w:r>
        <w:t xml:space="preserve"> </w:t>
      </w:r>
      <w:r w:rsidRPr="009561C0">
        <w:t>basis on which tax has been paid, or the basis on which the</w:t>
      </w:r>
      <w:r>
        <w:t xml:space="preserve"> </w:t>
      </w:r>
      <w:r w:rsidRPr="009561C0">
        <w:t xml:space="preserve">Commissioner has assessed or </w:t>
      </w:r>
      <w:r>
        <w:t xml:space="preserve">will </w:t>
      </w:r>
      <w:r w:rsidRPr="009561C0">
        <w:t>assess a tax</w:t>
      </w:r>
      <w:r>
        <w:t xml:space="preserve"> liability, is incorrect.</w:t>
      </w:r>
      <w:r>
        <w:rPr>
          <w:rStyle w:val="FootnoteReference"/>
          <w:sz w:val="24"/>
          <w:szCs w:val="24"/>
        </w:rPr>
        <w:footnoteReference w:id="1"/>
      </w:r>
    </w:p>
    <w:bookmarkEnd w:id="0"/>
    <w:p w:rsidR="00A13C01" w:rsidRDefault="00A13C01" w:rsidP="00A13C01">
      <w:pPr>
        <w:pStyle w:val="BlockText"/>
      </w:pPr>
      <w:r>
        <w:t>The obligation is to make the disclosure in writing, which means that where the relevant return, application or instrument does not set out all of the relevant facts and circumstances, additional written documents setting out those facts and circumstances must be provided.</w:t>
      </w:r>
    </w:p>
    <w:p w:rsidR="00A13C01" w:rsidRDefault="00A13C01" w:rsidP="00A13C01">
      <w:pPr>
        <w:pStyle w:val="BlockText"/>
      </w:pPr>
      <w:r>
        <w:t>Breach of this obligation is an offence, the m</w:t>
      </w:r>
      <w:r w:rsidRPr="007576DD">
        <w:t>aximum penalty</w:t>
      </w:r>
      <w:r>
        <w:t xml:space="preserve"> for which is</w:t>
      </w:r>
      <w:r w:rsidRPr="007576DD">
        <w:t xml:space="preserve"> 100 penalty units</w:t>
      </w:r>
      <w:r>
        <w:t xml:space="preserve"> (</w:t>
      </w:r>
      <w:r w:rsidR="00591084">
        <w:t xml:space="preserve">current </w:t>
      </w:r>
      <w:r w:rsidR="001335C0">
        <w:t>penalty unit values are available from the Territory Revenue Office (TRO) website).</w:t>
      </w:r>
      <w:r>
        <w:rPr>
          <w:rStyle w:val="FootnoteReference"/>
          <w:sz w:val="24"/>
          <w:szCs w:val="24"/>
        </w:rPr>
        <w:footnoteReference w:id="2"/>
      </w:r>
      <w:r>
        <w:t xml:space="preserve">  </w:t>
      </w:r>
    </w:p>
    <w:p w:rsidR="00A13C01" w:rsidRDefault="00A13C01" w:rsidP="00A13C01">
      <w:pPr>
        <w:pStyle w:val="BlockText"/>
      </w:pPr>
      <w:r>
        <w:t>A failure to make a full and true disclosure that results in the taxpayer being assessed for a lower amount of tax than they otherwise ought to have means that TRO may at any later time reassess the liability, notwithstanding the normal 5-year time limit on reassessments.</w:t>
      </w:r>
      <w:r>
        <w:rPr>
          <w:rStyle w:val="FootnoteReference"/>
          <w:sz w:val="24"/>
          <w:szCs w:val="24"/>
        </w:rPr>
        <w:footnoteReference w:id="3"/>
      </w:r>
      <w:r>
        <w:t xml:space="preserve">  Such an assessment will require the payment of interest and penalty tax at a rate dependent upon the culpability of the taxpayer.</w:t>
      </w:r>
      <w:r>
        <w:rPr>
          <w:rStyle w:val="FootnoteReference"/>
          <w:sz w:val="24"/>
          <w:szCs w:val="24"/>
        </w:rPr>
        <w:footnoteReference w:id="4"/>
      </w:r>
      <w:r>
        <w:t xml:space="preserve">  </w:t>
      </w:r>
    </w:p>
    <w:p w:rsidR="00A13C01" w:rsidRPr="003958ED" w:rsidRDefault="00A13C01" w:rsidP="003958ED">
      <w:pPr>
        <w:pStyle w:val="HeadingThree"/>
      </w:pPr>
      <w:r>
        <w:lastRenderedPageBreak/>
        <w:t xml:space="preserve">The disclosure is required ‘up front’ </w:t>
      </w:r>
    </w:p>
    <w:p w:rsidR="003958ED" w:rsidRDefault="00A13C01" w:rsidP="003958ED">
      <w:pPr>
        <w:pStyle w:val="BlockText"/>
      </w:pPr>
      <w:r>
        <w:t>Full and true disclosure of relevant facts and circumstances is required to occur ‘up front’ when instruments, returns and applications are lodged for the assessment of tax. This is a positive obligation on taxpayers and tax advisers to disclose information relevant to the assessment of the tax liability and the obligation does not require the Commissioner to request the information, whether by formal notice or otherwise.</w:t>
      </w:r>
    </w:p>
    <w:p w:rsidR="00A13C01" w:rsidRPr="009E7035" w:rsidRDefault="00A13C01" w:rsidP="003958ED">
      <w:pPr>
        <w:pStyle w:val="HeadingThree"/>
      </w:pPr>
      <w:r w:rsidRPr="009E7035">
        <w:t>Extent of the disclosure obligations</w:t>
      </w:r>
    </w:p>
    <w:p w:rsidR="00A13C01" w:rsidRPr="003958ED" w:rsidRDefault="00A13C01" w:rsidP="008A751E">
      <w:pPr>
        <w:pStyle w:val="HeadingFour"/>
      </w:pPr>
      <w:r>
        <w:t>Disclosure of known information – no requirement to research</w:t>
      </w:r>
    </w:p>
    <w:p w:rsidR="00A13C01" w:rsidRDefault="00A13C01" w:rsidP="003958ED">
      <w:pPr>
        <w:pStyle w:val="BlockText"/>
      </w:pPr>
      <w:r w:rsidRPr="009A6AF4">
        <w:t xml:space="preserve">Taxpayers and tax advisers are required to disclose relevant information in their </w:t>
      </w:r>
      <w:r>
        <w:t xml:space="preserve">knowledge or </w:t>
      </w:r>
      <w:r w:rsidRPr="009A6AF4">
        <w:t>possession</w:t>
      </w:r>
      <w:r>
        <w:t xml:space="preserve">.  However, section 24 of the Act does not oblige taxpayers and tax advisers to </w:t>
      </w:r>
      <w:r w:rsidRPr="009A6AF4">
        <w:t>research or audit a matter to ensure compliance with th</w:t>
      </w:r>
      <w:r>
        <w:t>e</w:t>
      </w:r>
      <w:r w:rsidRPr="009A6AF4">
        <w:t xml:space="preserve"> requirement</w:t>
      </w:r>
      <w:r>
        <w:t xml:space="preserve"> for full and true disclosure</w:t>
      </w:r>
      <w:r w:rsidRPr="009A6AF4">
        <w:t xml:space="preserve">. </w:t>
      </w:r>
    </w:p>
    <w:p w:rsidR="003958ED" w:rsidRDefault="00A13C01" w:rsidP="003958ED">
      <w:pPr>
        <w:pStyle w:val="BlockText"/>
      </w:pPr>
      <w:r w:rsidRPr="009A6AF4">
        <w:t xml:space="preserve">If a </w:t>
      </w:r>
      <w:r>
        <w:t>tax adviser</w:t>
      </w:r>
      <w:r w:rsidRPr="009A6AF4">
        <w:t xml:space="preserve"> lodges a return or document with the Commissioner for assessment, they will meet their disclosure requirements where, relying on the taxpayer’s disclosure, they lodge all relevant information in their possession. </w:t>
      </w:r>
      <w:r>
        <w:t xml:space="preserve"> For example, where</w:t>
      </w:r>
      <w:r w:rsidRPr="009A6AF4">
        <w:t xml:space="preserve"> </w:t>
      </w:r>
      <w:r>
        <w:t xml:space="preserve">a </w:t>
      </w:r>
      <w:r w:rsidRPr="009A6AF4">
        <w:t>tax adviser simply prepares and lodges a return based on information provided by a client and that return accurately reflects all of the information provided to the tax adviser, the adviser would have met their disclosure requirements by lodging the return</w:t>
      </w:r>
      <w:r>
        <w:t>.</w:t>
      </w:r>
    </w:p>
    <w:p w:rsidR="00A13C01" w:rsidRPr="003958ED" w:rsidRDefault="00A13C01" w:rsidP="008A751E">
      <w:pPr>
        <w:pStyle w:val="HeadingFour"/>
      </w:pPr>
      <w:r>
        <w:t>Disclosure of relevant facts and circumstances, not documents</w:t>
      </w:r>
    </w:p>
    <w:p w:rsidR="00A13C01" w:rsidRDefault="00A13C01" w:rsidP="003958ED">
      <w:pPr>
        <w:pStyle w:val="BlockText"/>
      </w:pPr>
      <w:r>
        <w:t>TRO is aware that in large and complicated transactions, a considerable amount of documentation (such as during due diligence processes) may be generated in relation to the transaction.  However, the obligation is simply to disclose all facts and circumstances relevant to assessing a taxpayer’s tax liability, but not necessarily all of the documentation. For example, where a due diligence process reveals information relevant to a tax assessment, the obligation is satisfied by disclosing in writing the relevant facts and circumstances that the reports revealed – it is not necessary to lodge all of the physical material to TRO in the first instance.</w:t>
      </w:r>
    </w:p>
    <w:p w:rsidR="00A13C01" w:rsidRPr="003958ED" w:rsidRDefault="00A13C01" w:rsidP="008A751E">
      <w:pPr>
        <w:pStyle w:val="HeadingFour"/>
      </w:pPr>
      <w:r w:rsidRPr="004B3D53">
        <w:t>Legal professional privilege</w:t>
      </w:r>
    </w:p>
    <w:p w:rsidR="00A13C01" w:rsidRPr="003958ED" w:rsidRDefault="00A13C01" w:rsidP="003958ED">
      <w:pPr>
        <w:pStyle w:val="BlockText"/>
      </w:pPr>
      <w:r w:rsidRPr="009A6AF4">
        <w:t>Th</w:t>
      </w:r>
      <w:r>
        <w:t>e</w:t>
      </w:r>
      <w:r w:rsidRPr="009A6AF4">
        <w:t xml:space="preserve"> requirement for full and true disclosure does not override legal professional</w:t>
      </w:r>
      <w:r>
        <w:t xml:space="preserve"> </w:t>
      </w:r>
      <w:r w:rsidRPr="009A6AF4">
        <w:t>privilege a taxpayer may have over communications with their lawyer. Accordingly,</w:t>
      </w:r>
      <w:r w:rsidRPr="009E7035">
        <w:t xml:space="preserve"> </w:t>
      </w:r>
      <w:r>
        <w:t xml:space="preserve">actual </w:t>
      </w:r>
      <w:r w:rsidRPr="009E7035">
        <w:t>communications that are properly the subject of legal professional privilege</w:t>
      </w:r>
      <w:r>
        <w:t xml:space="preserve"> </w:t>
      </w:r>
      <w:r w:rsidRPr="009A6AF4">
        <w:t xml:space="preserve">do not have to </w:t>
      </w:r>
      <w:r>
        <w:t>be provided</w:t>
      </w:r>
      <w:r w:rsidRPr="009A6AF4">
        <w:t xml:space="preserve"> to the Commissioner. </w:t>
      </w:r>
      <w:r>
        <w:t xml:space="preserve"> </w:t>
      </w:r>
      <w:r w:rsidRPr="009A6AF4">
        <w:t xml:space="preserve">However, the taxpayer and </w:t>
      </w:r>
      <w:r>
        <w:t xml:space="preserve">tax </w:t>
      </w:r>
      <w:r w:rsidRPr="009A6AF4">
        <w:t>adviser must still fully and truly disclose</w:t>
      </w:r>
      <w:r>
        <w:t xml:space="preserve"> </w:t>
      </w:r>
      <w:r w:rsidRPr="009A6AF4">
        <w:t>all relevant facts and circumstances affecti</w:t>
      </w:r>
      <w:r>
        <w:t xml:space="preserve">ng an assessment and the mere fact that those facts and circumstances are contained in privileged communications does not alter this obligation.   In this situation, the relevant facts and circumstances can be disclosed by way of précis (for example) without providing the privileged communications.  Disclosing relevant facts and circumstances in privileged communications does not result in privilege over those communications being waived. </w:t>
      </w:r>
    </w:p>
    <w:p w:rsidR="00A13C01" w:rsidRPr="003958ED" w:rsidRDefault="00A13C01" w:rsidP="008A751E">
      <w:pPr>
        <w:pStyle w:val="HeadingFour"/>
      </w:pPr>
      <w:r w:rsidRPr="00CB2B7C">
        <w:t xml:space="preserve">Tax advisers to disclose information relating to </w:t>
      </w:r>
      <w:r>
        <w:t>matters</w:t>
      </w:r>
      <w:r w:rsidRPr="00CB2B7C">
        <w:t xml:space="preserve"> for which they are engaged</w:t>
      </w:r>
    </w:p>
    <w:p w:rsidR="00A13C01" w:rsidRPr="003958ED" w:rsidRDefault="00A13C01" w:rsidP="003958ED">
      <w:pPr>
        <w:pStyle w:val="BlockText"/>
      </w:pPr>
      <w:r>
        <w:t>The</w:t>
      </w:r>
      <w:r w:rsidRPr="009A6AF4">
        <w:t xml:space="preserve"> obligation on tax advisers is only intended to extend to those matters in respect of which the tax adviser has been engaged by a taxpayer to provide services or advice. </w:t>
      </w:r>
      <w:r>
        <w:t xml:space="preserve">  For example, i</w:t>
      </w:r>
      <w:r w:rsidRPr="009A6AF4">
        <w:t>f a tax adviser has been engaged to complete payroll tax returns on behalf of a client and that same client engages another tax adviser to provide advice in relation to a stamp duty matter, it would not be expected that the tax adviser engaged to complete the payroll tax returns would be required to disclose any information in relation to the stamp duty matter and vice versa.</w:t>
      </w:r>
      <w:r>
        <w:t xml:space="preserve">  </w:t>
      </w:r>
    </w:p>
    <w:p w:rsidR="00A13C01" w:rsidRDefault="00A13C01" w:rsidP="003958ED">
      <w:pPr>
        <w:pStyle w:val="BlockText"/>
      </w:pPr>
      <w:r>
        <w:lastRenderedPageBreak/>
        <w:t xml:space="preserve">Furthermore, a </w:t>
      </w:r>
      <w:r w:rsidRPr="009A6AF4">
        <w:t>person engaged to perform federal taxation work, bookkeeping or any other services not involving the preparation or lodgement of instruments</w:t>
      </w:r>
      <w:r>
        <w:t>, returns, submissions or application</w:t>
      </w:r>
      <w:r w:rsidRPr="009A6AF4">
        <w:t xml:space="preserve"> </w:t>
      </w:r>
      <w:r>
        <w:t xml:space="preserve">to TRO </w:t>
      </w:r>
      <w:r w:rsidRPr="009A6AF4">
        <w:t>will not be a “tax adviser”</w:t>
      </w:r>
      <w:r>
        <w:t xml:space="preserve"> for the purposes of the disclosure obligation.</w:t>
      </w:r>
    </w:p>
    <w:p w:rsidR="00A13C01" w:rsidRDefault="00A13C01" w:rsidP="003958ED">
      <w:pPr>
        <w:pStyle w:val="BlockText"/>
      </w:pPr>
      <w:r>
        <w:t>For similar reasons, an a</w:t>
      </w:r>
      <w:r w:rsidRPr="009A6AF4">
        <w:t>ccountant</w:t>
      </w:r>
      <w:r>
        <w:t xml:space="preserve"> or other adviser that is still considered to be “engaged” </w:t>
      </w:r>
      <w:r w:rsidRPr="009A6AF4">
        <w:t xml:space="preserve">under the terms of a letter of engagement when not actually performing work for </w:t>
      </w:r>
      <w:r>
        <w:t xml:space="preserve">a client is not a tax adviser, other than </w:t>
      </w:r>
      <w:r w:rsidRPr="009A6AF4">
        <w:t>when actually performing work in relation to a Territory tax</w:t>
      </w:r>
      <w:r>
        <w:t>ation law</w:t>
      </w:r>
      <w:r w:rsidRPr="009A6AF4">
        <w:t>.</w:t>
      </w:r>
    </w:p>
    <w:p w:rsidR="00A13C01" w:rsidRPr="003958ED" w:rsidRDefault="00A13C01" w:rsidP="008A751E">
      <w:pPr>
        <w:pStyle w:val="HeadingFour"/>
      </w:pPr>
      <w:r w:rsidRPr="004B3D53">
        <w:t>Unsubstantiated allegations</w:t>
      </w:r>
    </w:p>
    <w:p w:rsidR="00A13C01" w:rsidRPr="003958ED" w:rsidRDefault="00A13C01" w:rsidP="003958ED">
      <w:pPr>
        <w:pStyle w:val="BlockText"/>
      </w:pPr>
      <w:r w:rsidRPr="009A6AF4">
        <w:t>The</w:t>
      </w:r>
      <w:r>
        <w:t>re is no</w:t>
      </w:r>
      <w:r w:rsidRPr="009A6AF4">
        <w:t xml:space="preserve"> </w:t>
      </w:r>
      <w:r>
        <w:t xml:space="preserve">obligation on a tax adviser to pass on unsubstantiated rumours or allegations about a taxpayer in circumstances where the tax adviser is unable to </w:t>
      </w:r>
      <w:r w:rsidRPr="009A6AF4">
        <w:t>determine whether the client has underpaid tax</w:t>
      </w:r>
      <w:r>
        <w:t xml:space="preserve">.  The </w:t>
      </w:r>
      <w:r w:rsidRPr="009A6AF4">
        <w:t>definition of “relevant occasion</w:t>
      </w:r>
      <w:r>
        <w:t>” only requires disclosure where f</w:t>
      </w:r>
      <w:r w:rsidRPr="009E7035">
        <w:t xml:space="preserve">acts or circumstances become </w:t>
      </w:r>
      <w:r w:rsidRPr="009E7035">
        <w:rPr>
          <w:u w:val="single"/>
        </w:rPr>
        <w:t>known</w:t>
      </w:r>
      <w:r w:rsidRPr="009E7035">
        <w:t xml:space="preserve"> to the taxpayer or tax adviser</w:t>
      </w:r>
      <w:r>
        <w:t xml:space="preserve"> </w:t>
      </w:r>
      <w:r>
        <w:rPr>
          <w:u w:val="single"/>
        </w:rPr>
        <w:t>showing</w:t>
      </w:r>
      <w:r w:rsidRPr="009E7035">
        <w:t xml:space="preserve"> that the basis on which tax has been paid, or the basis on which the Commissioner has assessed or will assess a tax liability, is incorrect.</w:t>
      </w:r>
      <w:r>
        <w:t xml:space="preserve">  It is considered that there is no obligation to pass on mere suspicions or unsubstantiated allegations where the tax adviser does not know that the relevant facts or circumstances exist.</w:t>
      </w:r>
    </w:p>
    <w:p w:rsidR="00A13C01" w:rsidRPr="003958ED" w:rsidRDefault="00A13C01" w:rsidP="008A751E">
      <w:pPr>
        <w:pStyle w:val="HeadingFour"/>
      </w:pPr>
      <w:r>
        <w:t>Examples of breach of disclosure requirement</w:t>
      </w:r>
    </w:p>
    <w:p w:rsidR="00A13C01" w:rsidRDefault="00A13C01" w:rsidP="003958ED">
      <w:pPr>
        <w:pStyle w:val="BlockText"/>
      </w:pPr>
      <w:r>
        <w:t>The following example is a situation where taxpayers and tax advisers have failed to fully and truly disclose facts relevant to a tax assessment on a relevant occasion.</w:t>
      </w:r>
    </w:p>
    <w:p w:rsidR="00A13C01" w:rsidRDefault="00A13C01" w:rsidP="00225081">
      <w:pPr>
        <w:pStyle w:val="ExampleBox"/>
        <w:spacing w:before="240"/>
      </w:pPr>
      <w:r>
        <w:t>In relation to a conveyance of land from a related party, a taxpayer has obtained a valuation of the land and is aware that the consideration being paid is less than the value of the land.  If the taxpayer lodges the instrument for assessment without disclosing the fact that the land has been valued at greater than the consideration being paid, the disclosure obligation will have been breached.</w:t>
      </w:r>
    </w:p>
    <w:p w:rsidR="00A13C01" w:rsidRPr="003958ED" w:rsidRDefault="00A13C01" w:rsidP="008A751E">
      <w:pPr>
        <w:pStyle w:val="HeadingTwo"/>
        <w:spacing w:before="480"/>
      </w:pPr>
      <w:r>
        <w:t>Stamp Duty Lodgement Guide</w:t>
      </w:r>
    </w:p>
    <w:p w:rsidR="00A13C01" w:rsidRDefault="00A13C01" w:rsidP="003958ED">
      <w:pPr>
        <w:pStyle w:val="BlockText"/>
      </w:pPr>
      <w:r>
        <w:t xml:space="preserve">The </w:t>
      </w:r>
      <w:r w:rsidRPr="00E21EC5">
        <w:rPr>
          <w:i/>
        </w:rPr>
        <w:t>Stamp Duty Lodgement Guide</w:t>
      </w:r>
      <w:r>
        <w:t xml:space="preserve"> (</w:t>
      </w:r>
      <w:hyperlink r:id="rId8" w:history="1">
        <w:r w:rsidRPr="008A751E">
          <w:rPr>
            <w:rStyle w:val="Hyperlink"/>
          </w:rPr>
          <w:t>I-SD-001</w:t>
        </w:r>
      </w:hyperlink>
      <w:r>
        <w:t xml:space="preserve">) (the Guide) </w:t>
      </w:r>
      <w:r w:rsidRPr="00E21EC5">
        <w:t xml:space="preserve">provides guidance to taxpayers </w:t>
      </w:r>
      <w:r>
        <w:t xml:space="preserve">of </w:t>
      </w:r>
      <w:r w:rsidRPr="00E21EC5">
        <w:t xml:space="preserve">the </w:t>
      </w:r>
      <w:r>
        <w:t xml:space="preserve">type of </w:t>
      </w:r>
      <w:r w:rsidRPr="00E21EC5">
        <w:t>information</w:t>
      </w:r>
      <w:r>
        <w:t xml:space="preserve"> and documents</w:t>
      </w:r>
      <w:r w:rsidRPr="00E21EC5">
        <w:t xml:space="preserve"> </w:t>
      </w:r>
      <w:r>
        <w:t xml:space="preserve">usually required by TRO to assess stamp duty on a wide range of </w:t>
      </w:r>
      <w:r w:rsidRPr="00E21EC5">
        <w:t>instruments</w:t>
      </w:r>
      <w:r>
        <w:t>. It does this by listing documents and information relevant for certain types of transactions, applications for exemptions or concessions or in certain cases where evidence of value may be required.</w:t>
      </w:r>
    </w:p>
    <w:p w:rsidR="00A13C01" w:rsidRDefault="00A13C01" w:rsidP="003958ED">
      <w:pPr>
        <w:pStyle w:val="BlockText"/>
      </w:pPr>
      <w:r w:rsidRPr="00E21EC5">
        <w:t xml:space="preserve">The Guide does not </w:t>
      </w:r>
      <w:r>
        <w:t>(and does not purport to) provide an exhaustive list of the information required to assess any particular instrument or transaction. It is designed to assist taxpayers to provide the usual information needed by TRO to assess a tax liability, but it does not replace the obligation to fully and truly disclose all relevant facts and circumstances</w:t>
      </w:r>
      <w:r w:rsidRPr="00E21EC5">
        <w:t xml:space="preserve"> </w:t>
      </w:r>
      <w:r>
        <w:t>t</w:t>
      </w:r>
      <w:r w:rsidRPr="009A6AF4">
        <w:t xml:space="preserve">hat affect </w:t>
      </w:r>
      <w:r>
        <w:t xml:space="preserve">a </w:t>
      </w:r>
      <w:r w:rsidRPr="009A6AF4">
        <w:t>taxpayer’s tax liability</w:t>
      </w:r>
      <w:r>
        <w:t xml:space="preserve">.  That is, the obligation to disclose may </w:t>
      </w:r>
      <w:r>
        <w:rPr>
          <w:u w:val="single"/>
        </w:rPr>
        <w:t>not</w:t>
      </w:r>
      <w:r>
        <w:t xml:space="preserve"> be fulfilled merely by providing the information and documents listed in the Guide.</w:t>
      </w:r>
    </w:p>
    <w:p w:rsidR="00A13C01" w:rsidRPr="003958ED" w:rsidRDefault="00A13C01" w:rsidP="003958ED">
      <w:pPr>
        <w:pStyle w:val="BlockText"/>
      </w:pPr>
      <w:r>
        <w:t>Where the taxpayer or tax adviser is aware of facts or circumstances</w:t>
      </w:r>
      <w:r w:rsidRPr="00EE6FBC">
        <w:t xml:space="preserve"> </w:t>
      </w:r>
      <w:r>
        <w:t>relevant to assessing the taxpayer’s tax liability that are not listed in the documents and information set out in the</w:t>
      </w:r>
      <w:r w:rsidR="001335C0">
        <w:t> </w:t>
      </w:r>
      <w:r>
        <w:t>Guide in relation to that type of transaction, it is an offence not to disclose that information in writing on the relevant occasion (such as when lodging the instrument).</w:t>
      </w:r>
    </w:p>
    <w:p w:rsidR="00A13C01" w:rsidRPr="003958ED" w:rsidRDefault="00A13C01" w:rsidP="008A751E">
      <w:pPr>
        <w:pStyle w:val="HeadingTwo"/>
      </w:pPr>
      <w:r w:rsidRPr="009E7035">
        <w:t>Correcting info</w:t>
      </w:r>
      <w:r w:rsidRPr="008A751E">
        <w:t>r</w:t>
      </w:r>
      <w:r w:rsidRPr="009E7035">
        <w:t>mation</w:t>
      </w:r>
    </w:p>
    <w:p w:rsidR="00A13C01" w:rsidRPr="003958ED" w:rsidRDefault="00A13C01" w:rsidP="003958ED">
      <w:pPr>
        <w:pStyle w:val="BlockText"/>
      </w:pPr>
      <w:r>
        <w:t xml:space="preserve">The focus of the obligation for taxpayers and tax advisers to disclose information is to enable the Commissioner to make an efficient and timely assessment of a taxpayer’s tax liability.  Accordingly, </w:t>
      </w:r>
      <w:r w:rsidRPr="00055B1E">
        <w:t xml:space="preserve">a taxpayer or tax adviser </w:t>
      </w:r>
      <w:r>
        <w:t xml:space="preserve">may be allowed </w:t>
      </w:r>
      <w:r w:rsidRPr="00055B1E">
        <w:t>to correct</w:t>
      </w:r>
      <w:r>
        <w:t xml:space="preserve"> </w:t>
      </w:r>
      <w:r w:rsidRPr="00055B1E">
        <w:t>an error in any instrument, return or informatio</w:t>
      </w:r>
      <w:r>
        <w:t>n submitted to the Commissioner in order to fulfil the disclosure obligations.</w:t>
      </w:r>
      <w:r>
        <w:rPr>
          <w:rStyle w:val="FootnoteReference"/>
          <w:sz w:val="24"/>
          <w:szCs w:val="24"/>
        </w:rPr>
        <w:footnoteReference w:id="5"/>
      </w:r>
    </w:p>
    <w:p w:rsidR="00A13C01" w:rsidRPr="003958ED" w:rsidRDefault="00A13C01" w:rsidP="008A751E">
      <w:pPr>
        <w:pStyle w:val="HeadingTwo"/>
      </w:pPr>
      <w:r>
        <w:t xml:space="preserve">Confidentiality </w:t>
      </w:r>
      <w:r w:rsidRPr="0095445C">
        <w:t>of information</w:t>
      </w:r>
      <w:r>
        <w:t xml:space="preserve"> disclosed to the Commissioner</w:t>
      </w:r>
    </w:p>
    <w:p w:rsidR="00A13C01" w:rsidRPr="003958ED" w:rsidRDefault="00A13C01" w:rsidP="003958ED">
      <w:pPr>
        <w:pStyle w:val="BlockText"/>
      </w:pPr>
      <w:r>
        <w:t>Information obtained under the taxation laws about the identity</w:t>
      </w:r>
      <w:r w:rsidRPr="0095445C">
        <w:t xml:space="preserve"> or</w:t>
      </w:r>
      <w:r>
        <w:t xml:space="preserve"> </w:t>
      </w:r>
      <w:r w:rsidRPr="0095445C">
        <w:t>th</w:t>
      </w:r>
      <w:r>
        <w:t>e personal or financial affairs</w:t>
      </w:r>
      <w:r w:rsidRPr="0095445C">
        <w:t xml:space="preserve"> of a person </w:t>
      </w:r>
      <w:r>
        <w:t>is confidential and may not be disclosed by a tax officer except in limited circumstances relating to</w:t>
      </w:r>
      <w:r w:rsidRPr="00B25884">
        <w:t xml:space="preserve"> the administration o</w:t>
      </w:r>
      <w:r>
        <w:t>r enforcement of a taxation law.</w:t>
      </w:r>
      <w:r>
        <w:rPr>
          <w:rStyle w:val="FootnoteReference"/>
          <w:sz w:val="24"/>
          <w:szCs w:val="24"/>
        </w:rPr>
        <w:footnoteReference w:id="6"/>
      </w:r>
    </w:p>
    <w:p w:rsidR="00A13C01" w:rsidRPr="003958ED" w:rsidRDefault="00A13C01" w:rsidP="008A751E">
      <w:pPr>
        <w:pStyle w:val="HeadingTwo"/>
      </w:pPr>
      <w:r w:rsidRPr="00E5585F">
        <w:t>Defences</w:t>
      </w:r>
    </w:p>
    <w:p w:rsidR="00A13C01" w:rsidRPr="009A6AF4" w:rsidRDefault="00A13C01" w:rsidP="003958ED">
      <w:pPr>
        <w:pStyle w:val="BlockText"/>
      </w:pPr>
      <w:r w:rsidRPr="009A6AF4">
        <w:t xml:space="preserve">For a taxpayer, it is a defence to a charge of not </w:t>
      </w:r>
      <w:r>
        <w:t xml:space="preserve">fully and truly </w:t>
      </w:r>
      <w:r w:rsidRPr="009A6AF4">
        <w:t>disclosing relevant information if</w:t>
      </w:r>
      <w:r>
        <w:t xml:space="preserve"> the taxpayer relied on either</w:t>
      </w:r>
      <w:r w:rsidRPr="009A6AF4">
        <w:t>:</w:t>
      </w:r>
    </w:p>
    <w:p w:rsidR="00A13C01" w:rsidRPr="009A6AF4" w:rsidRDefault="00A13C01" w:rsidP="003958ED">
      <w:pPr>
        <w:pStyle w:val="BlockText"/>
        <w:numPr>
          <w:ilvl w:val="1"/>
          <w:numId w:val="3"/>
        </w:numPr>
      </w:pPr>
      <w:r w:rsidRPr="009A6AF4">
        <w:t xml:space="preserve">another person </w:t>
      </w:r>
      <w:r>
        <w:t>also liable to pay the same tax liability</w:t>
      </w:r>
      <w:r w:rsidRPr="009A6AF4">
        <w:t xml:space="preserve"> (such as a payroll tax group member) to ensure </w:t>
      </w:r>
      <w:r>
        <w:t xml:space="preserve">that </w:t>
      </w:r>
      <w:r w:rsidRPr="009A6AF4">
        <w:t xml:space="preserve">the </w:t>
      </w:r>
      <w:r>
        <w:t xml:space="preserve">requirement to </w:t>
      </w:r>
      <w:r w:rsidRPr="009A6AF4">
        <w:t>disclos</w:t>
      </w:r>
      <w:r>
        <w:t xml:space="preserve">e was </w:t>
      </w:r>
      <w:r w:rsidRPr="009A6AF4">
        <w:t>met; or</w:t>
      </w:r>
    </w:p>
    <w:p w:rsidR="00A13C01" w:rsidRPr="003958ED" w:rsidRDefault="00A13C01" w:rsidP="003958ED">
      <w:pPr>
        <w:pStyle w:val="BlockText"/>
        <w:numPr>
          <w:ilvl w:val="1"/>
          <w:numId w:val="3"/>
        </w:numPr>
      </w:pPr>
      <w:r w:rsidRPr="009A6AF4">
        <w:t>their tax adviser to comply with the disclosure requirements and in doing so made a full disclosure to the adviser of all facts and circumstances affecting their tax liability</w:t>
      </w:r>
      <w:r>
        <w:t xml:space="preserve"> that was in the taxpayer’s knowledge or possession</w:t>
      </w:r>
      <w:r w:rsidRPr="009A6AF4">
        <w:t>.</w:t>
      </w:r>
      <w:r>
        <w:rPr>
          <w:rStyle w:val="FootnoteReference"/>
          <w:sz w:val="24"/>
          <w:szCs w:val="24"/>
        </w:rPr>
        <w:footnoteReference w:id="7"/>
      </w:r>
    </w:p>
    <w:p w:rsidR="00A13C01" w:rsidRPr="003958ED" w:rsidRDefault="00A13C01" w:rsidP="003958ED">
      <w:pPr>
        <w:pStyle w:val="BlockText"/>
      </w:pPr>
      <w:r w:rsidRPr="009A6AF4">
        <w:t xml:space="preserve">For a tax adviser, it is a defence to a charge of not </w:t>
      </w:r>
      <w:r>
        <w:t xml:space="preserve">fully and truly </w:t>
      </w:r>
      <w:r w:rsidRPr="009A6AF4">
        <w:t>disclosing relevant information if</w:t>
      </w:r>
      <w:r>
        <w:t xml:space="preserve"> the tax adviser</w:t>
      </w:r>
      <w:r w:rsidRPr="009A6AF4">
        <w:t>:</w:t>
      </w:r>
    </w:p>
    <w:p w:rsidR="00A13C01" w:rsidRPr="009A6AF4" w:rsidRDefault="00A13C01" w:rsidP="003958ED">
      <w:pPr>
        <w:pStyle w:val="BlockText"/>
        <w:numPr>
          <w:ilvl w:val="1"/>
          <w:numId w:val="3"/>
        </w:numPr>
      </w:pPr>
      <w:r w:rsidRPr="009A6AF4">
        <w:t>relied on the taxpayer’s apparent full and true disclosure of all facts and circumstances affecting the taxpayer’s tax liability; and</w:t>
      </w:r>
    </w:p>
    <w:p w:rsidR="00A13C01" w:rsidRDefault="00A13C01" w:rsidP="003958ED">
      <w:pPr>
        <w:pStyle w:val="BlockText"/>
        <w:numPr>
          <w:ilvl w:val="1"/>
          <w:numId w:val="3"/>
        </w:numPr>
      </w:pPr>
      <w:r w:rsidRPr="009A6AF4">
        <w:t>made a full and true disclosure of all the facts and circumstances the adviser was aware of.</w:t>
      </w:r>
      <w:r>
        <w:rPr>
          <w:rStyle w:val="FootnoteReference"/>
          <w:sz w:val="24"/>
          <w:szCs w:val="24"/>
        </w:rPr>
        <w:footnoteReference w:id="8"/>
      </w:r>
    </w:p>
    <w:p w:rsidR="00A13C01" w:rsidRPr="003958ED" w:rsidRDefault="00A13C01" w:rsidP="003958ED">
      <w:pPr>
        <w:pStyle w:val="HeadingTwo"/>
      </w:pPr>
      <w:r>
        <w:t>Relevant Definitions</w:t>
      </w:r>
    </w:p>
    <w:p w:rsidR="00A13C01" w:rsidRPr="003958ED" w:rsidRDefault="00A13C01" w:rsidP="003958ED">
      <w:pPr>
        <w:pStyle w:val="HeadingThree"/>
      </w:pPr>
      <w:r>
        <w:t>Tax</w:t>
      </w:r>
    </w:p>
    <w:p w:rsidR="00A13C01" w:rsidRPr="003958ED" w:rsidRDefault="00A13C01" w:rsidP="003958ED">
      <w:pPr>
        <w:pStyle w:val="BlockText"/>
      </w:pPr>
      <w:r>
        <w:t xml:space="preserve">References to “tax” means any stamp duty, tax (including penalty tax and interest) or other amount payable under the Act, the </w:t>
      </w:r>
      <w:r>
        <w:rPr>
          <w:i/>
        </w:rPr>
        <w:t>Stamp Duty Act</w:t>
      </w:r>
      <w:r>
        <w:t xml:space="preserve"> or the </w:t>
      </w:r>
      <w:r>
        <w:rPr>
          <w:i/>
        </w:rPr>
        <w:t>Pay-roll Tax Act</w:t>
      </w:r>
      <w:r>
        <w:t xml:space="preserve"> (or regulations under those Acts).</w:t>
      </w:r>
      <w:r>
        <w:rPr>
          <w:rStyle w:val="FootnoteReference"/>
          <w:sz w:val="24"/>
          <w:szCs w:val="24"/>
        </w:rPr>
        <w:footnoteReference w:id="9"/>
      </w:r>
    </w:p>
    <w:p w:rsidR="00A13C01" w:rsidRPr="003958ED" w:rsidRDefault="00A13C01" w:rsidP="003958ED">
      <w:pPr>
        <w:pStyle w:val="HeadingThree"/>
      </w:pPr>
      <w:r w:rsidRPr="006D7D49">
        <w:t>Tax advisers</w:t>
      </w:r>
    </w:p>
    <w:p w:rsidR="00A13C01" w:rsidRPr="009A6AF4" w:rsidRDefault="00A13C01" w:rsidP="00C0092B">
      <w:pPr>
        <w:pStyle w:val="BlockText"/>
      </w:pPr>
      <w:r>
        <w:t xml:space="preserve">A tax adviser is </w:t>
      </w:r>
      <w:r w:rsidRPr="007576DD">
        <w:t>a person engaged in a professional capacity by a</w:t>
      </w:r>
      <w:r>
        <w:t xml:space="preserve"> </w:t>
      </w:r>
      <w:r w:rsidRPr="007576DD">
        <w:t>taxpayer for fee or reward (but not as an employee of the taxpayer)</w:t>
      </w:r>
      <w:r>
        <w:t xml:space="preserve"> </w:t>
      </w:r>
      <w:r w:rsidRPr="007576DD">
        <w:t xml:space="preserve">in business </w:t>
      </w:r>
      <w:r w:rsidRPr="009A6AF4">
        <w:t xml:space="preserve">to perform services specifically relating to </w:t>
      </w:r>
      <w:smartTag w:uri="urn:schemas-microsoft-com:office:smarttags" w:element="place">
        <w:smartTag w:uri="urn:schemas-microsoft-com:office:smarttags" w:element="State">
          <w:r w:rsidRPr="009A6AF4">
            <w:t>Northern Territory</w:t>
          </w:r>
        </w:smartTag>
      </w:smartTag>
      <w:r w:rsidRPr="009A6AF4">
        <w:t xml:space="preserve"> taxation matters. That is, a tax adviser is a person engaged by a taxpayer to:</w:t>
      </w:r>
    </w:p>
    <w:p w:rsidR="00A13C01" w:rsidRPr="009A6AF4" w:rsidRDefault="00A13C01" w:rsidP="00C0092B">
      <w:pPr>
        <w:pStyle w:val="BlockText"/>
        <w:numPr>
          <w:ilvl w:val="1"/>
          <w:numId w:val="3"/>
        </w:numPr>
      </w:pPr>
      <w:r w:rsidRPr="009A6AF4">
        <w:t>prepare a return or instrument that will be used to assess the taxpayer’s payroll tax or stamp duty liability;</w:t>
      </w:r>
    </w:p>
    <w:p w:rsidR="00A13C01" w:rsidRPr="009A6AF4" w:rsidRDefault="00A13C01" w:rsidP="00C0092B">
      <w:pPr>
        <w:pStyle w:val="BlockText"/>
        <w:numPr>
          <w:ilvl w:val="1"/>
          <w:numId w:val="3"/>
        </w:numPr>
      </w:pPr>
      <w:r w:rsidRPr="009A6AF4">
        <w:t>submit such an instrument or return to the Commissioner; or</w:t>
      </w:r>
    </w:p>
    <w:p w:rsidR="00A13C01" w:rsidRDefault="00A13C01" w:rsidP="00C0092B">
      <w:pPr>
        <w:pStyle w:val="BlockText"/>
        <w:numPr>
          <w:ilvl w:val="1"/>
          <w:numId w:val="3"/>
        </w:numPr>
      </w:pPr>
      <w:r w:rsidRPr="009A6AF4">
        <w:t>provide information or make submissions about the taxpayer’s payroll tax or stamp duty liability, including penalty tax and interest</w:t>
      </w:r>
      <w:r w:rsidR="00522138">
        <w:t>,</w:t>
      </w:r>
      <w:r w:rsidRPr="009A6AF4">
        <w:t xml:space="preserve"> in relation to those liabilities.</w:t>
      </w:r>
      <w:r>
        <w:rPr>
          <w:rStyle w:val="FootnoteReference"/>
          <w:sz w:val="24"/>
          <w:szCs w:val="24"/>
        </w:rPr>
        <w:footnoteReference w:id="10"/>
      </w:r>
    </w:p>
    <w:p w:rsidR="00C0092B" w:rsidRPr="00C0092B" w:rsidRDefault="00C0092B" w:rsidP="00C0092B">
      <w:pPr>
        <w:pStyle w:val="HeadingTwo"/>
      </w:pPr>
      <w:r>
        <w:t>Commissioners Guidelines</w:t>
      </w:r>
    </w:p>
    <w:p w:rsidR="00206981" w:rsidRPr="002D6D82" w:rsidRDefault="00513926" w:rsidP="00206981">
      <w:pPr>
        <w:pStyle w:val="BlockText"/>
      </w:pPr>
      <w:r w:rsidRPr="002D6D82">
        <w:t>Co</w:t>
      </w:r>
      <w:r>
        <w:t xml:space="preserve">mmissioner’s Guideline </w:t>
      </w:r>
      <w:hyperlink r:id="rId9" w:history="1">
        <w:r w:rsidR="001C57EA">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rsidR="00F65356" w:rsidRDefault="00F65356" w:rsidP="00F65356">
      <w:pPr>
        <w:pStyle w:val="HeadingTwo"/>
      </w:pPr>
      <w:r>
        <w:t>Date of effect</w:t>
      </w:r>
    </w:p>
    <w:p w:rsidR="00225081" w:rsidRDefault="00F65356" w:rsidP="00225081">
      <w:pPr>
        <w:pStyle w:val="BlockText"/>
      </w:pPr>
      <w:r>
        <w:t>This version of the Gui</w:t>
      </w:r>
      <w:r w:rsidR="00C0092B">
        <w:t>deline takes effect from 1 January 2008</w:t>
      </w:r>
      <w:r w:rsidR="008A751E">
        <w:t>.</w:t>
      </w:r>
    </w:p>
    <w:p w:rsidR="00225081" w:rsidRDefault="00BB4DDE" w:rsidP="006034B6">
      <w:r>
        <w:rPr>
          <w:noProof/>
        </w:rPr>
        <w:drawing>
          <wp:anchor distT="0" distB="0" distL="114300" distR="114300" simplePos="0" relativeHeight="251657728" behindDoc="1" locked="0" layoutInCell="1" allowOverlap="1">
            <wp:simplePos x="0" y="0"/>
            <wp:positionH relativeFrom="column">
              <wp:posOffset>-228600</wp:posOffset>
            </wp:positionH>
            <wp:positionV relativeFrom="paragraph">
              <wp:posOffset>102870</wp:posOffset>
            </wp:positionV>
            <wp:extent cx="1600200" cy="5467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0" cy="546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5081" w:rsidRDefault="00225081" w:rsidP="006034B6"/>
    <w:p w:rsidR="006034B6" w:rsidRDefault="006034B6" w:rsidP="006034B6"/>
    <w:p w:rsidR="00364D5F" w:rsidRDefault="00364D5F" w:rsidP="006034B6"/>
    <w:p w:rsidR="006034B6" w:rsidRDefault="00C0092B" w:rsidP="006034B6">
      <w:r>
        <w:t>Craig Vukman</w:t>
      </w:r>
    </w:p>
    <w:p w:rsidR="006034B6" w:rsidRPr="00C0092B" w:rsidRDefault="00C0092B" w:rsidP="006034B6">
      <w:r>
        <w:t>Commissioner of Territory Revenue</w:t>
      </w:r>
    </w:p>
    <w:p w:rsidR="006034B6" w:rsidRDefault="006034B6" w:rsidP="006034B6"/>
    <w:p w:rsidR="006034B6" w:rsidRDefault="006034B6" w:rsidP="006034B6">
      <w:r>
        <w:t>Date of Issue:</w:t>
      </w:r>
      <w:r w:rsidR="00C0092B">
        <w:tab/>
      </w:r>
      <w:r w:rsidR="00C0092B">
        <w:tab/>
        <w:t>2 January 2008</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2916A4" w:rsidTr="002916A4">
        <w:tc>
          <w:tcPr>
            <w:tcW w:w="9854" w:type="dxa"/>
            <w:gridSpan w:val="2"/>
          </w:tcPr>
          <w:p w:rsidR="006034B6" w:rsidRPr="002916A4" w:rsidRDefault="006034B6" w:rsidP="006034B6">
            <w:pPr>
              <w:rPr>
                <w:sz w:val="20"/>
              </w:rPr>
            </w:pPr>
            <w:r w:rsidRPr="002916A4">
              <w:rPr>
                <w:sz w:val="20"/>
              </w:rPr>
              <w:t>For further information please contact the Territory Revenue Office:</w:t>
            </w:r>
          </w:p>
        </w:tc>
      </w:tr>
      <w:tr w:rsidR="006034B6" w:rsidRPr="002916A4" w:rsidTr="002916A4">
        <w:tc>
          <w:tcPr>
            <w:tcW w:w="4927" w:type="dxa"/>
          </w:tcPr>
          <w:p w:rsidR="006034B6" w:rsidRPr="002916A4" w:rsidRDefault="006034B6" w:rsidP="006034B6">
            <w:pPr>
              <w:rPr>
                <w:sz w:val="20"/>
              </w:rPr>
            </w:pPr>
            <w:r w:rsidRPr="002916A4">
              <w:rPr>
                <w:sz w:val="20"/>
              </w:rPr>
              <w:t>GPO Box 154</w:t>
            </w:r>
          </w:p>
          <w:p w:rsidR="006034B6" w:rsidRPr="002916A4" w:rsidRDefault="006034B6" w:rsidP="006034B6">
            <w:pPr>
              <w:rPr>
                <w:sz w:val="20"/>
              </w:rPr>
            </w:pPr>
            <w:r w:rsidRPr="002916A4">
              <w:rPr>
                <w:sz w:val="20"/>
              </w:rPr>
              <w:t>Darwin  NT  0801</w:t>
            </w:r>
          </w:p>
          <w:p w:rsidR="006034B6" w:rsidRPr="002916A4" w:rsidRDefault="006034B6" w:rsidP="002916A4">
            <w:pPr>
              <w:pStyle w:val="BlockText"/>
              <w:numPr>
                <w:ilvl w:val="0"/>
                <w:numId w:val="0"/>
              </w:numPr>
              <w:rPr>
                <w:sz w:val="20"/>
              </w:rPr>
            </w:pPr>
            <w:r w:rsidRPr="002916A4">
              <w:rPr>
                <w:sz w:val="20"/>
              </w:rPr>
              <w:t xml:space="preserve">Email: </w:t>
            </w:r>
            <w:hyperlink r:id="rId11" w:history="1">
              <w:r w:rsidR="00460A54" w:rsidRPr="00F149EB">
                <w:rPr>
                  <w:rStyle w:val="Hyperlink"/>
                  <w:sz w:val="20"/>
                </w:rPr>
                <w:t>ntrevenue@nt.gov.au</w:t>
              </w:r>
            </w:hyperlink>
          </w:p>
        </w:tc>
        <w:tc>
          <w:tcPr>
            <w:tcW w:w="4927" w:type="dxa"/>
          </w:tcPr>
          <w:p w:rsidR="006034B6" w:rsidRPr="002916A4" w:rsidRDefault="006034B6" w:rsidP="006034B6">
            <w:pPr>
              <w:rPr>
                <w:sz w:val="20"/>
              </w:rPr>
            </w:pPr>
            <w:r w:rsidRPr="002916A4">
              <w:rPr>
                <w:sz w:val="20"/>
              </w:rPr>
              <w:t>Phone: 1300 305 353</w:t>
            </w:r>
          </w:p>
          <w:p w:rsidR="006034B6" w:rsidRPr="002916A4" w:rsidRDefault="006034B6" w:rsidP="006034B6">
            <w:pPr>
              <w:rPr>
                <w:sz w:val="20"/>
              </w:rPr>
            </w:pPr>
            <w:r w:rsidRPr="002916A4">
              <w:rPr>
                <w:sz w:val="20"/>
              </w:rPr>
              <w:t xml:space="preserve">Website: </w:t>
            </w:r>
            <w:hyperlink r:id="rId12" w:history="1">
              <w:r w:rsidRPr="002916A4">
                <w:rPr>
                  <w:rStyle w:val="Hyperlink"/>
                  <w:sz w:val="20"/>
                </w:rPr>
                <w:t>www.revenue.nt.gov.</w:t>
              </w:r>
              <w:r w:rsidRPr="002916A4">
                <w:rPr>
                  <w:rStyle w:val="Hyperlink"/>
                  <w:sz w:val="20"/>
                </w:rPr>
                <w:t>a</w:t>
              </w:r>
              <w:r w:rsidRPr="002916A4">
                <w:rPr>
                  <w:rStyle w:val="Hyperlink"/>
                  <w:sz w:val="20"/>
                </w:rPr>
                <w:t>u</w:t>
              </w:r>
            </w:hyperlink>
          </w:p>
        </w:tc>
      </w:tr>
    </w:tbl>
    <w:p w:rsidR="006034B6" w:rsidRPr="00364D5F" w:rsidRDefault="006034B6" w:rsidP="00364D5F">
      <w:pPr>
        <w:tabs>
          <w:tab w:val="left" w:pos="3090"/>
        </w:tabs>
      </w:pPr>
    </w:p>
    <w:sectPr w:rsidR="006034B6" w:rsidRPr="00364D5F" w:rsidSect="00F65356">
      <w:headerReference w:type="even" r:id="rId13"/>
      <w:headerReference w:type="default" r:id="rId14"/>
      <w:footerReference w:type="default" r:id="rId15"/>
      <w:headerReference w:type="first" r:id="rId16"/>
      <w:footerReference w:type="first" r:id="rId17"/>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476" w:rsidRDefault="00F26476">
      <w:r>
        <w:separator/>
      </w:r>
    </w:p>
  </w:endnote>
  <w:endnote w:type="continuationSeparator" w:id="0">
    <w:p w:rsidR="00F26476" w:rsidRDefault="00F26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MT Std">
    <w:panose1 w:val="020B040202020002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BB4DDE">
      <w:rPr>
        <w:noProof/>
        <w:sz w:val="16"/>
        <w:szCs w:val="16"/>
      </w:rPr>
      <w:t>5</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BB4DDE">
      <w:rPr>
        <w:noProof/>
        <w:sz w:val="16"/>
        <w:szCs w:val="16"/>
      </w:rPr>
      <w:t>5</w:t>
    </w:r>
    <w:r w:rsidRPr="006034B6">
      <w:rPr>
        <w:sz w:val="16"/>
        <w:szCs w:val="16"/>
      </w:rPr>
      <w:fldChar w:fldCharType="end"/>
    </w:r>
    <w:r>
      <w:rPr>
        <w:sz w:val="16"/>
        <w:szCs w:val="16"/>
      </w:rPr>
      <w:tab/>
      <w:t>CG-</w:t>
    </w:r>
    <w:r w:rsidR="00225081">
      <w:rPr>
        <w:sz w:val="16"/>
        <w:szCs w:val="16"/>
      </w:rPr>
      <w:t>GEN</w:t>
    </w:r>
    <w:r>
      <w:rPr>
        <w:sz w:val="16"/>
        <w:szCs w:val="16"/>
      </w:rPr>
      <w:t>-</w:t>
    </w:r>
    <w:r w:rsidR="00225081">
      <w:rPr>
        <w:sz w:val="16"/>
        <w:szCs w:val="16"/>
      </w:rPr>
      <w:t>005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BB4DDE">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BB4DDE">
      <w:rPr>
        <w:noProof/>
        <w:sz w:val="16"/>
        <w:szCs w:val="16"/>
      </w:rPr>
      <w:t>5</w:t>
    </w:r>
    <w:r w:rsidRPr="006034B6">
      <w:rPr>
        <w:sz w:val="16"/>
        <w:szCs w:val="16"/>
      </w:rPr>
      <w:fldChar w:fldCharType="end"/>
    </w:r>
    <w:r>
      <w:rPr>
        <w:sz w:val="16"/>
        <w:szCs w:val="16"/>
      </w:rPr>
      <w:tab/>
      <w:t>CG-</w:t>
    </w:r>
    <w:r w:rsidR="00225081">
      <w:rPr>
        <w:sz w:val="16"/>
        <w:szCs w:val="16"/>
      </w:rPr>
      <w:t>GEN</w:t>
    </w:r>
    <w:r>
      <w:rPr>
        <w:sz w:val="16"/>
        <w:szCs w:val="16"/>
      </w:rPr>
      <w:t>-</w:t>
    </w:r>
    <w:r w:rsidR="00225081">
      <w:rPr>
        <w:sz w:val="16"/>
        <w:szCs w:val="16"/>
      </w:rPr>
      <w:t>005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476" w:rsidRDefault="00F26476">
      <w:r>
        <w:separator/>
      </w:r>
    </w:p>
  </w:footnote>
  <w:footnote w:type="continuationSeparator" w:id="0">
    <w:p w:rsidR="00F26476" w:rsidRDefault="00F26476">
      <w:r>
        <w:continuationSeparator/>
      </w:r>
    </w:p>
  </w:footnote>
  <w:footnote w:id="1">
    <w:p w:rsidR="00A13C01" w:rsidRPr="00AF0DFC" w:rsidRDefault="00A13C01" w:rsidP="00A13C01">
      <w:pPr>
        <w:pStyle w:val="FootnoteText"/>
        <w:rPr>
          <w:rFonts w:ascii="Arial" w:hAnsi="Arial" w:cs="Arial"/>
          <w:sz w:val="18"/>
          <w:szCs w:val="18"/>
        </w:rPr>
      </w:pPr>
      <w:r w:rsidRPr="00AF0DFC">
        <w:rPr>
          <w:rStyle w:val="FootnoteReference"/>
          <w:rFonts w:ascii="Arial" w:hAnsi="Arial" w:cs="Arial"/>
          <w:sz w:val="18"/>
          <w:szCs w:val="18"/>
        </w:rPr>
        <w:footnoteRef/>
      </w:r>
      <w:r w:rsidRPr="00AF0DFC">
        <w:rPr>
          <w:rFonts w:ascii="Arial" w:hAnsi="Arial" w:cs="Arial"/>
          <w:sz w:val="18"/>
          <w:szCs w:val="18"/>
        </w:rPr>
        <w:t xml:space="preserve"> Section 24(1), (3) and (6) of the Act.</w:t>
      </w:r>
    </w:p>
  </w:footnote>
  <w:footnote w:id="2">
    <w:p w:rsidR="00A13C01" w:rsidRDefault="00A13C01" w:rsidP="00A13C01">
      <w:pPr>
        <w:pStyle w:val="FootnoteText"/>
      </w:pPr>
      <w:r w:rsidRPr="00AF0DFC">
        <w:rPr>
          <w:rStyle w:val="FootnoteReference"/>
          <w:rFonts w:ascii="Arial" w:hAnsi="Arial" w:cs="Arial"/>
          <w:sz w:val="18"/>
          <w:szCs w:val="18"/>
        </w:rPr>
        <w:footnoteRef/>
      </w:r>
      <w:r w:rsidRPr="00AF0DFC">
        <w:rPr>
          <w:rFonts w:ascii="Arial" w:hAnsi="Arial" w:cs="Arial"/>
          <w:sz w:val="18"/>
          <w:szCs w:val="18"/>
        </w:rPr>
        <w:t xml:space="preserve"> Section </w:t>
      </w:r>
      <w:r>
        <w:rPr>
          <w:rFonts w:ascii="Arial" w:hAnsi="Arial" w:cs="Arial"/>
          <w:sz w:val="18"/>
          <w:szCs w:val="18"/>
        </w:rPr>
        <w:t>24</w:t>
      </w:r>
      <w:r w:rsidRPr="00AF0DFC">
        <w:rPr>
          <w:rFonts w:ascii="Arial" w:hAnsi="Arial" w:cs="Arial"/>
          <w:sz w:val="18"/>
          <w:szCs w:val="18"/>
        </w:rPr>
        <w:t>(1) and (3) of the Act.</w:t>
      </w:r>
    </w:p>
  </w:footnote>
  <w:footnote w:id="3">
    <w:p w:rsidR="00A13C01" w:rsidRPr="00B25884" w:rsidRDefault="00A13C01" w:rsidP="00A13C01">
      <w:pPr>
        <w:pStyle w:val="FootnoteText"/>
        <w:rPr>
          <w:rFonts w:ascii="Arial" w:hAnsi="Arial" w:cs="Arial"/>
          <w:sz w:val="18"/>
          <w:szCs w:val="18"/>
        </w:rPr>
      </w:pPr>
      <w:r w:rsidRPr="00B25884">
        <w:rPr>
          <w:rStyle w:val="FootnoteReference"/>
          <w:rFonts w:ascii="Arial" w:hAnsi="Arial" w:cs="Arial"/>
          <w:sz w:val="18"/>
          <w:szCs w:val="18"/>
        </w:rPr>
        <w:footnoteRef/>
      </w:r>
      <w:r w:rsidRPr="00B25884">
        <w:rPr>
          <w:rFonts w:ascii="Arial" w:hAnsi="Arial" w:cs="Arial"/>
          <w:sz w:val="18"/>
          <w:szCs w:val="18"/>
        </w:rPr>
        <w:t xml:space="preserve"> Section 21(4)(b) of the Act.</w:t>
      </w:r>
    </w:p>
  </w:footnote>
  <w:footnote w:id="4">
    <w:p w:rsidR="00A13C01" w:rsidRPr="00B25884" w:rsidRDefault="00A13C01" w:rsidP="00A13C01">
      <w:pPr>
        <w:pStyle w:val="FootnoteText"/>
        <w:jc w:val="both"/>
        <w:rPr>
          <w:rFonts w:ascii="Arial" w:hAnsi="Arial" w:cs="Arial"/>
          <w:sz w:val="18"/>
          <w:szCs w:val="18"/>
        </w:rPr>
      </w:pPr>
      <w:r w:rsidRPr="00B25884">
        <w:rPr>
          <w:rStyle w:val="FootnoteReference"/>
          <w:rFonts w:ascii="Arial" w:hAnsi="Arial" w:cs="Arial"/>
          <w:sz w:val="18"/>
          <w:szCs w:val="18"/>
        </w:rPr>
        <w:footnoteRef/>
      </w:r>
      <w:r w:rsidRPr="00B25884">
        <w:rPr>
          <w:rFonts w:ascii="Arial" w:hAnsi="Arial" w:cs="Arial"/>
          <w:sz w:val="18"/>
          <w:szCs w:val="18"/>
        </w:rPr>
        <w:t xml:space="preserve"> See Part 5 of the Act</w:t>
      </w:r>
      <w:r>
        <w:rPr>
          <w:rFonts w:ascii="Arial" w:hAnsi="Arial" w:cs="Arial"/>
          <w:sz w:val="18"/>
          <w:szCs w:val="18"/>
        </w:rPr>
        <w:t xml:space="preserve"> and </w:t>
      </w:r>
      <w:r w:rsidRPr="00B25884">
        <w:rPr>
          <w:rFonts w:ascii="Arial" w:hAnsi="Arial" w:cs="Arial"/>
          <w:sz w:val="18"/>
          <w:szCs w:val="18"/>
        </w:rPr>
        <w:t>Commissioner’s Guideline CG-G</w:t>
      </w:r>
      <w:r>
        <w:rPr>
          <w:rFonts w:ascii="Arial" w:hAnsi="Arial" w:cs="Arial"/>
          <w:sz w:val="18"/>
          <w:szCs w:val="18"/>
        </w:rPr>
        <w:t>EN</w:t>
      </w:r>
      <w:r w:rsidRPr="00B25884">
        <w:rPr>
          <w:rFonts w:ascii="Arial" w:hAnsi="Arial" w:cs="Arial"/>
          <w:sz w:val="18"/>
          <w:szCs w:val="18"/>
        </w:rPr>
        <w:t>-00</w:t>
      </w:r>
      <w:r>
        <w:rPr>
          <w:rFonts w:ascii="Arial" w:hAnsi="Arial" w:cs="Arial"/>
          <w:sz w:val="18"/>
          <w:szCs w:val="18"/>
        </w:rPr>
        <w:t>2</w:t>
      </w:r>
      <w:r w:rsidRPr="00B25884">
        <w:rPr>
          <w:rFonts w:ascii="Arial" w:hAnsi="Arial" w:cs="Arial"/>
          <w:sz w:val="18"/>
          <w:szCs w:val="18"/>
        </w:rPr>
        <w:t xml:space="preserve">: </w:t>
      </w:r>
      <w:r w:rsidRPr="00B25884">
        <w:rPr>
          <w:rFonts w:ascii="Arial" w:hAnsi="Arial" w:cs="Arial"/>
          <w:i/>
          <w:sz w:val="18"/>
          <w:szCs w:val="18"/>
        </w:rPr>
        <w:t>Interest and penalty tax</w:t>
      </w:r>
      <w:r>
        <w:rPr>
          <w:rFonts w:ascii="Arial" w:hAnsi="Arial" w:cs="Arial"/>
          <w:sz w:val="18"/>
          <w:szCs w:val="18"/>
        </w:rPr>
        <w:t xml:space="preserve"> for further information.</w:t>
      </w:r>
    </w:p>
  </w:footnote>
  <w:footnote w:id="5">
    <w:p w:rsidR="00A13C01" w:rsidRDefault="00A13C01" w:rsidP="00A13C01">
      <w:pPr>
        <w:pStyle w:val="FootnoteText"/>
      </w:pPr>
      <w:r w:rsidRPr="00AF0DFC">
        <w:rPr>
          <w:rStyle w:val="FootnoteReference"/>
          <w:rFonts w:ascii="Arial" w:hAnsi="Arial" w:cs="Arial"/>
          <w:sz w:val="18"/>
          <w:szCs w:val="18"/>
        </w:rPr>
        <w:footnoteRef/>
      </w:r>
      <w:r w:rsidRPr="00AF0DFC">
        <w:rPr>
          <w:rFonts w:ascii="Arial" w:hAnsi="Arial" w:cs="Arial"/>
          <w:sz w:val="18"/>
          <w:szCs w:val="18"/>
        </w:rPr>
        <w:t xml:space="preserve"> Section 24(5) of the Act.</w:t>
      </w:r>
    </w:p>
  </w:footnote>
  <w:footnote w:id="6">
    <w:p w:rsidR="00A13C01" w:rsidRPr="00B25884" w:rsidRDefault="00A13C01" w:rsidP="00A13C01">
      <w:pPr>
        <w:pStyle w:val="FootnoteText"/>
        <w:rPr>
          <w:rFonts w:ascii="Arial" w:hAnsi="Arial" w:cs="Arial"/>
          <w:sz w:val="18"/>
          <w:szCs w:val="18"/>
        </w:rPr>
      </w:pPr>
      <w:r w:rsidRPr="00B25884">
        <w:rPr>
          <w:rStyle w:val="FootnoteReference"/>
          <w:rFonts w:ascii="Arial" w:hAnsi="Arial" w:cs="Arial"/>
          <w:sz w:val="18"/>
          <w:szCs w:val="18"/>
        </w:rPr>
        <w:footnoteRef/>
      </w:r>
      <w:r w:rsidRPr="00B25884">
        <w:rPr>
          <w:rFonts w:ascii="Arial" w:hAnsi="Arial" w:cs="Arial"/>
          <w:sz w:val="18"/>
          <w:szCs w:val="18"/>
        </w:rPr>
        <w:t xml:space="preserve"> Section 102 of the Act.</w:t>
      </w:r>
    </w:p>
  </w:footnote>
  <w:footnote w:id="7">
    <w:p w:rsidR="00A13C01" w:rsidRPr="00AF0DFC" w:rsidRDefault="00A13C01" w:rsidP="00A13C01">
      <w:pPr>
        <w:pStyle w:val="FootnoteText"/>
        <w:rPr>
          <w:rFonts w:ascii="Arial" w:hAnsi="Arial" w:cs="Arial"/>
          <w:sz w:val="18"/>
          <w:szCs w:val="18"/>
        </w:rPr>
      </w:pPr>
      <w:r w:rsidRPr="00AF0DFC">
        <w:rPr>
          <w:rStyle w:val="FootnoteReference"/>
          <w:rFonts w:ascii="Arial" w:hAnsi="Arial" w:cs="Arial"/>
          <w:sz w:val="18"/>
          <w:szCs w:val="18"/>
        </w:rPr>
        <w:footnoteRef/>
      </w:r>
      <w:r w:rsidRPr="00AF0DFC">
        <w:rPr>
          <w:rFonts w:ascii="Arial" w:hAnsi="Arial" w:cs="Arial"/>
          <w:sz w:val="18"/>
          <w:szCs w:val="18"/>
        </w:rPr>
        <w:t xml:space="preserve"> Section 24(2) of the Act.</w:t>
      </w:r>
    </w:p>
  </w:footnote>
  <w:footnote w:id="8">
    <w:p w:rsidR="00A13C01" w:rsidRPr="00AF0DFC" w:rsidRDefault="00A13C01" w:rsidP="00A13C01">
      <w:pPr>
        <w:pStyle w:val="FootnoteText"/>
        <w:rPr>
          <w:rFonts w:ascii="Arial" w:hAnsi="Arial" w:cs="Arial"/>
          <w:sz w:val="18"/>
          <w:szCs w:val="18"/>
        </w:rPr>
      </w:pPr>
      <w:r w:rsidRPr="00AF0DFC">
        <w:rPr>
          <w:rStyle w:val="FootnoteReference"/>
          <w:rFonts w:ascii="Arial" w:hAnsi="Arial" w:cs="Arial"/>
          <w:sz w:val="18"/>
          <w:szCs w:val="18"/>
        </w:rPr>
        <w:footnoteRef/>
      </w:r>
      <w:r w:rsidRPr="00AF0DFC">
        <w:rPr>
          <w:rFonts w:ascii="Arial" w:hAnsi="Arial" w:cs="Arial"/>
          <w:sz w:val="18"/>
          <w:szCs w:val="18"/>
        </w:rPr>
        <w:t xml:space="preserve"> Section 24(4) of the Act.</w:t>
      </w:r>
    </w:p>
  </w:footnote>
  <w:footnote w:id="9">
    <w:p w:rsidR="00A13C01" w:rsidRPr="006D7D49" w:rsidRDefault="00A13C01" w:rsidP="00A13C01">
      <w:pPr>
        <w:pStyle w:val="FootnoteText"/>
        <w:rPr>
          <w:rFonts w:ascii="Arial" w:hAnsi="Arial" w:cs="Arial"/>
          <w:sz w:val="18"/>
          <w:szCs w:val="18"/>
        </w:rPr>
      </w:pPr>
      <w:r w:rsidRPr="006D7D49">
        <w:rPr>
          <w:rStyle w:val="FootnoteReference"/>
          <w:rFonts w:ascii="Arial" w:hAnsi="Arial" w:cs="Arial"/>
          <w:sz w:val="18"/>
          <w:szCs w:val="18"/>
        </w:rPr>
        <w:footnoteRef/>
      </w:r>
      <w:r w:rsidRPr="006D7D49">
        <w:rPr>
          <w:rFonts w:ascii="Arial" w:hAnsi="Arial" w:cs="Arial"/>
          <w:sz w:val="18"/>
          <w:szCs w:val="18"/>
        </w:rPr>
        <w:t xml:space="preserve"> Section 3(1) of the Act (“tax” and “taxation law”).</w:t>
      </w:r>
    </w:p>
  </w:footnote>
  <w:footnote w:id="10">
    <w:p w:rsidR="00A13C01" w:rsidRPr="00AF0DFC" w:rsidRDefault="00A13C01" w:rsidP="00A13C01">
      <w:pPr>
        <w:pStyle w:val="FootnoteText"/>
        <w:rPr>
          <w:rFonts w:ascii="Arial" w:hAnsi="Arial" w:cs="Arial"/>
          <w:sz w:val="18"/>
          <w:szCs w:val="18"/>
        </w:rPr>
      </w:pPr>
      <w:r w:rsidRPr="00AF0DFC">
        <w:rPr>
          <w:rStyle w:val="FootnoteReference"/>
          <w:rFonts w:ascii="Arial" w:hAnsi="Arial" w:cs="Arial"/>
          <w:sz w:val="18"/>
          <w:szCs w:val="18"/>
        </w:rPr>
        <w:footnoteRef/>
      </w:r>
      <w:r w:rsidRPr="00AF0DFC">
        <w:rPr>
          <w:rFonts w:ascii="Arial" w:hAnsi="Arial" w:cs="Arial"/>
          <w:sz w:val="18"/>
          <w:szCs w:val="18"/>
        </w:rPr>
        <w:t xml:space="preserve"> Section 24(6) of the Act</w:t>
      </w:r>
      <w:r>
        <w:rPr>
          <w:rFonts w:ascii="Arial" w:hAnsi="Arial" w:cs="Arial"/>
          <w:sz w:val="18"/>
          <w:szCs w:val="18"/>
        </w:rPr>
        <w:t xml:space="preserve"> (“tax adviser”)</w:t>
      </w:r>
      <w:r w:rsidRPr="00AF0DFC">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BB4DDE" w:rsidP="0019571B">
    <w:pPr>
      <w:pStyle w:val="NTTHeaderInfo"/>
      <w:rPr>
        <w:b/>
        <w:noProof/>
      </w:rPr>
    </w:pPr>
    <w:r>
      <w:rPr>
        <w:noProof/>
      </w:rPr>
      <w:drawing>
        <wp:anchor distT="0" distB="0" distL="114300" distR="114300" simplePos="0" relativeHeight="251657728" behindDoc="1" locked="0" layoutInCell="1" allowOverlap="1">
          <wp:simplePos x="0" y="0"/>
          <wp:positionH relativeFrom="column">
            <wp:posOffset>-558165</wp:posOffset>
          </wp:positionH>
          <wp:positionV relativeFrom="paragraph">
            <wp:posOffset>-160020</wp:posOffset>
          </wp:positionV>
          <wp:extent cx="7239000" cy="904875"/>
          <wp:effectExtent l="0" t="0" r="0" b="0"/>
          <wp:wrapThrough wrapText="bothSides">
            <wp:wrapPolygon edited="0">
              <wp:start x="0" y="0"/>
              <wp:lineTo x="0" y="21373"/>
              <wp:lineTo x="21543" y="21373"/>
              <wp:lineTo x="21543" y="0"/>
              <wp:lineTo x="0" y="0"/>
            </wp:wrapPolygon>
          </wp:wrapThrough>
          <wp:docPr id="5" name="Picture 5" descr="DT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0"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5A49" w:rsidRDefault="00945A49" w:rsidP="0019571B">
    <w:pPr>
      <w:pStyle w:val="NTTHeaderInfo"/>
      <w:rPr>
        <w:b/>
        <w:noProof/>
      </w:rPr>
    </w:pPr>
  </w:p>
  <w:p w:rsidR="00945A49" w:rsidRDefault="00945A49" w:rsidP="0019571B">
    <w:pPr>
      <w:pStyle w:val="NTTHeaderInfo"/>
      <w:rPr>
        <w:b/>
        <w:noProof/>
      </w:rPr>
    </w:pPr>
  </w:p>
  <w:p w:rsidR="00945A49" w:rsidRDefault="00945A49">
    <w:pPr>
      <w:pStyle w:val="Header"/>
    </w:pPr>
  </w:p>
  <w:p w:rsidR="00945A49" w:rsidRDefault="00945A49">
    <w:pPr>
      <w:pStyle w:val="Header"/>
    </w:pPr>
  </w:p>
  <w:p w:rsidR="00945A49" w:rsidRDefault="00945A49">
    <w:pPr>
      <w:pStyle w:val="Header"/>
    </w:pPr>
  </w:p>
  <w:p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7D0559C"/>
    <w:lvl w:ilvl="0">
      <w:start w:val="1"/>
      <w:numFmt w:val="decimal"/>
      <w:lvlText w:val="%1."/>
      <w:lvlJc w:val="left"/>
      <w:pPr>
        <w:tabs>
          <w:tab w:val="num" w:pos="1492"/>
        </w:tabs>
        <w:ind w:left="1492" w:hanging="360"/>
      </w:pPr>
    </w:lvl>
  </w:abstractNum>
  <w:abstractNum w:abstractNumId="1">
    <w:nsid w:val="FFFFFF7D"/>
    <w:multiLevelType w:val="singleLevel"/>
    <w:tmpl w:val="41E2C5C2"/>
    <w:lvl w:ilvl="0">
      <w:start w:val="1"/>
      <w:numFmt w:val="decimal"/>
      <w:lvlText w:val="%1."/>
      <w:lvlJc w:val="left"/>
      <w:pPr>
        <w:tabs>
          <w:tab w:val="num" w:pos="1209"/>
        </w:tabs>
        <w:ind w:left="1209" w:hanging="360"/>
      </w:pPr>
    </w:lvl>
  </w:abstractNum>
  <w:abstractNum w:abstractNumId="2">
    <w:nsid w:val="FFFFFF7E"/>
    <w:multiLevelType w:val="singleLevel"/>
    <w:tmpl w:val="9BA23366"/>
    <w:lvl w:ilvl="0">
      <w:start w:val="1"/>
      <w:numFmt w:val="decimal"/>
      <w:lvlText w:val="%1."/>
      <w:lvlJc w:val="left"/>
      <w:pPr>
        <w:tabs>
          <w:tab w:val="num" w:pos="926"/>
        </w:tabs>
        <w:ind w:left="926" w:hanging="360"/>
      </w:pPr>
    </w:lvl>
  </w:abstractNum>
  <w:abstractNum w:abstractNumId="3">
    <w:nsid w:val="FFFFFF7F"/>
    <w:multiLevelType w:val="singleLevel"/>
    <w:tmpl w:val="AD703166"/>
    <w:lvl w:ilvl="0">
      <w:start w:val="1"/>
      <w:numFmt w:val="decimal"/>
      <w:lvlText w:val="%1."/>
      <w:lvlJc w:val="left"/>
      <w:pPr>
        <w:tabs>
          <w:tab w:val="num" w:pos="643"/>
        </w:tabs>
        <w:ind w:left="643" w:hanging="360"/>
      </w:pPr>
    </w:lvl>
  </w:abstractNum>
  <w:abstractNum w:abstractNumId="4">
    <w:nsid w:val="FFFFFF80"/>
    <w:multiLevelType w:val="singleLevel"/>
    <w:tmpl w:val="1CDCA82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FB276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AFA0B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8031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9">
    <w:nsid w:val="FFFFFF89"/>
    <w:multiLevelType w:val="singleLevel"/>
    <w:tmpl w:val="F93E8A58"/>
    <w:lvl w:ilvl="0">
      <w:start w:val="1"/>
      <w:numFmt w:val="bullet"/>
      <w:lvlText w:val=""/>
      <w:lvlJc w:val="left"/>
      <w:pPr>
        <w:tabs>
          <w:tab w:val="num" w:pos="360"/>
        </w:tabs>
        <w:ind w:left="360" w:hanging="360"/>
      </w:pPr>
      <w:rPr>
        <w:rFonts w:ascii="Symbol" w:hAnsi="Symbol" w:hint="default"/>
      </w:rPr>
    </w:lvl>
  </w:abstractNum>
  <w:abstractNum w:abstractNumId="10">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D593059"/>
    <w:multiLevelType w:val="multilevel"/>
    <w:tmpl w:val="88F6EEB2"/>
    <w:numStyleLink w:val="Text"/>
  </w:abstractNum>
  <w:abstractNum w:abstractNumId="12">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13">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365A6646"/>
    <w:multiLevelType w:val="hybridMultilevel"/>
    <w:tmpl w:val="A17235A4"/>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7">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CE519F0"/>
    <w:multiLevelType w:val="hybridMultilevel"/>
    <w:tmpl w:val="02A00CDA"/>
    <w:lvl w:ilvl="0" w:tplc="C4966800">
      <w:start w:val="1"/>
      <w:numFmt w:val="decimal"/>
      <w:lvlText w:val="%1)"/>
      <w:lvlJc w:val="left"/>
      <w:pPr>
        <w:tabs>
          <w:tab w:val="num" w:pos="9585"/>
        </w:tabs>
        <w:ind w:left="9585" w:hanging="720"/>
      </w:pPr>
      <w:rPr>
        <w:rFonts w:hint="default"/>
      </w:rPr>
    </w:lvl>
    <w:lvl w:ilvl="1" w:tplc="0C090019">
      <w:start w:val="1"/>
      <w:numFmt w:val="lowerLetter"/>
      <w:lvlText w:val="%2."/>
      <w:lvlJc w:val="left"/>
      <w:pPr>
        <w:tabs>
          <w:tab w:val="num" w:pos="9945"/>
        </w:tabs>
        <w:ind w:left="9945" w:hanging="360"/>
      </w:pPr>
    </w:lvl>
    <w:lvl w:ilvl="2" w:tplc="0C09001B" w:tentative="1">
      <w:start w:val="1"/>
      <w:numFmt w:val="lowerRoman"/>
      <w:lvlText w:val="%3."/>
      <w:lvlJc w:val="right"/>
      <w:pPr>
        <w:tabs>
          <w:tab w:val="num" w:pos="10665"/>
        </w:tabs>
        <w:ind w:left="10665" w:hanging="180"/>
      </w:pPr>
    </w:lvl>
    <w:lvl w:ilvl="3" w:tplc="0C09000F" w:tentative="1">
      <w:start w:val="1"/>
      <w:numFmt w:val="decimal"/>
      <w:lvlText w:val="%4."/>
      <w:lvlJc w:val="left"/>
      <w:pPr>
        <w:tabs>
          <w:tab w:val="num" w:pos="11385"/>
        </w:tabs>
        <w:ind w:left="11385" w:hanging="360"/>
      </w:pPr>
    </w:lvl>
    <w:lvl w:ilvl="4" w:tplc="0C090019" w:tentative="1">
      <w:start w:val="1"/>
      <w:numFmt w:val="lowerLetter"/>
      <w:lvlText w:val="%5."/>
      <w:lvlJc w:val="left"/>
      <w:pPr>
        <w:tabs>
          <w:tab w:val="num" w:pos="12105"/>
        </w:tabs>
        <w:ind w:left="12105" w:hanging="360"/>
      </w:pPr>
    </w:lvl>
    <w:lvl w:ilvl="5" w:tplc="0C09001B" w:tentative="1">
      <w:start w:val="1"/>
      <w:numFmt w:val="lowerRoman"/>
      <w:lvlText w:val="%6."/>
      <w:lvlJc w:val="right"/>
      <w:pPr>
        <w:tabs>
          <w:tab w:val="num" w:pos="12825"/>
        </w:tabs>
        <w:ind w:left="12825" w:hanging="180"/>
      </w:pPr>
    </w:lvl>
    <w:lvl w:ilvl="6" w:tplc="0C09000F" w:tentative="1">
      <w:start w:val="1"/>
      <w:numFmt w:val="decimal"/>
      <w:lvlText w:val="%7."/>
      <w:lvlJc w:val="left"/>
      <w:pPr>
        <w:tabs>
          <w:tab w:val="num" w:pos="13545"/>
        </w:tabs>
        <w:ind w:left="13545" w:hanging="360"/>
      </w:pPr>
    </w:lvl>
    <w:lvl w:ilvl="7" w:tplc="0C090019" w:tentative="1">
      <w:start w:val="1"/>
      <w:numFmt w:val="lowerLetter"/>
      <w:lvlText w:val="%8."/>
      <w:lvlJc w:val="left"/>
      <w:pPr>
        <w:tabs>
          <w:tab w:val="num" w:pos="14265"/>
        </w:tabs>
        <w:ind w:left="14265" w:hanging="360"/>
      </w:pPr>
    </w:lvl>
    <w:lvl w:ilvl="8" w:tplc="0C09001B" w:tentative="1">
      <w:start w:val="1"/>
      <w:numFmt w:val="lowerRoman"/>
      <w:lvlText w:val="%9."/>
      <w:lvlJc w:val="right"/>
      <w:pPr>
        <w:tabs>
          <w:tab w:val="num" w:pos="14985"/>
        </w:tabs>
        <w:ind w:left="14985" w:hanging="180"/>
      </w:pPr>
    </w:lvl>
  </w:abstractNum>
  <w:abstractNum w:abstractNumId="19">
    <w:nsid w:val="6E090EFC"/>
    <w:multiLevelType w:val="hybridMultilevel"/>
    <w:tmpl w:val="F3D2899A"/>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6E87102E"/>
    <w:multiLevelType w:val="hybridMultilevel"/>
    <w:tmpl w:val="13F02948"/>
    <w:lvl w:ilvl="0" w:tplc="C4966800">
      <w:start w:val="1"/>
      <w:numFmt w:val="decimal"/>
      <w:lvlText w:val="%1)"/>
      <w:lvlJc w:val="left"/>
      <w:pPr>
        <w:tabs>
          <w:tab w:val="num" w:pos="5049"/>
        </w:tabs>
        <w:ind w:left="5049" w:hanging="720"/>
      </w:pPr>
      <w:rPr>
        <w:rFonts w:hint="default"/>
      </w:rPr>
    </w:lvl>
    <w:lvl w:ilvl="1" w:tplc="0C80D24A">
      <w:start w:val="4"/>
      <w:numFmt w:val="decimal"/>
      <w:lvlText w:val="%2."/>
      <w:lvlJc w:val="left"/>
      <w:pPr>
        <w:tabs>
          <w:tab w:val="num" w:pos="5769"/>
        </w:tabs>
        <w:ind w:left="5769" w:hanging="720"/>
      </w:pPr>
      <w:rPr>
        <w:rFonts w:hint="default"/>
      </w:rPr>
    </w:lvl>
    <w:lvl w:ilvl="2" w:tplc="0C09001B" w:tentative="1">
      <w:start w:val="1"/>
      <w:numFmt w:val="lowerRoman"/>
      <w:lvlText w:val="%3."/>
      <w:lvlJc w:val="right"/>
      <w:pPr>
        <w:tabs>
          <w:tab w:val="num" w:pos="6129"/>
        </w:tabs>
        <w:ind w:left="6129" w:hanging="180"/>
      </w:pPr>
    </w:lvl>
    <w:lvl w:ilvl="3" w:tplc="0C09000F" w:tentative="1">
      <w:start w:val="1"/>
      <w:numFmt w:val="decimal"/>
      <w:lvlText w:val="%4."/>
      <w:lvlJc w:val="left"/>
      <w:pPr>
        <w:tabs>
          <w:tab w:val="num" w:pos="6849"/>
        </w:tabs>
        <w:ind w:left="6849" w:hanging="360"/>
      </w:pPr>
    </w:lvl>
    <w:lvl w:ilvl="4" w:tplc="0C090019" w:tentative="1">
      <w:start w:val="1"/>
      <w:numFmt w:val="lowerLetter"/>
      <w:lvlText w:val="%5."/>
      <w:lvlJc w:val="left"/>
      <w:pPr>
        <w:tabs>
          <w:tab w:val="num" w:pos="7569"/>
        </w:tabs>
        <w:ind w:left="7569" w:hanging="360"/>
      </w:pPr>
    </w:lvl>
    <w:lvl w:ilvl="5" w:tplc="0C09001B" w:tentative="1">
      <w:start w:val="1"/>
      <w:numFmt w:val="lowerRoman"/>
      <w:lvlText w:val="%6."/>
      <w:lvlJc w:val="right"/>
      <w:pPr>
        <w:tabs>
          <w:tab w:val="num" w:pos="8289"/>
        </w:tabs>
        <w:ind w:left="8289" w:hanging="180"/>
      </w:pPr>
    </w:lvl>
    <w:lvl w:ilvl="6" w:tplc="0C09000F" w:tentative="1">
      <w:start w:val="1"/>
      <w:numFmt w:val="decimal"/>
      <w:lvlText w:val="%7."/>
      <w:lvlJc w:val="left"/>
      <w:pPr>
        <w:tabs>
          <w:tab w:val="num" w:pos="9009"/>
        </w:tabs>
        <w:ind w:left="9009" w:hanging="360"/>
      </w:pPr>
    </w:lvl>
    <w:lvl w:ilvl="7" w:tplc="0C090019" w:tentative="1">
      <w:start w:val="1"/>
      <w:numFmt w:val="lowerLetter"/>
      <w:lvlText w:val="%8."/>
      <w:lvlJc w:val="left"/>
      <w:pPr>
        <w:tabs>
          <w:tab w:val="num" w:pos="9729"/>
        </w:tabs>
        <w:ind w:left="9729" w:hanging="360"/>
      </w:pPr>
    </w:lvl>
    <w:lvl w:ilvl="8" w:tplc="0C09001B" w:tentative="1">
      <w:start w:val="1"/>
      <w:numFmt w:val="lowerRoman"/>
      <w:lvlText w:val="%9."/>
      <w:lvlJc w:val="right"/>
      <w:pPr>
        <w:tabs>
          <w:tab w:val="num" w:pos="10449"/>
        </w:tabs>
        <w:ind w:left="10449" w:hanging="180"/>
      </w:pPr>
    </w:lvl>
  </w:abstractNum>
  <w:abstractNum w:abstractNumId="21">
    <w:nsid w:val="7294591F"/>
    <w:multiLevelType w:val="multilevel"/>
    <w:tmpl w:val="88F6EEB2"/>
    <w:numStyleLink w:val="Text"/>
  </w:abstractNum>
  <w:num w:numId="1">
    <w:abstractNumId w:val="21"/>
  </w:num>
  <w:num w:numId="2">
    <w:abstractNumId w:val="15"/>
  </w:num>
  <w:num w:numId="3">
    <w:abstractNumId w:val="13"/>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0"/>
  </w:num>
  <w:num w:numId="5">
    <w:abstractNumId w:val="11"/>
  </w:num>
  <w:num w:numId="6">
    <w:abstractNumId w:val="16"/>
  </w:num>
  <w:num w:numId="7">
    <w:abstractNumId w:val="17"/>
  </w:num>
  <w:num w:numId="8">
    <w:abstractNumId w:val="8"/>
  </w:num>
  <w:num w:numId="9">
    <w:abstractNumId w:val="12"/>
  </w:num>
  <w:num w:numId="10">
    <w:abstractNumId w:val="18"/>
  </w:num>
  <w:num w:numId="11">
    <w:abstractNumId w:val="14"/>
  </w:num>
  <w:num w:numId="12">
    <w:abstractNumId w:val="20"/>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readOnly" w:enforcement="1" w:cryptProviderType="rsaFull" w:cryptAlgorithmClass="hash" w:cryptAlgorithmType="typeAny" w:cryptAlgorithmSid="4" w:cryptSpinCount="100000" w:hash="Ykk/mtpWYu9q5Tz4woqps9IEKds=" w:salt="0a+ccz/C1Xe7Qj5AUlCfMw=="/>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C01"/>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8DC"/>
    <w:rsid w:val="00055A15"/>
    <w:rsid w:val="00055F6E"/>
    <w:rsid w:val="000567BE"/>
    <w:rsid w:val="0005747B"/>
    <w:rsid w:val="00063A93"/>
    <w:rsid w:val="00063EAC"/>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1FE4"/>
    <w:rsid w:val="000C0DD5"/>
    <w:rsid w:val="000C2C04"/>
    <w:rsid w:val="000C3AD0"/>
    <w:rsid w:val="000C5DAB"/>
    <w:rsid w:val="000D21B9"/>
    <w:rsid w:val="000D4683"/>
    <w:rsid w:val="000D760C"/>
    <w:rsid w:val="000E26E6"/>
    <w:rsid w:val="000E4D8E"/>
    <w:rsid w:val="000F7515"/>
    <w:rsid w:val="00112237"/>
    <w:rsid w:val="001171EA"/>
    <w:rsid w:val="00117E21"/>
    <w:rsid w:val="00117F5D"/>
    <w:rsid w:val="00120400"/>
    <w:rsid w:val="0012101B"/>
    <w:rsid w:val="0012610A"/>
    <w:rsid w:val="001271FF"/>
    <w:rsid w:val="0013250A"/>
    <w:rsid w:val="001335C0"/>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2F6F"/>
    <w:rsid w:val="0019571B"/>
    <w:rsid w:val="00196C1B"/>
    <w:rsid w:val="001971A1"/>
    <w:rsid w:val="0019771F"/>
    <w:rsid w:val="001A6196"/>
    <w:rsid w:val="001B71AE"/>
    <w:rsid w:val="001B7AC7"/>
    <w:rsid w:val="001C1246"/>
    <w:rsid w:val="001C422C"/>
    <w:rsid w:val="001C4568"/>
    <w:rsid w:val="001C57EA"/>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6981"/>
    <w:rsid w:val="00207E37"/>
    <w:rsid w:val="00210686"/>
    <w:rsid w:val="002115E6"/>
    <w:rsid w:val="00211ADE"/>
    <w:rsid w:val="002159FB"/>
    <w:rsid w:val="00215A9D"/>
    <w:rsid w:val="0021684D"/>
    <w:rsid w:val="00220E1E"/>
    <w:rsid w:val="00221114"/>
    <w:rsid w:val="0022361B"/>
    <w:rsid w:val="00224644"/>
    <w:rsid w:val="00225081"/>
    <w:rsid w:val="0022584E"/>
    <w:rsid w:val="002306CE"/>
    <w:rsid w:val="0023083D"/>
    <w:rsid w:val="002310C3"/>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63EF"/>
    <w:rsid w:val="002916A4"/>
    <w:rsid w:val="00295BEF"/>
    <w:rsid w:val="00297E74"/>
    <w:rsid w:val="002A03A5"/>
    <w:rsid w:val="002A3775"/>
    <w:rsid w:val="002A5567"/>
    <w:rsid w:val="002A5623"/>
    <w:rsid w:val="002A7D1F"/>
    <w:rsid w:val="002B1738"/>
    <w:rsid w:val="002C0386"/>
    <w:rsid w:val="002C1DA7"/>
    <w:rsid w:val="002C267D"/>
    <w:rsid w:val="002D4686"/>
    <w:rsid w:val="002D6B9D"/>
    <w:rsid w:val="002D7B81"/>
    <w:rsid w:val="002E1CE1"/>
    <w:rsid w:val="00301586"/>
    <w:rsid w:val="00307F79"/>
    <w:rsid w:val="00311AB6"/>
    <w:rsid w:val="00314B99"/>
    <w:rsid w:val="00314C98"/>
    <w:rsid w:val="00314E75"/>
    <w:rsid w:val="00323FDD"/>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58ED"/>
    <w:rsid w:val="0039737A"/>
    <w:rsid w:val="003A525E"/>
    <w:rsid w:val="003A7455"/>
    <w:rsid w:val="003B21D5"/>
    <w:rsid w:val="003B3FE5"/>
    <w:rsid w:val="003B4A50"/>
    <w:rsid w:val="003B4C4C"/>
    <w:rsid w:val="003B680A"/>
    <w:rsid w:val="003C1073"/>
    <w:rsid w:val="003C6832"/>
    <w:rsid w:val="003D0F41"/>
    <w:rsid w:val="003D26A8"/>
    <w:rsid w:val="003D3D24"/>
    <w:rsid w:val="003D400C"/>
    <w:rsid w:val="003D5245"/>
    <w:rsid w:val="003E23F6"/>
    <w:rsid w:val="003E5274"/>
    <w:rsid w:val="003E62DE"/>
    <w:rsid w:val="003F2E93"/>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1758"/>
    <w:rsid w:val="00424DCE"/>
    <w:rsid w:val="004302A2"/>
    <w:rsid w:val="00430725"/>
    <w:rsid w:val="00431E0A"/>
    <w:rsid w:val="00432945"/>
    <w:rsid w:val="00434F1E"/>
    <w:rsid w:val="004362E6"/>
    <w:rsid w:val="004379E6"/>
    <w:rsid w:val="004407DC"/>
    <w:rsid w:val="0045415A"/>
    <w:rsid w:val="0045697A"/>
    <w:rsid w:val="00456CDA"/>
    <w:rsid w:val="004572A6"/>
    <w:rsid w:val="00460A54"/>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11D4"/>
    <w:rsid w:val="004A5CE6"/>
    <w:rsid w:val="004A60E1"/>
    <w:rsid w:val="004B003D"/>
    <w:rsid w:val="004B39EB"/>
    <w:rsid w:val="004B4B9D"/>
    <w:rsid w:val="004B6A54"/>
    <w:rsid w:val="004C0D46"/>
    <w:rsid w:val="004C12DE"/>
    <w:rsid w:val="004C5782"/>
    <w:rsid w:val="004C5891"/>
    <w:rsid w:val="004C6027"/>
    <w:rsid w:val="004D04AA"/>
    <w:rsid w:val="004D3B44"/>
    <w:rsid w:val="004E09CA"/>
    <w:rsid w:val="004E391B"/>
    <w:rsid w:val="004E502F"/>
    <w:rsid w:val="004E5F24"/>
    <w:rsid w:val="004E69E8"/>
    <w:rsid w:val="004F103E"/>
    <w:rsid w:val="00500BE6"/>
    <w:rsid w:val="0050534D"/>
    <w:rsid w:val="0051194C"/>
    <w:rsid w:val="00513926"/>
    <w:rsid w:val="00516D27"/>
    <w:rsid w:val="00517382"/>
    <w:rsid w:val="005205CA"/>
    <w:rsid w:val="00520F76"/>
    <w:rsid w:val="00522138"/>
    <w:rsid w:val="00522191"/>
    <w:rsid w:val="005247E5"/>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1084"/>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E5A0B"/>
    <w:rsid w:val="005E5C42"/>
    <w:rsid w:val="005E722D"/>
    <w:rsid w:val="005F0CAA"/>
    <w:rsid w:val="005F1765"/>
    <w:rsid w:val="005F21D9"/>
    <w:rsid w:val="005F2627"/>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57F19"/>
    <w:rsid w:val="0066709F"/>
    <w:rsid w:val="006831AE"/>
    <w:rsid w:val="0069461E"/>
    <w:rsid w:val="006A21A5"/>
    <w:rsid w:val="006A30C4"/>
    <w:rsid w:val="006A356D"/>
    <w:rsid w:val="006A6BFE"/>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4967"/>
    <w:rsid w:val="00731530"/>
    <w:rsid w:val="00736DB7"/>
    <w:rsid w:val="0074419C"/>
    <w:rsid w:val="007445E4"/>
    <w:rsid w:val="0074654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6F32"/>
    <w:rsid w:val="00797A22"/>
    <w:rsid w:val="007A07E8"/>
    <w:rsid w:val="007A442B"/>
    <w:rsid w:val="007A4587"/>
    <w:rsid w:val="007A553D"/>
    <w:rsid w:val="007B1307"/>
    <w:rsid w:val="007B51DD"/>
    <w:rsid w:val="007B7CC0"/>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4462A"/>
    <w:rsid w:val="008525BF"/>
    <w:rsid w:val="00854345"/>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A751E"/>
    <w:rsid w:val="008B0010"/>
    <w:rsid w:val="008B23E9"/>
    <w:rsid w:val="008B3039"/>
    <w:rsid w:val="008C0559"/>
    <w:rsid w:val="008C1207"/>
    <w:rsid w:val="008C3763"/>
    <w:rsid w:val="008D038F"/>
    <w:rsid w:val="008D0BA9"/>
    <w:rsid w:val="008D2392"/>
    <w:rsid w:val="008D5BB0"/>
    <w:rsid w:val="008D7117"/>
    <w:rsid w:val="008E1DC7"/>
    <w:rsid w:val="008E5AC0"/>
    <w:rsid w:val="008E6244"/>
    <w:rsid w:val="008F2A38"/>
    <w:rsid w:val="008F3E64"/>
    <w:rsid w:val="008F5DAC"/>
    <w:rsid w:val="008F7654"/>
    <w:rsid w:val="0090131A"/>
    <w:rsid w:val="00902884"/>
    <w:rsid w:val="00903EAE"/>
    <w:rsid w:val="009069DD"/>
    <w:rsid w:val="0091589D"/>
    <w:rsid w:val="009312EE"/>
    <w:rsid w:val="00931A46"/>
    <w:rsid w:val="009329EC"/>
    <w:rsid w:val="009342C0"/>
    <w:rsid w:val="00944373"/>
    <w:rsid w:val="00944463"/>
    <w:rsid w:val="0094548B"/>
    <w:rsid w:val="00945A49"/>
    <w:rsid w:val="00947358"/>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3599"/>
    <w:rsid w:val="009E7450"/>
    <w:rsid w:val="009E7DA7"/>
    <w:rsid w:val="009E7EBB"/>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3C01"/>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23439"/>
    <w:rsid w:val="00B24316"/>
    <w:rsid w:val="00B407CC"/>
    <w:rsid w:val="00B5270D"/>
    <w:rsid w:val="00B54F76"/>
    <w:rsid w:val="00B555A0"/>
    <w:rsid w:val="00B60FD0"/>
    <w:rsid w:val="00B621B6"/>
    <w:rsid w:val="00B63555"/>
    <w:rsid w:val="00B71990"/>
    <w:rsid w:val="00B71D61"/>
    <w:rsid w:val="00B81943"/>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B4DDE"/>
    <w:rsid w:val="00BC0077"/>
    <w:rsid w:val="00BC590E"/>
    <w:rsid w:val="00BD047B"/>
    <w:rsid w:val="00BD2B44"/>
    <w:rsid w:val="00BD2C00"/>
    <w:rsid w:val="00BE1391"/>
    <w:rsid w:val="00BE71B8"/>
    <w:rsid w:val="00BE7723"/>
    <w:rsid w:val="00BE7D5F"/>
    <w:rsid w:val="00BF25BF"/>
    <w:rsid w:val="00BF59C3"/>
    <w:rsid w:val="00BF618D"/>
    <w:rsid w:val="00BF79D3"/>
    <w:rsid w:val="00BF7C7C"/>
    <w:rsid w:val="00C0092B"/>
    <w:rsid w:val="00C02729"/>
    <w:rsid w:val="00C03D88"/>
    <w:rsid w:val="00C03F77"/>
    <w:rsid w:val="00C04FF1"/>
    <w:rsid w:val="00C1093F"/>
    <w:rsid w:val="00C12329"/>
    <w:rsid w:val="00C21CAC"/>
    <w:rsid w:val="00C2238C"/>
    <w:rsid w:val="00C23AEC"/>
    <w:rsid w:val="00C23F02"/>
    <w:rsid w:val="00C2406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1ECC"/>
    <w:rsid w:val="00CE2985"/>
    <w:rsid w:val="00CF094D"/>
    <w:rsid w:val="00CF1679"/>
    <w:rsid w:val="00CF26C4"/>
    <w:rsid w:val="00CF3458"/>
    <w:rsid w:val="00CF76E8"/>
    <w:rsid w:val="00CF7CE4"/>
    <w:rsid w:val="00D00D00"/>
    <w:rsid w:val="00D01D91"/>
    <w:rsid w:val="00D01EDD"/>
    <w:rsid w:val="00D10561"/>
    <w:rsid w:val="00D1271C"/>
    <w:rsid w:val="00D1311C"/>
    <w:rsid w:val="00D14B39"/>
    <w:rsid w:val="00D15DC7"/>
    <w:rsid w:val="00D263FC"/>
    <w:rsid w:val="00D2734D"/>
    <w:rsid w:val="00D339A3"/>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2AC4"/>
    <w:rsid w:val="00DD3F35"/>
    <w:rsid w:val="00DE2A7B"/>
    <w:rsid w:val="00DE64A9"/>
    <w:rsid w:val="00DF40ED"/>
    <w:rsid w:val="00E01CEC"/>
    <w:rsid w:val="00E0391A"/>
    <w:rsid w:val="00E03A9E"/>
    <w:rsid w:val="00E07172"/>
    <w:rsid w:val="00E120D0"/>
    <w:rsid w:val="00E229A3"/>
    <w:rsid w:val="00E26BA3"/>
    <w:rsid w:val="00E33ABF"/>
    <w:rsid w:val="00E50EEB"/>
    <w:rsid w:val="00E51BC9"/>
    <w:rsid w:val="00E55AAB"/>
    <w:rsid w:val="00E564E8"/>
    <w:rsid w:val="00E65FE2"/>
    <w:rsid w:val="00E71056"/>
    <w:rsid w:val="00E718BD"/>
    <w:rsid w:val="00E722AF"/>
    <w:rsid w:val="00E80CEE"/>
    <w:rsid w:val="00E82C12"/>
    <w:rsid w:val="00E84A38"/>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F00E4D"/>
    <w:rsid w:val="00F07436"/>
    <w:rsid w:val="00F078AC"/>
    <w:rsid w:val="00F10AF7"/>
    <w:rsid w:val="00F12497"/>
    <w:rsid w:val="00F149EB"/>
    <w:rsid w:val="00F21E75"/>
    <w:rsid w:val="00F26476"/>
    <w:rsid w:val="00F266D3"/>
    <w:rsid w:val="00F26C6C"/>
    <w:rsid w:val="00F26E96"/>
    <w:rsid w:val="00F2739F"/>
    <w:rsid w:val="00F30797"/>
    <w:rsid w:val="00F35A52"/>
    <w:rsid w:val="00F41CD5"/>
    <w:rsid w:val="00F43570"/>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A13C01"/>
    <w:pPr>
      <w:spacing w:before="360" w:line="300" w:lineRule="exact"/>
    </w:pPr>
    <w:rPr>
      <w:rFonts w:cs="Times New Roman"/>
      <w:sz w:val="28"/>
      <w:szCs w:val="28"/>
    </w:rPr>
  </w:style>
  <w:style w:type="paragraph" w:styleId="FootnoteText">
    <w:name w:val="footnote text"/>
    <w:basedOn w:val="Normal"/>
    <w:semiHidden/>
    <w:rsid w:val="00A13C01"/>
    <w:rPr>
      <w:rFonts w:ascii="Times New Roman" w:hAnsi="Times New Roman" w:cs="Times New Roman"/>
      <w:sz w:val="20"/>
    </w:rPr>
  </w:style>
  <w:style w:type="character" w:styleId="FootnoteReference">
    <w:name w:val="footnote reference"/>
    <w:semiHidden/>
    <w:rsid w:val="00A13C01"/>
    <w:rPr>
      <w:vertAlign w:val="superscript"/>
    </w:rPr>
  </w:style>
  <w:style w:type="paragraph" w:customStyle="1" w:styleId="Pa7">
    <w:name w:val="Pa7"/>
    <w:basedOn w:val="Normal"/>
    <w:next w:val="Normal"/>
    <w:rsid w:val="00A13C01"/>
    <w:pPr>
      <w:autoSpaceDE w:val="0"/>
      <w:autoSpaceDN w:val="0"/>
      <w:adjustRightInd w:val="0"/>
      <w:spacing w:before="40" w:after="40" w:line="201" w:lineRule="atLeast"/>
    </w:pPr>
    <w:rPr>
      <w:rFonts w:ascii="Arial MT Std" w:hAnsi="Arial MT Std" w:cs="Times New Roman"/>
      <w:sz w:val="24"/>
      <w:szCs w:val="24"/>
    </w:rPr>
  </w:style>
  <w:style w:type="character" w:customStyle="1" w:styleId="HeadingTwoChar">
    <w:name w:val="Heading Two Char"/>
    <w:link w:val="HeadingTwo"/>
    <w:rsid w:val="008A751E"/>
    <w:rPr>
      <w:rFonts w:ascii="Arial" w:hAnsi="Arial"/>
      <w:b/>
      <w:bCs/>
      <w:sz w:val="22"/>
      <w:lang w:val="en-AU" w:eastAsia="en-AU" w:bidi="ar-SA"/>
    </w:rPr>
  </w:style>
  <w:style w:type="character" w:styleId="FollowedHyperlink">
    <w:name w:val="FollowedHyperlink"/>
    <w:rsid w:val="00C2406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rsid w:val="00206981"/>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customStyle="1" w:styleId="Subheading1">
    <w:name w:val="Subheading 1"/>
    <w:basedOn w:val="Normal"/>
    <w:rsid w:val="00A13C01"/>
    <w:pPr>
      <w:spacing w:before="360" w:line="300" w:lineRule="exact"/>
    </w:pPr>
    <w:rPr>
      <w:rFonts w:cs="Times New Roman"/>
      <w:sz w:val="28"/>
      <w:szCs w:val="28"/>
    </w:rPr>
  </w:style>
  <w:style w:type="paragraph" w:styleId="FootnoteText">
    <w:name w:val="footnote text"/>
    <w:basedOn w:val="Normal"/>
    <w:semiHidden/>
    <w:rsid w:val="00A13C01"/>
    <w:rPr>
      <w:rFonts w:ascii="Times New Roman" w:hAnsi="Times New Roman" w:cs="Times New Roman"/>
      <w:sz w:val="20"/>
    </w:rPr>
  </w:style>
  <w:style w:type="character" w:styleId="FootnoteReference">
    <w:name w:val="footnote reference"/>
    <w:semiHidden/>
    <w:rsid w:val="00A13C01"/>
    <w:rPr>
      <w:vertAlign w:val="superscript"/>
    </w:rPr>
  </w:style>
  <w:style w:type="paragraph" w:customStyle="1" w:styleId="Pa7">
    <w:name w:val="Pa7"/>
    <w:basedOn w:val="Normal"/>
    <w:next w:val="Normal"/>
    <w:rsid w:val="00A13C01"/>
    <w:pPr>
      <w:autoSpaceDE w:val="0"/>
      <w:autoSpaceDN w:val="0"/>
      <w:adjustRightInd w:val="0"/>
      <w:spacing w:before="40" w:after="40" w:line="201" w:lineRule="atLeast"/>
    </w:pPr>
    <w:rPr>
      <w:rFonts w:ascii="Arial MT Std" w:hAnsi="Arial MT Std" w:cs="Times New Roman"/>
      <w:sz w:val="24"/>
      <w:szCs w:val="24"/>
    </w:rPr>
  </w:style>
  <w:style w:type="character" w:customStyle="1" w:styleId="HeadingTwoChar">
    <w:name w:val="Heading Two Char"/>
    <w:link w:val="HeadingTwo"/>
    <w:rsid w:val="008A751E"/>
    <w:rPr>
      <w:rFonts w:ascii="Arial" w:hAnsi="Arial"/>
      <w:b/>
      <w:bCs/>
      <w:sz w:val="22"/>
      <w:lang w:val="en-AU" w:eastAsia="en-AU" w:bidi="ar-SA"/>
    </w:rPr>
  </w:style>
  <w:style w:type="character" w:styleId="FollowedHyperlink">
    <w:name w:val="FollowedHyperlink"/>
    <w:rsid w:val="00C2406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StampDuty/I-SD-001.pdf" TargetMode="Externa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www.revenue.nt.gov.a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trevenue@nt.gov.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easury.nt.gov.au/PMS/Publications/TaxesRoyaltiesGrants/GeneralAdmin/CG-GEN-001.pdf"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N:\Publications\Drafts\2011%20format%20Commissioner's%20Guidelines%20(CG-)\CG%20Templat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Requirement for full and true disclosure</Publication_x0020_Title>
    <Details xmlns="378e824e-6e02-4c0d-8321-dd86fba681ee" xsi:nil="true"/>
    <Identifier xmlns="378e824e-6e02-4c0d-8321-dd86fba681ee">CG-GEN-005</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27</Sub_x0020_Category>
    <Notify xmlns="378e824e-6e02-4c0d-8321-dd86fba681ee">false</Notify>
  </documentManagement>
</p:properties>
</file>

<file path=customXml/itemProps1.xml><?xml version="1.0" encoding="utf-8"?>
<ds:datastoreItem xmlns:ds="http://schemas.openxmlformats.org/officeDocument/2006/customXml" ds:itemID="{7F5890F7-37DB-4648-9CEE-C96E226A6302}"/>
</file>

<file path=customXml/itemProps2.xml><?xml version="1.0" encoding="utf-8"?>
<ds:datastoreItem xmlns:ds="http://schemas.openxmlformats.org/officeDocument/2006/customXml" ds:itemID="{E2C9DFFE-D61C-40AD-9EEA-74AE51FDAA46}"/>
</file>

<file path=customXml/itemProps3.xml><?xml version="1.0" encoding="utf-8"?>
<ds:datastoreItem xmlns:ds="http://schemas.openxmlformats.org/officeDocument/2006/customXml" ds:itemID="{E02B6605-8FB4-4E50-95A8-1787B9983813}"/>
</file>

<file path=docProps/app.xml><?xml version="1.0" encoding="utf-8"?>
<Properties xmlns="http://schemas.openxmlformats.org/officeDocument/2006/extended-properties" xmlns:vt="http://schemas.openxmlformats.org/officeDocument/2006/docPropsVTypes">
  <Template>CG Template 2011.dot</Template>
  <TotalTime>0</TotalTime>
  <Pages>5</Pages>
  <Words>1955</Words>
  <Characters>10440</Characters>
  <Application>Microsoft Office Word</Application>
  <DocSecurity>8</DocSecurity>
  <Lines>87</Lines>
  <Paragraphs>24</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12371</CharactersWithSpaces>
  <SharedDoc>false</SharedDoc>
  <HLinks>
    <vt:vector size="24" baseType="variant">
      <vt:variant>
        <vt:i4>5242895</vt:i4>
      </vt:variant>
      <vt:variant>
        <vt:i4>9</vt:i4>
      </vt:variant>
      <vt:variant>
        <vt:i4>0</vt:i4>
      </vt:variant>
      <vt:variant>
        <vt:i4>5</vt:i4>
      </vt:variant>
      <vt:variant>
        <vt:lpwstr>http://www.revenue.nt.gov.au/</vt:lpwstr>
      </vt:variant>
      <vt:variant>
        <vt:lpwstr/>
      </vt:variant>
      <vt:variant>
        <vt:i4>7798799</vt:i4>
      </vt:variant>
      <vt:variant>
        <vt:i4>6</vt:i4>
      </vt:variant>
      <vt:variant>
        <vt:i4>0</vt:i4>
      </vt:variant>
      <vt:variant>
        <vt:i4>5</vt:i4>
      </vt:variant>
      <vt:variant>
        <vt:lpwstr>mailto:ntrevenue@nt.gov.au</vt:lpwstr>
      </vt:variant>
      <vt:variant>
        <vt:lpwstr/>
      </vt:variant>
      <vt:variant>
        <vt:i4>2883638</vt:i4>
      </vt:variant>
      <vt:variant>
        <vt:i4>3</vt:i4>
      </vt:variant>
      <vt:variant>
        <vt:i4>0</vt:i4>
      </vt:variant>
      <vt:variant>
        <vt:i4>5</vt:i4>
      </vt:variant>
      <vt:variant>
        <vt:lpwstr>http://www.treasury.nt.gov.au/PMS/Publications/TaxesRoyaltiesGrants/GeneralAdmin/CG-GEN-001.pdf</vt:lpwstr>
      </vt:variant>
      <vt:variant>
        <vt:lpwstr/>
      </vt:variant>
      <vt:variant>
        <vt:i4>2818111</vt:i4>
      </vt:variant>
      <vt:variant>
        <vt:i4>0</vt:i4>
      </vt:variant>
      <vt:variant>
        <vt:i4>0</vt:i4>
      </vt:variant>
      <vt:variant>
        <vt:i4>5</vt:i4>
      </vt:variant>
      <vt:variant>
        <vt:lpwstr>http://www.treasury.nt.gov.au/PMS/Publications/TaxesRoyaltiesGrants/StampDuty/I-SD-001.pdf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 for full and true disclosure</dc:title>
  <dc:creator>eclark</dc:creator>
  <cp:lastModifiedBy>Barbara Beamsley</cp:lastModifiedBy>
  <cp:revision>2</cp:revision>
  <cp:lastPrinted>2011-11-09T05:04:00Z</cp:lastPrinted>
  <dcterms:created xsi:type="dcterms:W3CDTF">2016-02-25T06:22:00Z</dcterms:created>
  <dcterms:modified xsi:type="dcterms:W3CDTF">2016-02-25T06:22:00Z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