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6CB" w:rsidRPr="00C27A0A" w:rsidRDefault="00DE64A9" w:rsidP="00C27A0A">
      <w:pPr>
        <w:pStyle w:val="HeadingOne"/>
      </w:pPr>
      <w:r>
        <w:t>COMMISSIONER’S GUIDELINE</w:t>
      </w:r>
    </w:p>
    <w:p w:rsidR="00C27A0A" w:rsidRPr="00C27A0A" w:rsidRDefault="00513926" w:rsidP="00C27A0A">
      <w:pPr>
        <w:pStyle w:val="HeadingOne"/>
      </w:pPr>
      <w:r>
        <w:t>CG</w:t>
      </w:r>
      <w:r w:rsidR="00C27A0A" w:rsidRPr="00C27A0A">
        <w:t>-</w:t>
      </w:r>
      <w:r w:rsidR="007C0C4D">
        <w:t>GEN-003:  Objections and appeals</w:t>
      </w:r>
    </w:p>
    <w:p w:rsidR="00C27A0A" w:rsidRDefault="00C27A0A" w:rsidP="00C27A0A">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30"/>
        <w:gridCol w:w="1848"/>
        <w:gridCol w:w="1710"/>
        <w:gridCol w:w="1842"/>
      </w:tblGrid>
      <w:tr w:rsidR="00F65356" w:rsidRPr="00481917" w:rsidTr="00481917">
        <w:trPr>
          <w:jc w:val="center"/>
        </w:trPr>
        <w:tc>
          <w:tcPr>
            <w:tcW w:w="1030" w:type="dxa"/>
            <w:vMerge w:val="restart"/>
          </w:tcPr>
          <w:p w:rsidR="00F65356" w:rsidRPr="00481917" w:rsidRDefault="00F65356" w:rsidP="00481917">
            <w:pPr>
              <w:jc w:val="center"/>
              <w:rPr>
                <w:b/>
                <w:sz w:val="18"/>
                <w:szCs w:val="18"/>
              </w:rPr>
            </w:pPr>
            <w:r w:rsidRPr="00481917">
              <w:rPr>
                <w:b/>
                <w:sz w:val="18"/>
                <w:szCs w:val="18"/>
              </w:rPr>
              <w:t>Version</w:t>
            </w:r>
          </w:p>
        </w:tc>
        <w:tc>
          <w:tcPr>
            <w:tcW w:w="1848" w:type="dxa"/>
            <w:vMerge w:val="restart"/>
            <w:tcBorders>
              <w:right w:val="single" w:sz="4" w:space="0" w:color="auto"/>
            </w:tcBorders>
          </w:tcPr>
          <w:p w:rsidR="00F65356" w:rsidRPr="00481917" w:rsidRDefault="00F65356" w:rsidP="00481917">
            <w:pPr>
              <w:jc w:val="center"/>
              <w:rPr>
                <w:b/>
                <w:sz w:val="18"/>
                <w:szCs w:val="18"/>
              </w:rPr>
            </w:pPr>
            <w:r w:rsidRPr="00481917">
              <w:rPr>
                <w:b/>
                <w:sz w:val="18"/>
                <w:szCs w:val="18"/>
              </w:rPr>
              <w:t>Issued</w:t>
            </w:r>
          </w:p>
        </w:tc>
        <w:tc>
          <w:tcPr>
            <w:tcW w:w="3552" w:type="dxa"/>
            <w:gridSpan w:val="2"/>
            <w:tcBorders>
              <w:top w:val="single" w:sz="4" w:space="0" w:color="auto"/>
              <w:left w:val="single" w:sz="4" w:space="0" w:color="auto"/>
              <w:bottom w:val="nil"/>
              <w:right w:val="single" w:sz="4" w:space="0" w:color="auto"/>
            </w:tcBorders>
          </w:tcPr>
          <w:p w:rsidR="00F65356" w:rsidRPr="00481917" w:rsidRDefault="00F65356" w:rsidP="00481917">
            <w:pPr>
              <w:jc w:val="center"/>
              <w:rPr>
                <w:b/>
                <w:sz w:val="18"/>
                <w:szCs w:val="18"/>
              </w:rPr>
            </w:pPr>
            <w:r w:rsidRPr="00481917">
              <w:rPr>
                <w:b/>
                <w:sz w:val="18"/>
                <w:szCs w:val="18"/>
              </w:rPr>
              <w:t>Dates of Effect</w:t>
            </w:r>
          </w:p>
        </w:tc>
      </w:tr>
      <w:tr w:rsidR="00F65356" w:rsidRPr="00481917" w:rsidTr="00481917">
        <w:trPr>
          <w:jc w:val="center"/>
        </w:trPr>
        <w:tc>
          <w:tcPr>
            <w:tcW w:w="1030" w:type="dxa"/>
            <w:vMerge/>
          </w:tcPr>
          <w:p w:rsidR="00F65356" w:rsidRPr="00481917" w:rsidRDefault="00F65356" w:rsidP="00481917">
            <w:pPr>
              <w:jc w:val="center"/>
              <w:rPr>
                <w:sz w:val="18"/>
                <w:szCs w:val="18"/>
              </w:rPr>
            </w:pPr>
          </w:p>
        </w:tc>
        <w:tc>
          <w:tcPr>
            <w:tcW w:w="1848" w:type="dxa"/>
            <w:vMerge/>
            <w:tcBorders>
              <w:right w:val="single" w:sz="4" w:space="0" w:color="auto"/>
            </w:tcBorders>
          </w:tcPr>
          <w:p w:rsidR="00F65356" w:rsidRPr="00481917" w:rsidRDefault="00F65356" w:rsidP="00481917">
            <w:pPr>
              <w:jc w:val="center"/>
              <w:rPr>
                <w:sz w:val="18"/>
                <w:szCs w:val="18"/>
              </w:rPr>
            </w:pPr>
          </w:p>
        </w:tc>
        <w:tc>
          <w:tcPr>
            <w:tcW w:w="1710" w:type="dxa"/>
            <w:tcBorders>
              <w:top w:val="nil"/>
              <w:left w:val="single" w:sz="4" w:space="0" w:color="auto"/>
              <w:bottom w:val="single" w:sz="4" w:space="0" w:color="auto"/>
              <w:right w:val="nil"/>
            </w:tcBorders>
          </w:tcPr>
          <w:p w:rsidR="00F65356" w:rsidRPr="00481917" w:rsidRDefault="00F65356" w:rsidP="00AD2225">
            <w:pPr>
              <w:rPr>
                <w:b/>
                <w:sz w:val="18"/>
                <w:szCs w:val="18"/>
              </w:rPr>
            </w:pPr>
            <w:r w:rsidRPr="00481917">
              <w:rPr>
                <w:b/>
                <w:sz w:val="18"/>
                <w:szCs w:val="18"/>
              </w:rPr>
              <w:t>From:</w:t>
            </w:r>
          </w:p>
        </w:tc>
        <w:tc>
          <w:tcPr>
            <w:tcW w:w="1842" w:type="dxa"/>
            <w:tcBorders>
              <w:top w:val="nil"/>
              <w:left w:val="nil"/>
              <w:bottom w:val="single" w:sz="4" w:space="0" w:color="auto"/>
              <w:right w:val="single" w:sz="4" w:space="0" w:color="auto"/>
            </w:tcBorders>
          </w:tcPr>
          <w:p w:rsidR="00F65356" w:rsidRPr="00481917" w:rsidRDefault="007C0C4D" w:rsidP="00AD2225">
            <w:pPr>
              <w:rPr>
                <w:b/>
                <w:sz w:val="18"/>
                <w:szCs w:val="18"/>
              </w:rPr>
            </w:pPr>
            <w:r w:rsidRPr="00481917">
              <w:rPr>
                <w:b/>
                <w:sz w:val="18"/>
                <w:szCs w:val="18"/>
              </w:rPr>
              <w:t>To:</w:t>
            </w:r>
          </w:p>
        </w:tc>
      </w:tr>
      <w:tr w:rsidR="007C0C4D" w:rsidRPr="00481917" w:rsidTr="00481917">
        <w:trPr>
          <w:jc w:val="center"/>
        </w:trPr>
        <w:tc>
          <w:tcPr>
            <w:tcW w:w="1030" w:type="dxa"/>
          </w:tcPr>
          <w:p w:rsidR="007C0C4D" w:rsidRPr="00481917" w:rsidRDefault="007C0C4D" w:rsidP="00481917">
            <w:pPr>
              <w:jc w:val="center"/>
              <w:rPr>
                <w:sz w:val="18"/>
                <w:szCs w:val="18"/>
              </w:rPr>
            </w:pPr>
            <w:r w:rsidRPr="00481917">
              <w:rPr>
                <w:sz w:val="18"/>
                <w:szCs w:val="18"/>
              </w:rPr>
              <w:t>1</w:t>
            </w:r>
          </w:p>
        </w:tc>
        <w:tc>
          <w:tcPr>
            <w:tcW w:w="1848" w:type="dxa"/>
          </w:tcPr>
          <w:p w:rsidR="007C0C4D" w:rsidRPr="00481917" w:rsidRDefault="007C0C4D" w:rsidP="007C0C4D">
            <w:pPr>
              <w:rPr>
                <w:sz w:val="18"/>
                <w:szCs w:val="18"/>
              </w:rPr>
            </w:pPr>
            <w:r w:rsidRPr="00481917">
              <w:rPr>
                <w:sz w:val="18"/>
                <w:szCs w:val="18"/>
              </w:rPr>
              <w:t>1 November 2005</w:t>
            </w:r>
          </w:p>
        </w:tc>
        <w:tc>
          <w:tcPr>
            <w:tcW w:w="1710" w:type="dxa"/>
            <w:tcBorders>
              <w:top w:val="single" w:sz="4" w:space="0" w:color="auto"/>
              <w:bottom w:val="single" w:sz="4" w:space="0" w:color="auto"/>
            </w:tcBorders>
          </w:tcPr>
          <w:p w:rsidR="007C0C4D" w:rsidRPr="00481917" w:rsidRDefault="007C0C4D" w:rsidP="007C0C4D">
            <w:pPr>
              <w:rPr>
                <w:sz w:val="18"/>
                <w:szCs w:val="18"/>
              </w:rPr>
            </w:pPr>
            <w:r w:rsidRPr="00481917">
              <w:rPr>
                <w:sz w:val="18"/>
                <w:szCs w:val="18"/>
              </w:rPr>
              <w:t>1 November 2005</w:t>
            </w:r>
          </w:p>
        </w:tc>
        <w:tc>
          <w:tcPr>
            <w:tcW w:w="1842" w:type="dxa"/>
            <w:tcBorders>
              <w:top w:val="single" w:sz="4" w:space="0" w:color="auto"/>
              <w:bottom w:val="single" w:sz="4" w:space="0" w:color="auto"/>
            </w:tcBorders>
          </w:tcPr>
          <w:p w:rsidR="007C0C4D" w:rsidRPr="00481917" w:rsidRDefault="007C0C4D" w:rsidP="007C0C4D">
            <w:pPr>
              <w:rPr>
                <w:sz w:val="18"/>
                <w:szCs w:val="18"/>
              </w:rPr>
            </w:pPr>
            <w:r w:rsidRPr="00481917">
              <w:rPr>
                <w:sz w:val="18"/>
                <w:szCs w:val="18"/>
              </w:rPr>
              <w:t>30 June 2006</w:t>
            </w:r>
          </w:p>
        </w:tc>
      </w:tr>
      <w:tr w:rsidR="007C0C4D" w:rsidRPr="00481917" w:rsidTr="00481917">
        <w:trPr>
          <w:jc w:val="center"/>
        </w:trPr>
        <w:tc>
          <w:tcPr>
            <w:tcW w:w="1030" w:type="dxa"/>
          </w:tcPr>
          <w:p w:rsidR="007C0C4D" w:rsidRPr="00481917" w:rsidRDefault="007C0C4D" w:rsidP="00481917">
            <w:pPr>
              <w:jc w:val="center"/>
              <w:rPr>
                <w:sz w:val="18"/>
                <w:szCs w:val="18"/>
              </w:rPr>
            </w:pPr>
            <w:r w:rsidRPr="00481917">
              <w:rPr>
                <w:sz w:val="18"/>
                <w:szCs w:val="18"/>
              </w:rPr>
              <w:t>2</w:t>
            </w:r>
          </w:p>
        </w:tc>
        <w:tc>
          <w:tcPr>
            <w:tcW w:w="1848" w:type="dxa"/>
          </w:tcPr>
          <w:p w:rsidR="007C0C4D" w:rsidRPr="00481917" w:rsidRDefault="007C0C4D" w:rsidP="007C0C4D">
            <w:pPr>
              <w:rPr>
                <w:sz w:val="18"/>
                <w:szCs w:val="18"/>
              </w:rPr>
            </w:pPr>
            <w:r w:rsidRPr="00481917">
              <w:rPr>
                <w:sz w:val="18"/>
                <w:szCs w:val="18"/>
              </w:rPr>
              <w:t>25 June 2007</w:t>
            </w:r>
          </w:p>
        </w:tc>
        <w:tc>
          <w:tcPr>
            <w:tcW w:w="1710" w:type="dxa"/>
            <w:tcBorders>
              <w:top w:val="single" w:sz="4" w:space="0" w:color="auto"/>
              <w:bottom w:val="single" w:sz="4" w:space="0" w:color="auto"/>
            </w:tcBorders>
          </w:tcPr>
          <w:p w:rsidR="007C0C4D" w:rsidRPr="00481917" w:rsidRDefault="007C0C4D" w:rsidP="007C0C4D">
            <w:pPr>
              <w:rPr>
                <w:sz w:val="18"/>
                <w:szCs w:val="18"/>
              </w:rPr>
            </w:pPr>
            <w:r w:rsidRPr="00481917">
              <w:rPr>
                <w:sz w:val="18"/>
                <w:szCs w:val="18"/>
              </w:rPr>
              <w:t>1 July 2006</w:t>
            </w:r>
          </w:p>
        </w:tc>
        <w:tc>
          <w:tcPr>
            <w:tcW w:w="1842" w:type="dxa"/>
            <w:tcBorders>
              <w:top w:val="single" w:sz="4" w:space="0" w:color="auto"/>
              <w:bottom w:val="single" w:sz="4" w:space="0" w:color="auto"/>
            </w:tcBorders>
          </w:tcPr>
          <w:p w:rsidR="007C0C4D" w:rsidRPr="00481917" w:rsidRDefault="007C0C4D" w:rsidP="007C0C4D">
            <w:pPr>
              <w:rPr>
                <w:sz w:val="18"/>
                <w:szCs w:val="18"/>
              </w:rPr>
            </w:pPr>
            <w:r w:rsidRPr="00481917">
              <w:rPr>
                <w:sz w:val="18"/>
                <w:szCs w:val="18"/>
              </w:rPr>
              <w:t>31 December 2007</w:t>
            </w:r>
          </w:p>
        </w:tc>
      </w:tr>
      <w:tr w:rsidR="007C0C4D" w:rsidRPr="00481917" w:rsidTr="00481917">
        <w:trPr>
          <w:jc w:val="center"/>
        </w:trPr>
        <w:tc>
          <w:tcPr>
            <w:tcW w:w="1030" w:type="dxa"/>
          </w:tcPr>
          <w:p w:rsidR="007C0C4D" w:rsidRPr="00481917" w:rsidRDefault="007C0C4D" w:rsidP="00481917">
            <w:pPr>
              <w:jc w:val="center"/>
              <w:rPr>
                <w:sz w:val="18"/>
                <w:szCs w:val="18"/>
              </w:rPr>
            </w:pPr>
            <w:r w:rsidRPr="00481917">
              <w:rPr>
                <w:sz w:val="18"/>
                <w:szCs w:val="18"/>
              </w:rPr>
              <w:t>3</w:t>
            </w:r>
          </w:p>
        </w:tc>
        <w:tc>
          <w:tcPr>
            <w:tcW w:w="1848" w:type="dxa"/>
          </w:tcPr>
          <w:p w:rsidR="007C0C4D" w:rsidRPr="00481917" w:rsidRDefault="007C0C4D" w:rsidP="007C0C4D">
            <w:pPr>
              <w:rPr>
                <w:sz w:val="18"/>
                <w:szCs w:val="18"/>
              </w:rPr>
            </w:pPr>
            <w:r w:rsidRPr="00481917">
              <w:rPr>
                <w:sz w:val="18"/>
                <w:szCs w:val="18"/>
              </w:rPr>
              <w:t>2 January 2008</w:t>
            </w:r>
          </w:p>
        </w:tc>
        <w:tc>
          <w:tcPr>
            <w:tcW w:w="1710" w:type="dxa"/>
            <w:tcBorders>
              <w:top w:val="single" w:sz="4" w:space="0" w:color="auto"/>
              <w:bottom w:val="single" w:sz="4" w:space="0" w:color="auto"/>
            </w:tcBorders>
          </w:tcPr>
          <w:p w:rsidR="007C0C4D" w:rsidRPr="00481917" w:rsidRDefault="007C0C4D" w:rsidP="007C0C4D">
            <w:pPr>
              <w:rPr>
                <w:sz w:val="18"/>
                <w:szCs w:val="18"/>
              </w:rPr>
            </w:pPr>
            <w:r w:rsidRPr="00481917">
              <w:rPr>
                <w:sz w:val="18"/>
                <w:szCs w:val="18"/>
              </w:rPr>
              <w:t>1 January 2008</w:t>
            </w:r>
          </w:p>
        </w:tc>
        <w:tc>
          <w:tcPr>
            <w:tcW w:w="1842" w:type="dxa"/>
            <w:tcBorders>
              <w:top w:val="single" w:sz="4" w:space="0" w:color="auto"/>
              <w:bottom w:val="single" w:sz="4" w:space="0" w:color="auto"/>
            </w:tcBorders>
          </w:tcPr>
          <w:p w:rsidR="007C0C4D" w:rsidRPr="00481917" w:rsidRDefault="007C0C4D" w:rsidP="007C0C4D">
            <w:pPr>
              <w:rPr>
                <w:sz w:val="18"/>
                <w:szCs w:val="18"/>
              </w:rPr>
            </w:pPr>
            <w:r w:rsidRPr="00481917">
              <w:rPr>
                <w:sz w:val="18"/>
                <w:szCs w:val="18"/>
              </w:rPr>
              <w:t>30 June 2011</w:t>
            </w:r>
          </w:p>
        </w:tc>
      </w:tr>
      <w:tr w:rsidR="007C0C4D" w:rsidRPr="00481917" w:rsidTr="00481917">
        <w:trPr>
          <w:jc w:val="center"/>
        </w:trPr>
        <w:tc>
          <w:tcPr>
            <w:tcW w:w="1030" w:type="dxa"/>
          </w:tcPr>
          <w:p w:rsidR="007C0C4D" w:rsidRPr="00481917" w:rsidRDefault="007C0C4D" w:rsidP="00481917">
            <w:pPr>
              <w:jc w:val="center"/>
              <w:rPr>
                <w:sz w:val="18"/>
                <w:szCs w:val="18"/>
              </w:rPr>
            </w:pPr>
            <w:r w:rsidRPr="00481917">
              <w:rPr>
                <w:sz w:val="18"/>
                <w:szCs w:val="18"/>
              </w:rPr>
              <w:t>4</w:t>
            </w:r>
          </w:p>
        </w:tc>
        <w:tc>
          <w:tcPr>
            <w:tcW w:w="1848" w:type="dxa"/>
          </w:tcPr>
          <w:p w:rsidR="007C0C4D" w:rsidRPr="00481917" w:rsidRDefault="007C0C4D" w:rsidP="007C0C4D">
            <w:pPr>
              <w:rPr>
                <w:sz w:val="18"/>
                <w:szCs w:val="18"/>
              </w:rPr>
            </w:pPr>
            <w:r w:rsidRPr="00481917">
              <w:rPr>
                <w:sz w:val="18"/>
                <w:szCs w:val="18"/>
              </w:rPr>
              <w:t>1 July 2011</w:t>
            </w:r>
          </w:p>
        </w:tc>
        <w:tc>
          <w:tcPr>
            <w:tcW w:w="1710" w:type="dxa"/>
            <w:tcBorders>
              <w:top w:val="single" w:sz="4" w:space="0" w:color="auto"/>
              <w:bottom w:val="single" w:sz="4" w:space="0" w:color="auto"/>
            </w:tcBorders>
          </w:tcPr>
          <w:p w:rsidR="007C0C4D" w:rsidRPr="00481917" w:rsidRDefault="007C0C4D" w:rsidP="007C0C4D">
            <w:pPr>
              <w:rPr>
                <w:sz w:val="18"/>
                <w:szCs w:val="18"/>
              </w:rPr>
            </w:pPr>
            <w:r w:rsidRPr="00481917">
              <w:rPr>
                <w:sz w:val="18"/>
                <w:szCs w:val="18"/>
              </w:rPr>
              <w:t>1 July 2011</w:t>
            </w:r>
          </w:p>
        </w:tc>
        <w:tc>
          <w:tcPr>
            <w:tcW w:w="1842" w:type="dxa"/>
            <w:tcBorders>
              <w:top w:val="single" w:sz="4" w:space="0" w:color="auto"/>
              <w:bottom w:val="single" w:sz="4" w:space="0" w:color="auto"/>
            </w:tcBorders>
          </w:tcPr>
          <w:p w:rsidR="007C0C4D" w:rsidRPr="00481917" w:rsidRDefault="00094613" w:rsidP="007C0C4D">
            <w:pPr>
              <w:rPr>
                <w:sz w:val="18"/>
                <w:szCs w:val="18"/>
              </w:rPr>
            </w:pPr>
            <w:r>
              <w:rPr>
                <w:sz w:val="18"/>
                <w:szCs w:val="18"/>
              </w:rPr>
              <w:t>21  February 2016</w:t>
            </w:r>
          </w:p>
        </w:tc>
      </w:tr>
      <w:tr w:rsidR="00094613" w:rsidRPr="00481917" w:rsidTr="00481917">
        <w:trPr>
          <w:jc w:val="center"/>
        </w:trPr>
        <w:tc>
          <w:tcPr>
            <w:tcW w:w="1030" w:type="dxa"/>
          </w:tcPr>
          <w:p w:rsidR="00094613" w:rsidRPr="00481917" w:rsidRDefault="00094613" w:rsidP="00481917">
            <w:pPr>
              <w:jc w:val="center"/>
              <w:rPr>
                <w:sz w:val="18"/>
                <w:szCs w:val="18"/>
              </w:rPr>
            </w:pPr>
            <w:r>
              <w:rPr>
                <w:sz w:val="18"/>
                <w:szCs w:val="18"/>
              </w:rPr>
              <w:t>5</w:t>
            </w:r>
          </w:p>
        </w:tc>
        <w:tc>
          <w:tcPr>
            <w:tcW w:w="1848" w:type="dxa"/>
          </w:tcPr>
          <w:p w:rsidR="00094613" w:rsidRPr="00481917" w:rsidRDefault="00094613" w:rsidP="007C0C4D">
            <w:pPr>
              <w:rPr>
                <w:sz w:val="18"/>
                <w:szCs w:val="18"/>
              </w:rPr>
            </w:pPr>
            <w:r>
              <w:rPr>
                <w:sz w:val="18"/>
                <w:szCs w:val="18"/>
              </w:rPr>
              <w:t>22 February 2016</w:t>
            </w:r>
          </w:p>
        </w:tc>
        <w:tc>
          <w:tcPr>
            <w:tcW w:w="1710" w:type="dxa"/>
            <w:tcBorders>
              <w:top w:val="single" w:sz="4" w:space="0" w:color="auto"/>
              <w:bottom w:val="single" w:sz="4" w:space="0" w:color="auto"/>
            </w:tcBorders>
          </w:tcPr>
          <w:p w:rsidR="00094613" w:rsidRPr="00481917" w:rsidRDefault="00094613" w:rsidP="007C0C4D">
            <w:pPr>
              <w:rPr>
                <w:sz w:val="18"/>
                <w:szCs w:val="18"/>
              </w:rPr>
            </w:pPr>
            <w:r>
              <w:rPr>
                <w:sz w:val="18"/>
                <w:szCs w:val="18"/>
              </w:rPr>
              <w:t>22 February 2016</w:t>
            </w:r>
          </w:p>
        </w:tc>
        <w:tc>
          <w:tcPr>
            <w:tcW w:w="1842" w:type="dxa"/>
            <w:tcBorders>
              <w:top w:val="single" w:sz="4" w:space="0" w:color="auto"/>
              <w:bottom w:val="single" w:sz="4" w:space="0" w:color="auto"/>
            </w:tcBorders>
          </w:tcPr>
          <w:p w:rsidR="00094613" w:rsidRPr="00481917" w:rsidRDefault="00094613" w:rsidP="007C0C4D">
            <w:pPr>
              <w:rPr>
                <w:sz w:val="18"/>
                <w:szCs w:val="18"/>
              </w:rPr>
            </w:pPr>
            <w:r>
              <w:rPr>
                <w:sz w:val="18"/>
                <w:szCs w:val="18"/>
              </w:rPr>
              <w:t>Current</w:t>
            </w:r>
          </w:p>
        </w:tc>
      </w:tr>
    </w:tbl>
    <w:p w:rsidR="00C27A0A" w:rsidRDefault="00C27A0A" w:rsidP="00C27A0A">
      <w:pPr>
        <w:rPr>
          <w:szCs w:val="22"/>
        </w:rPr>
      </w:pPr>
    </w:p>
    <w:p w:rsidR="00C27A0A" w:rsidRPr="00C27A0A" w:rsidRDefault="00DE64A9" w:rsidP="00545D20">
      <w:pPr>
        <w:pStyle w:val="HeadingTwo"/>
      </w:pPr>
      <w:r>
        <w:t>Purpose</w:t>
      </w:r>
      <w:r w:rsidR="00F85133">
        <w:t xml:space="preserve"> </w:t>
      </w:r>
    </w:p>
    <w:p w:rsidR="007C0C4D" w:rsidRDefault="007C0C4D" w:rsidP="007C0C4D">
      <w:pPr>
        <w:pStyle w:val="BlockText"/>
      </w:pPr>
      <w:r>
        <w:t xml:space="preserve">This Guideline </w:t>
      </w:r>
      <w:r w:rsidRPr="00385650">
        <w:t>provides general information on:</w:t>
      </w:r>
    </w:p>
    <w:p w:rsidR="007C0C4D" w:rsidRPr="00385650" w:rsidRDefault="007C0C4D" w:rsidP="007C0C4D">
      <w:pPr>
        <w:pStyle w:val="BlockText"/>
        <w:numPr>
          <w:ilvl w:val="1"/>
          <w:numId w:val="3"/>
        </w:numPr>
      </w:pPr>
      <w:r w:rsidRPr="00385650">
        <w:t xml:space="preserve">the objections and appeals procedures under the </w:t>
      </w:r>
      <w:r w:rsidRPr="00385650">
        <w:rPr>
          <w:i/>
        </w:rPr>
        <w:t>Taxation Administration Act</w:t>
      </w:r>
      <w:r w:rsidRPr="00385650">
        <w:t xml:space="preserve"> (TAA);</w:t>
      </w:r>
    </w:p>
    <w:p w:rsidR="007C0C4D" w:rsidRPr="00385650" w:rsidRDefault="007C0C4D" w:rsidP="007C0C4D">
      <w:pPr>
        <w:pStyle w:val="BlockText"/>
        <w:numPr>
          <w:ilvl w:val="1"/>
          <w:numId w:val="3"/>
        </w:numPr>
      </w:pPr>
      <w:r w:rsidRPr="00385650">
        <w:t xml:space="preserve">the types of decisions and assessments made under the </w:t>
      </w:r>
      <w:r w:rsidRPr="00385650">
        <w:rPr>
          <w:i/>
        </w:rPr>
        <w:t xml:space="preserve">First Home Owner Grant Act </w:t>
      </w:r>
      <w:r w:rsidRPr="00385650">
        <w:t xml:space="preserve">(FHOGA), the </w:t>
      </w:r>
      <w:r w:rsidRPr="00385650">
        <w:rPr>
          <w:i/>
        </w:rPr>
        <w:t>Stamp Duty Act</w:t>
      </w:r>
      <w:r w:rsidRPr="00385650">
        <w:t xml:space="preserve"> (SDA), </w:t>
      </w:r>
      <w:r w:rsidRPr="00385650">
        <w:rPr>
          <w:i/>
        </w:rPr>
        <w:t>Mineral Royalty Act</w:t>
      </w:r>
      <w:r w:rsidRPr="00385650">
        <w:t xml:space="preserve"> (MRA) and </w:t>
      </w:r>
      <w:r w:rsidRPr="00385650">
        <w:rPr>
          <w:i/>
        </w:rPr>
        <w:t>Payroll Tax Act</w:t>
      </w:r>
      <w:r w:rsidRPr="00385650">
        <w:t xml:space="preserve"> (PTA) to which an obje</w:t>
      </w:r>
      <w:bookmarkStart w:id="0" w:name="_GoBack"/>
      <w:r w:rsidRPr="00385650">
        <w:t>ction may be lodged; and</w:t>
      </w:r>
    </w:p>
    <w:p w:rsidR="007C0C4D" w:rsidRDefault="007C0C4D" w:rsidP="007C0C4D">
      <w:pPr>
        <w:pStyle w:val="BlockText"/>
        <w:numPr>
          <w:ilvl w:val="1"/>
          <w:numId w:val="3"/>
        </w:numPr>
      </w:pPr>
      <w:r w:rsidRPr="00385650">
        <w:t>who can lodge an objection</w:t>
      </w:r>
      <w:r>
        <w:t>.</w:t>
      </w:r>
    </w:p>
    <w:p w:rsidR="007C0C4D" w:rsidRPr="00385650" w:rsidRDefault="007C0C4D" w:rsidP="007C0C4D">
      <w:pPr>
        <w:pStyle w:val="HeadingTwo"/>
      </w:pPr>
      <w:r w:rsidRPr="00385650">
        <w:t>Objections and appeals</w:t>
      </w:r>
    </w:p>
    <w:p w:rsidR="007C0C4D" w:rsidRPr="00385650" w:rsidRDefault="007C0C4D" w:rsidP="007C0C4D">
      <w:pPr>
        <w:pStyle w:val="BlockText"/>
      </w:pPr>
      <w:r w:rsidRPr="00385650">
        <w:t xml:space="preserve">Objections and appeals are not common law proceedings.  Both are remedies that are conferred by the relevant legislation, which regulate the proper manner in which taxation decisions (including mineral royalty assessments) or decisions relating to the first home owner grant can be disputed.  </w:t>
      </w:r>
    </w:p>
    <w:p w:rsidR="007C0C4D" w:rsidRPr="00385650" w:rsidRDefault="007C0C4D" w:rsidP="007C0C4D">
      <w:pPr>
        <w:pStyle w:val="BlockText"/>
      </w:pPr>
      <w:r w:rsidRPr="00385650">
        <w:t>Taxation decisions or first home owner grant decision</w:t>
      </w:r>
      <w:bookmarkEnd w:id="0"/>
      <w:r w:rsidRPr="00385650">
        <w:t>s to which an objection may be lodged cannot be challenged in proceedings other than by way of objection and appeal under the TAA.</w:t>
      </w:r>
      <w:r w:rsidRPr="00385650">
        <w:rPr>
          <w:rStyle w:val="FootnoteReference"/>
          <w:szCs w:val="24"/>
        </w:rPr>
        <w:footnoteReference w:id="1"/>
      </w:r>
    </w:p>
    <w:p w:rsidR="007C0C4D" w:rsidRPr="00385650" w:rsidRDefault="007C0C4D" w:rsidP="007C0C4D">
      <w:pPr>
        <w:pStyle w:val="BlockText"/>
      </w:pPr>
      <w:r w:rsidRPr="00385650">
        <w:t>This process provides the Territory Revenue Office (TRO) with the opportunity to review the decision and is considered the most appropriate way to deal with disputes involving taxation decisions</w:t>
      </w:r>
      <w:r w:rsidR="00C85F80">
        <w:t xml:space="preserve">.  This is because </w:t>
      </w:r>
      <w:r w:rsidRPr="00385650">
        <w:t xml:space="preserve">Courts have been reluctant in the past to become involved in matters that have a legislated dispute resolution mechanism.  </w:t>
      </w:r>
    </w:p>
    <w:p w:rsidR="007C0C4D" w:rsidRPr="00385650" w:rsidRDefault="007C0C4D" w:rsidP="007C0C4D">
      <w:pPr>
        <w:pStyle w:val="BlockText"/>
      </w:pPr>
      <w:r w:rsidRPr="00385650">
        <w:t>In this respect, the TAA provides that an assessment must be accepted in any legal proceedings (other than an objection or appeal) as valid and correct.</w:t>
      </w:r>
      <w:r w:rsidRPr="00385650">
        <w:rPr>
          <w:rStyle w:val="FootnoteReference"/>
          <w:szCs w:val="24"/>
        </w:rPr>
        <w:footnoteReference w:id="2"/>
      </w:r>
      <w:r w:rsidRPr="00385650">
        <w:t xml:space="preserve">  Furthermore, the lodging of an objection or appeal does not affect the liability of a person to pay tax (including any interest and penalty tax) under an assessment or to repay the grant (including any penalty and interest). It also does not prevent TRO taking action to recover the liabilities.</w:t>
      </w:r>
      <w:r w:rsidRPr="00385650">
        <w:rPr>
          <w:rStyle w:val="FootnoteReference"/>
          <w:szCs w:val="24"/>
        </w:rPr>
        <w:footnoteReference w:id="3"/>
      </w:r>
    </w:p>
    <w:p w:rsidR="007C0C4D" w:rsidRPr="00385650" w:rsidRDefault="007C0C4D" w:rsidP="007C0C4D">
      <w:pPr>
        <w:pStyle w:val="HeadingTwo"/>
      </w:pPr>
      <w:r w:rsidRPr="00385650">
        <w:lastRenderedPageBreak/>
        <w:t>Objections</w:t>
      </w:r>
    </w:p>
    <w:p w:rsidR="007C0C4D" w:rsidRPr="00385650" w:rsidRDefault="007C0C4D" w:rsidP="007C0C4D">
      <w:pPr>
        <w:pStyle w:val="BlockText"/>
      </w:pPr>
      <w:r w:rsidRPr="00385650">
        <w:t xml:space="preserve">The TAA provides that a person affected by a </w:t>
      </w:r>
      <w:r w:rsidRPr="00385650">
        <w:rPr>
          <w:b/>
        </w:rPr>
        <w:t>relevant decision</w:t>
      </w:r>
      <w:r w:rsidRPr="00385650">
        <w:t xml:space="preserve"> may object to the decision.</w:t>
      </w:r>
      <w:r w:rsidRPr="00385650">
        <w:rPr>
          <w:rStyle w:val="FootnoteReference"/>
          <w:szCs w:val="24"/>
        </w:rPr>
        <w:footnoteReference w:id="4"/>
      </w:r>
    </w:p>
    <w:p w:rsidR="007C0C4D" w:rsidRPr="00385650" w:rsidRDefault="007C0C4D" w:rsidP="007C0C4D">
      <w:pPr>
        <w:pStyle w:val="BlockText"/>
      </w:pPr>
      <w:r w:rsidRPr="00385650">
        <w:t>The definition of ‘relevant decision’ varies depending upon whether the matter relates to stamp duty, payroll tax, mineral royalties or the first home owner grant.  This affects both the nature of the decision that may be objected against and who has standing to object to such decisions, as set out below.</w:t>
      </w:r>
    </w:p>
    <w:p w:rsidR="007C0C4D" w:rsidRPr="00385650" w:rsidRDefault="007C0C4D" w:rsidP="007C0C4D">
      <w:pPr>
        <w:pStyle w:val="BlockText"/>
        <w:numPr>
          <w:ilvl w:val="1"/>
          <w:numId w:val="3"/>
        </w:numPr>
      </w:pPr>
      <w:r w:rsidRPr="00385650">
        <w:t>For stamp duty and payroll tax, this means that a person in relation to whom an assessment is made (that is, the person liable to pay the tax) or a taxpayer whose liability to pay tax is affected by a decision may object to that assessment.</w:t>
      </w:r>
      <w:r w:rsidRPr="00385650">
        <w:rPr>
          <w:rStyle w:val="FootnoteReference"/>
          <w:szCs w:val="24"/>
        </w:rPr>
        <w:footnoteReference w:id="5"/>
      </w:r>
    </w:p>
    <w:p w:rsidR="007C0C4D" w:rsidRPr="00385650" w:rsidRDefault="007C0C4D" w:rsidP="007C0C4D">
      <w:pPr>
        <w:pStyle w:val="BlockText"/>
        <w:numPr>
          <w:ilvl w:val="1"/>
          <w:numId w:val="3"/>
        </w:numPr>
      </w:pPr>
      <w:r w:rsidRPr="00385650">
        <w:t xml:space="preserve">For the purposes of payroll tax, an example of a decision that affects a person’s liability to tax is a decision not to exclude the person from a payroll tax group. This decision affects the person’s liability to pay payroll tax because of the effect on the </w:t>
      </w:r>
      <w:r w:rsidR="00C85F80">
        <w:t xml:space="preserve">annual deduction </w:t>
      </w:r>
      <w:r w:rsidRPr="00385650">
        <w:t>that the person is able to offset against their taxable wages.</w:t>
      </w:r>
    </w:p>
    <w:p w:rsidR="007C0C4D" w:rsidRPr="00385650" w:rsidRDefault="007C0C4D" w:rsidP="007C0C4D">
      <w:pPr>
        <w:pStyle w:val="BlockText"/>
        <w:numPr>
          <w:ilvl w:val="1"/>
          <w:numId w:val="3"/>
        </w:numPr>
      </w:pPr>
      <w:r w:rsidRPr="00385650">
        <w:t>For the same reason, each member of the payroll tax group is affected by the decision as any tax payable by a member of the group is a debt due jointly and severally by each member of the group.</w:t>
      </w:r>
      <w:r w:rsidRPr="00385650">
        <w:rPr>
          <w:rStyle w:val="FootnoteReference"/>
          <w:szCs w:val="24"/>
        </w:rPr>
        <w:footnoteReference w:id="6"/>
      </w:r>
    </w:p>
    <w:p w:rsidR="007C0C4D" w:rsidRPr="003C5FA7" w:rsidRDefault="007C0C4D" w:rsidP="003C5FA7">
      <w:pPr>
        <w:pStyle w:val="BlockText"/>
        <w:numPr>
          <w:ilvl w:val="1"/>
          <w:numId w:val="3"/>
        </w:numPr>
      </w:pPr>
      <w:r w:rsidRPr="003C5FA7">
        <w:t xml:space="preserve">Another example of a decision that affects a person’s liability to tax is a decision under section 47 of the PTA to disregard an arrangement, determine that a party to the arrangement is taken to be an employer and that a payment made in respect of the arrangement is taken to be wages. </w:t>
      </w:r>
    </w:p>
    <w:p w:rsidR="007C0C4D" w:rsidRPr="00385650" w:rsidRDefault="007C0C4D" w:rsidP="00E20867">
      <w:pPr>
        <w:pStyle w:val="BlockText"/>
        <w:numPr>
          <w:ilvl w:val="1"/>
          <w:numId w:val="3"/>
        </w:numPr>
        <w:rPr>
          <w:szCs w:val="24"/>
        </w:rPr>
      </w:pPr>
      <w:r>
        <w:rPr>
          <w:szCs w:val="24"/>
        </w:rPr>
        <w:t xml:space="preserve">However, a ruling made by the Commissioner under section 25 of the </w:t>
      </w:r>
      <w:r>
        <w:rPr>
          <w:i/>
          <w:szCs w:val="24"/>
        </w:rPr>
        <w:t>Stamp Duty Act</w:t>
      </w:r>
      <w:r>
        <w:rPr>
          <w:szCs w:val="24"/>
        </w:rPr>
        <w:t xml:space="preserve"> as to whether</w:t>
      </w:r>
      <w:r w:rsidRPr="00E20867">
        <w:t xml:space="preserve"> </w:t>
      </w:r>
      <w:r>
        <w:rPr>
          <w:szCs w:val="24"/>
        </w:rPr>
        <w:t xml:space="preserve">a </w:t>
      </w:r>
      <w:r>
        <w:t xml:space="preserve">proposed conveyance, transfer or relevant acquisition as part of a corporate reconstruction would be exempt from duty under section 19 or 20 </w:t>
      </w:r>
      <w:r>
        <w:rPr>
          <w:szCs w:val="24"/>
        </w:rPr>
        <w:t xml:space="preserve">of the </w:t>
      </w:r>
      <w:r>
        <w:rPr>
          <w:i/>
          <w:szCs w:val="24"/>
        </w:rPr>
        <w:t>Stamp Duty Act</w:t>
      </w:r>
      <w:r>
        <w:rPr>
          <w:szCs w:val="24"/>
        </w:rPr>
        <w:t xml:space="preserve"> </w:t>
      </w:r>
      <w:r>
        <w:t xml:space="preserve">is not a relevant decision and therefore </w:t>
      </w:r>
      <w:r w:rsidR="00A71797">
        <w:t>does not give rise to a right of objection</w:t>
      </w:r>
      <w:r>
        <w:t xml:space="preserve">. </w:t>
      </w:r>
    </w:p>
    <w:p w:rsidR="007C0C4D" w:rsidRPr="00385650" w:rsidRDefault="007C0C4D" w:rsidP="00E20867">
      <w:pPr>
        <w:pStyle w:val="BlockText"/>
        <w:numPr>
          <w:ilvl w:val="1"/>
          <w:numId w:val="3"/>
        </w:numPr>
      </w:pPr>
      <w:r w:rsidRPr="00385650">
        <w:t>For mineral royalties, this means that a royalty payer</w:t>
      </w:r>
      <w:r w:rsidRPr="00385650">
        <w:rPr>
          <w:rStyle w:val="FootnoteReference"/>
          <w:szCs w:val="24"/>
        </w:rPr>
        <w:footnoteReference w:id="7"/>
      </w:r>
      <w:r w:rsidRPr="00385650">
        <w:t xml:space="preserve"> in relation to whom an assessment is made under Part II of the MRA (that is, the royalty payer liable to pay the royalty) may object to that assessment.</w:t>
      </w:r>
      <w:r w:rsidRPr="00385650">
        <w:rPr>
          <w:rStyle w:val="FootnoteReference"/>
          <w:szCs w:val="24"/>
        </w:rPr>
        <w:footnoteReference w:id="8"/>
      </w:r>
    </w:p>
    <w:p w:rsidR="007C0C4D" w:rsidRPr="00385650" w:rsidRDefault="007C0C4D" w:rsidP="00E20867">
      <w:pPr>
        <w:pStyle w:val="BlockText"/>
        <w:numPr>
          <w:ilvl w:val="1"/>
          <w:numId w:val="3"/>
        </w:numPr>
      </w:pPr>
      <w:r w:rsidRPr="00385650">
        <w:t>In relation to the first home owner grant, an applicant may object to a decision –</w:t>
      </w:r>
    </w:p>
    <w:p w:rsidR="007C0C4D" w:rsidRPr="00385650" w:rsidRDefault="007C0C4D" w:rsidP="00E20867">
      <w:pPr>
        <w:pStyle w:val="BlockText"/>
        <w:numPr>
          <w:ilvl w:val="2"/>
          <w:numId w:val="3"/>
        </w:numPr>
      </w:pPr>
      <w:r w:rsidRPr="00385650">
        <w:t>on an application for a first home owner grant; or</w:t>
      </w:r>
    </w:p>
    <w:p w:rsidR="007C0C4D" w:rsidRPr="00385650" w:rsidRDefault="007C0C4D" w:rsidP="00E20867">
      <w:pPr>
        <w:pStyle w:val="BlockText"/>
        <w:numPr>
          <w:ilvl w:val="2"/>
          <w:numId w:val="3"/>
        </w:numPr>
      </w:pPr>
      <w:r w:rsidRPr="00385650">
        <w:t>requiring the repayment of money paid by way of a first home owner grant; or</w:t>
      </w:r>
    </w:p>
    <w:p w:rsidR="007C0C4D" w:rsidRPr="00E20867" w:rsidRDefault="007C0C4D" w:rsidP="00E20867">
      <w:pPr>
        <w:pStyle w:val="BlockText"/>
        <w:numPr>
          <w:ilvl w:val="2"/>
          <w:numId w:val="3"/>
        </w:numPr>
      </w:pPr>
      <w:r w:rsidRPr="00385650">
        <w:t>relating to penalties and/or interest.</w:t>
      </w:r>
      <w:r w:rsidRPr="00385650">
        <w:rPr>
          <w:rStyle w:val="FootnoteReference"/>
          <w:szCs w:val="24"/>
        </w:rPr>
        <w:footnoteReference w:id="9"/>
      </w:r>
    </w:p>
    <w:p w:rsidR="007C0C4D" w:rsidRPr="00385650" w:rsidRDefault="007C0C4D" w:rsidP="00E20867">
      <w:pPr>
        <w:pStyle w:val="HeadingTwo"/>
      </w:pPr>
      <w:r w:rsidRPr="00385650">
        <w:t>Objection procedure</w:t>
      </w:r>
    </w:p>
    <w:p w:rsidR="007C0C4D" w:rsidRPr="00385650" w:rsidRDefault="007C0C4D" w:rsidP="00E20867">
      <w:pPr>
        <w:pStyle w:val="HeadingThree"/>
      </w:pPr>
      <w:r w:rsidRPr="00385650">
        <w:t>Lodging an objection</w:t>
      </w:r>
    </w:p>
    <w:p w:rsidR="007C0C4D" w:rsidRPr="00E20867" w:rsidRDefault="007C0C4D" w:rsidP="00E20867">
      <w:pPr>
        <w:pStyle w:val="BlockText"/>
      </w:pPr>
      <w:r w:rsidRPr="00E20867">
        <w:t xml:space="preserve">An objection must be lodged with the </w:t>
      </w:r>
      <w:r w:rsidRPr="00385650">
        <w:rPr>
          <w:b/>
          <w:sz w:val="24"/>
          <w:szCs w:val="24"/>
        </w:rPr>
        <w:t xml:space="preserve">decision maker </w:t>
      </w:r>
      <w:r w:rsidRPr="00E20867">
        <w:t>within 60 days of the date of issue of the notice of assessment or decision.</w:t>
      </w:r>
      <w:r w:rsidRPr="00385650">
        <w:rPr>
          <w:rStyle w:val="FootnoteReference"/>
          <w:sz w:val="24"/>
          <w:szCs w:val="24"/>
        </w:rPr>
        <w:footnoteReference w:id="10"/>
      </w:r>
      <w:r w:rsidRPr="00E20867">
        <w:t xml:space="preserve">  The decision maker is the Commissioner of Territory Revenue, except in the case of a decision under the MRA, where it is the Secretary.</w:t>
      </w:r>
      <w:r w:rsidRPr="00385650">
        <w:rPr>
          <w:rStyle w:val="FootnoteReference"/>
          <w:sz w:val="24"/>
          <w:szCs w:val="24"/>
        </w:rPr>
        <w:footnoteReference w:id="11"/>
      </w:r>
    </w:p>
    <w:p w:rsidR="007C0C4D" w:rsidRPr="002433B4" w:rsidRDefault="007C0C4D" w:rsidP="00E20867">
      <w:pPr>
        <w:pStyle w:val="BlockText"/>
        <w:rPr>
          <w:szCs w:val="22"/>
        </w:rPr>
      </w:pPr>
      <w:r w:rsidRPr="002433B4">
        <w:rPr>
          <w:szCs w:val="22"/>
        </w:rPr>
        <w:t xml:space="preserve">The 60-day period commences from the date of issue of the notice of assessment or decision. This is distinct from the date that a person receives service of the notice because this provides certainty as to the date by which the objection is required to be lodged.  </w:t>
      </w:r>
    </w:p>
    <w:p w:rsidR="007C0C4D" w:rsidRPr="00385650" w:rsidRDefault="007C0C4D" w:rsidP="00E20867">
      <w:pPr>
        <w:pStyle w:val="BlockText"/>
        <w:rPr>
          <w:sz w:val="24"/>
          <w:szCs w:val="24"/>
        </w:rPr>
      </w:pPr>
      <w:r w:rsidRPr="002433B4">
        <w:rPr>
          <w:szCs w:val="22"/>
        </w:rPr>
        <w:lastRenderedPageBreak/>
        <w:t>The decision maker may extend the period for lodging an objection where satisfied that the objector has a reasonable excuse for not lodging in the relevant 60-day</w:t>
      </w:r>
      <w:r w:rsidRPr="00385650">
        <w:rPr>
          <w:sz w:val="24"/>
          <w:szCs w:val="24"/>
        </w:rPr>
        <w:t xml:space="preserve"> </w:t>
      </w:r>
      <w:r w:rsidRPr="000D727B">
        <w:rPr>
          <w:szCs w:val="22"/>
        </w:rPr>
        <w:t>period.  This period</w:t>
      </w:r>
      <w:r w:rsidRPr="00385650">
        <w:rPr>
          <w:sz w:val="24"/>
          <w:szCs w:val="24"/>
        </w:rPr>
        <w:t xml:space="preserve"> </w:t>
      </w:r>
      <w:r w:rsidRPr="002433B4">
        <w:rPr>
          <w:szCs w:val="22"/>
        </w:rPr>
        <w:t>may only be extended on written application for an extension of time that sets out the reasons for failure to lodge within the 60-day period.</w:t>
      </w:r>
      <w:r w:rsidRPr="002433B4">
        <w:rPr>
          <w:rStyle w:val="FootnoteReference"/>
          <w:szCs w:val="22"/>
        </w:rPr>
        <w:footnoteReference w:id="12"/>
      </w:r>
      <w:r w:rsidRPr="002433B4">
        <w:rPr>
          <w:szCs w:val="22"/>
        </w:rPr>
        <w:t xml:space="preserve">  A taxpayer may request an extension of time before the 60-day period has expired.</w:t>
      </w:r>
    </w:p>
    <w:p w:rsidR="007C0C4D" w:rsidRPr="00385650" w:rsidRDefault="007C0C4D" w:rsidP="00E20867">
      <w:pPr>
        <w:pStyle w:val="HeadingThree"/>
      </w:pPr>
      <w:r w:rsidRPr="00385650">
        <w:t>Form of objections</w:t>
      </w:r>
    </w:p>
    <w:p w:rsidR="007C0C4D" w:rsidRPr="00385650" w:rsidRDefault="007C0C4D" w:rsidP="00E20867">
      <w:pPr>
        <w:pStyle w:val="BlockText"/>
      </w:pPr>
      <w:r w:rsidRPr="00385650">
        <w:t>An objection is required to be in writing and to state fully and in detail the grounds of objection.</w:t>
      </w:r>
      <w:r w:rsidRPr="00385650">
        <w:rPr>
          <w:rStyle w:val="FootnoteReference"/>
          <w:sz w:val="24"/>
          <w:szCs w:val="24"/>
        </w:rPr>
        <w:footnoteReference w:id="13"/>
      </w:r>
      <w:r w:rsidRPr="00385650">
        <w:t xml:space="preserve"> The grounds of objection are the reasons that the objector considers the decision or assessment incorrect. The person lodging the objection should also provide all relevant information or evidence that supports the grounds of objection.</w:t>
      </w:r>
    </w:p>
    <w:p w:rsidR="007C0C4D" w:rsidRPr="00385650" w:rsidRDefault="007C0C4D" w:rsidP="00E20867">
      <w:pPr>
        <w:pStyle w:val="HeadingThree"/>
      </w:pPr>
      <w:r w:rsidRPr="00385650">
        <w:t>Decision on an objection</w:t>
      </w:r>
    </w:p>
    <w:p w:rsidR="007C0C4D" w:rsidRPr="00385650" w:rsidRDefault="007C0C4D" w:rsidP="00E20867">
      <w:pPr>
        <w:pStyle w:val="BlockText"/>
      </w:pPr>
      <w:r w:rsidRPr="00385650">
        <w:t xml:space="preserve">All objections are considered by an independent and separate area within the TRO and are generally decided by one of several delegates of the Commissioner of Territory Revenue, being the Director Revenue Development, an Assistant Director </w:t>
      </w:r>
      <w:r w:rsidR="00C85F80">
        <w:t xml:space="preserve">Revenue Development, </w:t>
      </w:r>
      <w:r w:rsidRPr="00385650">
        <w:t>Principal Policy Officer</w:t>
      </w:r>
      <w:r w:rsidR="00C85F80">
        <w:t xml:space="preserve"> or a Senior Policy Officer</w:t>
      </w:r>
      <w:r w:rsidRPr="00385650">
        <w:t xml:space="preserve">. The Commissioner’s delegates operate separately to the compliance and operational areas of TRO that issued the original assessment or decision.  </w:t>
      </w:r>
    </w:p>
    <w:p w:rsidR="007C0C4D" w:rsidRPr="00385650" w:rsidRDefault="007C0C4D" w:rsidP="00E20867">
      <w:pPr>
        <w:pStyle w:val="BlockText"/>
      </w:pPr>
      <w:r w:rsidRPr="00385650">
        <w:t>The person lodging an objection will receive written notice of the decision on the objection, which sets out whether the objection is disallowed or allowed, either in whole or part.</w:t>
      </w:r>
      <w:r w:rsidRPr="00385650">
        <w:rPr>
          <w:rStyle w:val="FootnoteReference"/>
          <w:sz w:val="24"/>
          <w:szCs w:val="24"/>
        </w:rPr>
        <w:footnoteReference w:id="14"/>
      </w:r>
      <w:r w:rsidRPr="00385650">
        <w:t xml:space="preserve"> Where the decision is disallowed or allowed only in part, the notice will set out the reasons for reaching that decision.</w:t>
      </w:r>
      <w:r w:rsidRPr="00385650">
        <w:rPr>
          <w:rStyle w:val="FootnoteReference"/>
          <w:sz w:val="24"/>
          <w:szCs w:val="24"/>
        </w:rPr>
        <w:footnoteReference w:id="15"/>
      </w:r>
      <w:r w:rsidRPr="00385650">
        <w:t xml:space="preserve"> Additionally, the notice will set out the procedures for commencing an appeal.</w:t>
      </w:r>
      <w:r w:rsidRPr="00385650">
        <w:rPr>
          <w:rStyle w:val="FootnoteReference"/>
          <w:sz w:val="24"/>
          <w:szCs w:val="24"/>
        </w:rPr>
        <w:footnoteReference w:id="16"/>
      </w:r>
    </w:p>
    <w:p w:rsidR="007C0C4D" w:rsidRPr="00385650" w:rsidRDefault="007C0C4D" w:rsidP="00E20867">
      <w:pPr>
        <w:pStyle w:val="BlockText"/>
      </w:pPr>
      <w:r w:rsidRPr="00385650">
        <w:t xml:space="preserve">Where an objection is allowed in whole or part, TRO will take the necessary steps to adjust the person’s liability as quickly as possible, such as by means of a reassessment and refund of any overpaid amount. In the case of stamp duty assessments, it may be necessary for the taxpayer to re-lodge the assessed instrument so that the stamping on that instrument can be amended. </w:t>
      </w:r>
    </w:p>
    <w:p w:rsidR="007C0C4D" w:rsidRPr="00385650" w:rsidRDefault="007C0C4D" w:rsidP="00E20867">
      <w:pPr>
        <w:pStyle w:val="BlockText"/>
      </w:pPr>
      <w:r w:rsidRPr="00385650">
        <w:t>In accordance with the Taxpayers’ Charter, TRO endeavours to determine objections within 120 days. However, the Charter recognises that due to complexity or the need for further information, some objections will take a longer period of time to determine.</w:t>
      </w:r>
    </w:p>
    <w:p w:rsidR="00CE1113" w:rsidRPr="00385650" w:rsidRDefault="00CE1113" w:rsidP="00CE1113">
      <w:pPr>
        <w:pStyle w:val="HeadingThree"/>
      </w:pPr>
      <w:r>
        <w:t>Objections to reassessments – stamp duty, payroll tax and mineral royalties</w:t>
      </w:r>
    </w:p>
    <w:p w:rsidR="007C0C4D" w:rsidRPr="00385650" w:rsidRDefault="007C0C4D" w:rsidP="00E20867">
      <w:pPr>
        <w:pStyle w:val="BlockText"/>
      </w:pPr>
      <w:r w:rsidRPr="00385650">
        <w:t>A taxpayer may only object to a reassessment (other than a reassessment as a result of an objection or appeal) to the extent to which it increases the assessed amount of tax or royalty liability.</w:t>
      </w:r>
      <w:r w:rsidRPr="00385650">
        <w:rPr>
          <w:rStyle w:val="FootnoteReference"/>
          <w:sz w:val="24"/>
          <w:szCs w:val="24"/>
        </w:rPr>
        <w:footnoteReference w:id="17"/>
      </w:r>
    </w:p>
    <w:p w:rsidR="007C0C4D" w:rsidRPr="00385650" w:rsidRDefault="007C0C4D" w:rsidP="00E20867">
      <w:pPr>
        <w:pStyle w:val="BlockText"/>
      </w:pPr>
      <w:r w:rsidRPr="00385650">
        <w:t>However, where the reassessment is a result of a decision on an objection, a taxpayer may not object to that reassessment.  Instead the objector must exercise their right to appeal against the objection decision to the Taxation and Royalty Appeals Tribunal (Tribunal) or the Supreme Court.</w:t>
      </w:r>
      <w:r w:rsidRPr="00385650">
        <w:rPr>
          <w:rStyle w:val="FootnoteReference"/>
          <w:sz w:val="24"/>
          <w:szCs w:val="24"/>
        </w:rPr>
        <w:footnoteReference w:id="18"/>
      </w:r>
      <w:r>
        <w:t xml:space="preserve">  </w:t>
      </w:r>
    </w:p>
    <w:p w:rsidR="007C0C4D" w:rsidRPr="00385650" w:rsidRDefault="007C0C4D" w:rsidP="00E20867">
      <w:pPr>
        <w:pStyle w:val="HeadingTwo"/>
      </w:pPr>
      <w:r w:rsidRPr="00385650">
        <w:t>Refun</w:t>
      </w:r>
      <w:r w:rsidR="00E20867">
        <w:t>ds</w:t>
      </w:r>
    </w:p>
    <w:p w:rsidR="007C0C4D" w:rsidRPr="00385650" w:rsidRDefault="007C0C4D" w:rsidP="00E20867">
      <w:pPr>
        <w:pStyle w:val="BlockText"/>
      </w:pPr>
      <w:r w:rsidRPr="00385650">
        <w:t>If an objector is entitled to a refund as a result of an objection or appeal, then the amount refunded will also include interest.</w:t>
      </w:r>
      <w:r w:rsidRPr="00385650">
        <w:rPr>
          <w:rStyle w:val="FootnoteReference"/>
          <w:sz w:val="24"/>
          <w:szCs w:val="24"/>
        </w:rPr>
        <w:footnoteReference w:id="19"/>
      </w:r>
      <w:r w:rsidRPr="00385650">
        <w:t xml:space="preserve"> The amount of interest will be calculated at the market </w:t>
      </w:r>
      <w:r w:rsidRPr="00385650">
        <w:lastRenderedPageBreak/>
        <w:t>interest rate for the period commencing on the day on which the amount was paid by the objector/appellant and ending on the day on which the refund is paid.</w:t>
      </w:r>
      <w:r w:rsidRPr="00385650">
        <w:rPr>
          <w:rStyle w:val="FootnoteReference"/>
          <w:sz w:val="24"/>
          <w:szCs w:val="24"/>
        </w:rPr>
        <w:footnoteReference w:id="20"/>
      </w:r>
      <w:r w:rsidRPr="00385650">
        <w:t xml:space="preserve"> </w:t>
      </w:r>
    </w:p>
    <w:p w:rsidR="007C0C4D" w:rsidRPr="00E20867" w:rsidRDefault="007C0C4D" w:rsidP="00E20867">
      <w:pPr>
        <w:pStyle w:val="BlockText"/>
      </w:pPr>
      <w:r w:rsidRPr="00E20867">
        <w:t>Please refer to TRO’s website</w:t>
      </w:r>
      <w:hyperlink r:id="rId8" w:history="1"/>
      <w:r w:rsidRPr="00E20867">
        <w:t xml:space="preserve"> for the current market interest rate.</w:t>
      </w:r>
    </w:p>
    <w:p w:rsidR="007C0C4D" w:rsidRPr="00385650" w:rsidRDefault="007C0C4D" w:rsidP="00E20867">
      <w:pPr>
        <w:pStyle w:val="HeadingTwo"/>
      </w:pPr>
      <w:r w:rsidRPr="00385650">
        <w:t>Commencing an appeal</w:t>
      </w:r>
    </w:p>
    <w:p w:rsidR="007C0C4D" w:rsidRDefault="007C0C4D" w:rsidP="00E20867">
      <w:pPr>
        <w:pStyle w:val="BlockText"/>
      </w:pPr>
      <w:r w:rsidRPr="00385650">
        <w:t>In relation to a taxation decision (including a mineral royalty assessment), a taxpayer that is dissatisfied with the decision on an objection, has the choice of commencing an appeal to either:</w:t>
      </w:r>
    </w:p>
    <w:p w:rsidR="007C0C4D" w:rsidRPr="00385650" w:rsidRDefault="007C0C4D" w:rsidP="00E20867">
      <w:pPr>
        <w:pStyle w:val="BlockText"/>
        <w:numPr>
          <w:ilvl w:val="1"/>
          <w:numId w:val="3"/>
        </w:numPr>
      </w:pPr>
      <w:r>
        <w:t>t</w:t>
      </w:r>
      <w:r w:rsidRPr="00385650">
        <w:t xml:space="preserve">he </w:t>
      </w:r>
      <w:r>
        <w:t>T</w:t>
      </w:r>
      <w:r w:rsidRPr="00385650">
        <w:t>ribunal, by lodging a notice of appeal with the registrar of the local court;</w:t>
      </w:r>
      <w:r w:rsidRPr="00385650">
        <w:rPr>
          <w:rStyle w:val="FootnoteReference"/>
          <w:sz w:val="24"/>
          <w:szCs w:val="24"/>
        </w:rPr>
        <w:footnoteReference w:id="21"/>
      </w:r>
      <w:r w:rsidRPr="00385650">
        <w:t xml:space="preserve"> or</w:t>
      </w:r>
    </w:p>
    <w:p w:rsidR="007C0C4D" w:rsidRPr="00385650" w:rsidRDefault="007C0C4D" w:rsidP="00E20867">
      <w:pPr>
        <w:pStyle w:val="BlockText"/>
        <w:numPr>
          <w:ilvl w:val="1"/>
          <w:numId w:val="3"/>
        </w:numPr>
      </w:pPr>
      <w:r>
        <w:t>the Supreme C</w:t>
      </w:r>
      <w:r w:rsidRPr="00385650">
        <w:t>ourt, by filing a notice of appeal in the registry of the Supreme Court.</w:t>
      </w:r>
      <w:r w:rsidRPr="00385650">
        <w:rPr>
          <w:rStyle w:val="FootnoteReference"/>
          <w:sz w:val="24"/>
          <w:szCs w:val="24"/>
        </w:rPr>
        <w:footnoteReference w:id="22"/>
      </w:r>
    </w:p>
    <w:p w:rsidR="007C0C4D" w:rsidRDefault="007C0C4D" w:rsidP="00E20867">
      <w:pPr>
        <w:pStyle w:val="BlockText"/>
      </w:pPr>
      <w:r w:rsidRPr="00385650">
        <w:t>The taxpayer</w:t>
      </w:r>
      <w:r>
        <w:t xml:space="preserve"> may only appeal to either the T</w:t>
      </w:r>
      <w:r w:rsidRPr="00385650">
        <w:t>ribunal or the Supreme Court, but not both.</w:t>
      </w:r>
      <w:r w:rsidRPr="00385650">
        <w:rPr>
          <w:rStyle w:val="FootnoteReference"/>
          <w:sz w:val="24"/>
          <w:szCs w:val="24"/>
        </w:rPr>
        <w:footnoteReference w:id="23"/>
      </w:r>
      <w:r w:rsidRPr="00385650">
        <w:t xml:space="preserve">  </w:t>
      </w:r>
    </w:p>
    <w:p w:rsidR="007C0C4D" w:rsidRPr="00385650" w:rsidRDefault="007C0C4D" w:rsidP="00E20867">
      <w:pPr>
        <w:pStyle w:val="BlockText"/>
      </w:pPr>
      <w:r w:rsidRPr="00385650">
        <w:t>In relation to a first home owner grant decision, an objector that is dissatisfied with the decision on an objection</w:t>
      </w:r>
      <w:r>
        <w:t xml:space="preserve"> may commence an appeal to the T</w:t>
      </w:r>
      <w:r w:rsidRPr="00385650">
        <w:t>ribunal, by lodging a notice of appeal with the registrar of the local court.</w:t>
      </w:r>
      <w:r w:rsidRPr="00385650">
        <w:rPr>
          <w:rStyle w:val="FootnoteReference"/>
          <w:sz w:val="24"/>
          <w:szCs w:val="24"/>
        </w:rPr>
        <w:footnoteReference w:id="24"/>
      </w:r>
    </w:p>
    <w:p w:rsidR="007C0C4D" w:rsidRDefault="007C0C4D" w:rsidP="00E20867">
      <w:pPr>
        <w:pStyle w:val="BlockText"/>
      </w:pPr>
      <w:r w:rsidRPr="00385650">
        <w:t>A person wishing to appeal must commence an appeal within 60 days of the date of issue of the objection decision.</w:t>
      </w:r>
      <w:r w:rsidRPr="00385650">
        <w:rPr>
          <w:rStyle w:val="FootnoteReference"/>
          <w:sz w:val="24"/>
          <w:szCs w:val="24"/>
        </w:rPr>
        <w:footnoteReference w:id="25"/>
      </w:r>
      <w:r w:rsidRPr="00385650">
        <w:t xml:space="preserve">  Appeals are not limited to the grounds stated in the original objection and additional information can be provided to the Tribunal or Supreme Court.</w:t>
      </w:r>
      <w:r w:rsidRPr="00385650">
        <w:rPr>
          <w:rStyle w:val="FootnoteReference"/>
          <w:sz w:val="24"/>
          <w:szCs w:val="24"/>
        </w:rPr>
        <w:footnoteReference w:id="26"/>
      </w:r>
      <w:r w:rsidRPr="00385650">
        <w:t xml:space="preserve"> </w:t>
      </w:r>
    </w:p>
    <w:p w:rsidR="007C0C4D" w:rsidRPr="00385650" w:rsidRDefault="007C0C4D" w:rsidP="00E20867">
      <w:pPr>
        <w:pStyle w:val="BlockText"/>
      </w:pPr>
      <w:r w:rsidRPr="00385650">
        <w:t>The Tribunal should offer a lower cost alternative to the Supreme Court, although in the case of some taxation or mineral royalty matters, it may be more appropriate to appeal to the Supreme Court, such as where a decision relates to complex questions of law and/or fact.</w:t>
      </w:r>
    </w:p>
    <w:p w:rsidR="007C0C4D" w:rsidRPr="00385650" w:rsidRDefault="007C0C4D" w:rsidP="00E20867">
      <w:pPr>
        <w:pStyle w:val="HeadingTwo"/>
      </w:pPr>
      <w:r w:rsidRPr="00385650">
        <w:t>Diagram of appeal procedure</w:t>
      </w:r>
    </w:p>
    <w:p w:rsidR="007C0C4D" w:rsidRPr="002433B4" w:rsidRDefault="007C0C4D" w:rsidP="007C0C4D">
      <w:pPr>
        <w:pStyle w:val="Heading1"/>
        <w:jc w:val="both"/>
        <w:rPr>
          <w:sz w:val="22"/>
          <w:szCs w:val="22"/>
        </w:rPr>
      </w:pPr>
      <w:r w:rsidRPr="002433B4">
        <w:rPr>
          <w:sz w:val="22"/>
          <w:szCs w:val="22"/>
        </w:rPr>
        <w:t>The following diagram details the procedure for objections and appeals.</w:t>
      </w:r>
    </w:p>
    <w:p w:rsidR="007C0C4D" w:rsidRPr="00385650" w:rsidRDefault="007C0C4D" w:rsidP="007E55A1">
      <w:pPr>
        <w:spacing w:after="40"/>
      </w:pPr>
    </w:p>
    <w:p w:rsidR="007C0C4D" w:rsidRPr="00385650" w:rsidRDefault="00AF173A" w:rsidP="007E55A1">
      <w:pPr>
        <w:spacing w:after="40"/>
      </w:pPr>
      <w:r>
        <w:rPr>
          <w:noProof/>
        </w:rPr>
        <mc:AlternateContent>
          <mc:Choice Requires="wps">
            <w:drawing>
              <wp:anchor distT="0" distB="0" distL="114300" distR="114300" simplePos="0" relativeHeight="251650048" behindDoc="0" locked="0" layoutInCell="1" allowOverlap="1">
                <wp:simplePos x="0" y="0"/>
                <wp:positionH relativeFrom="column">
                  <wp:posOffset>114300</wp:posOffset>
                </wp:positionH>
                <wp:positionV relativeFrom="paragraph">
                  <wp:posOffset>1905</wp:posOffset>
                </wp:positionV>
                <wp:extent cx="1485900" cy="274320"/>
                <wp:effectExtent l="9525" t="11430" r="9525" b="9525"/>
                <wp:wrapNone/>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74320"/>
                        </a:xfrm>
                        <a:prstGeom prst="rect">
                          <a:avLst/>
                        </a:prstGeom>
                        <a:solidFill>
                          <a:srgbClr val="FFFFFF"/>
                        </a:solidFill>
                        <a:ln w="9525">
                          <a:solidFill>
                            <a:srgbClr val="000000"/>
                          </a:solidFill>
                          <a:miter lim="800000"/>
                          <a:headEnd/>
                          <a:tailEnd/>
                        </a:ln>
                      </wps:spPr>
                      <wps:txbx>
                        <w:txbxContent>
                          <w:p w:rsidR="007C0C4D" w:rsidRDefault="007C0C4D" w:rsidP="007C0C4D">
                            <w:pPr>
                              <w:jc w:val="center"/>
                              <w:rPr>
                                <w:rFonts w:ascii="Tahoma" w:hAnsi="Tahoma"/>
                                <w:sz w:val="18"/>
                              </w:rPr>
                            </w:pPr>
                            <w:r>
                              <w:rPr>
                                <w:rFonts w:ascii="Tahoma" w:hAnsi="Tahoma"/>
                                <w:sz w:val="18"/>
                              </w:rPr>
                              <w:t>Decision/Assessment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9pt;margin-top:.15pt;width:117pt;height:21.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">
                <v:textbox>
                  <w:txbxContent>
                    <w:p w:rsidR="007C0C4D" w:rsidRDefault="007C0C4D" w:rsidP="007C0C4D">
                      <w:pPr>
                        <w:jc w:val="center"/>
                        <w:rPr>
                          <w:rFonts w:ascii="Tahoma" w:hAnsi="Tahoma"/>
                          <w:sz w:val="18"/>
                        </w:rPr>
                      </w:pPr>
                      <w:r>
                        <w:rPr>
                          <w:rFonts w:ascii="Tahoma" w:hAnsi="Tahoma"/>
                          <w:sz w:val="18"/>
                        </w:rPr>
                        <w:t>Decision/Assessment</w:t>
                      </w:r>
                    </w:p>
                  </w:txbxContent>
                </v:textbox>
              </v:rect>
            </w:pict>
          </mc:Fallback>
        </mc:AlternateContent>
      </w:r>
    </w:p>
    <w:p w:rsidR="007C0C4D" w:rsidRPr="00385650" w:rsidRDefault="007C0C4D" w:rsidP="007E55A1">
      <w:pPr>
        <w:spacing w:after="40"/>
      </w:pPr>
    </w:p>
    <w:p w:rsidR="007C0C4D" w:rsidRPr="00385650" w:rsidRDefault="00AF173A" w:rsidP="007E55A1">
      <w:pPr>
        <w:spacing w:after="40"/>
      </w:pPr>
      <w:r>
        <w:rPr>
          <w:noProof/>
        </w:rPr>
        <mc:AlternateContent>
          <mc:Choice Requires="wps">
            <w:drawing>
              <wp:anchor distT="0" distB="0" distL="114300" distR="114300" simplePos="0" relativeHeight="251655168" behindDoc="0" locked="0" layoutInCell="1" allowOverlap="1">
                <wp:simplePos x="0" y="0"/>
                <wp:positionH relativeFrom="column">
                  <wp:posOffset>817245</wp:posOffset>
                </wp:positionH>
                <wp:positionV relativeFrom="paragraph">
                  <wp:posOffset>52705</wp:posOffset>
                </wp:positionV>
                <wp:extent cx="0" cy="365760"/>
                <wp:effectExtent l="55245" t="5080" r="59055" b="19685"/>
                <wp:wrapNone/>
                <wp:docPr id="1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35pt,4.15pt" to="64.35pt,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">
                <v:stroke endarrow="block"/>
              </v:lin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931545</wp:posOffset>
                </wp:positionH>
                <wp:positionV relativeFrom="paragraph">
                  <wp:posOffset>52705</wp:posOffset>
                </wp:positionV>
                <wp:extent cx="640080" cy="274320"/>
                <wp:effectExtent l="0" t="0" r="0" b="0"/>
                <wp:wrapNone/>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0C4D" w:rsidRDefault="007C0C4D" w:rsidP="007C0C4D">
                            <w:pPr>
                              <w:rPr>
                                <w:rFonts w:ascii="Tahoma" w:hAnsi="Tahoma"/>
                                <w:sz w:val="16"/>
                              </w:rPr>
                            </w:pPr>
                            <w:r>
                              <w:rPr>
                                <w:rFonts w:ascii="Tahoma" w:hAnsi="Tahoma"/>
                                <w:sz w:val="16"/>
                              </w:rPr>
                              <w:t>Objection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7" type="#_x0000_t202" style="position:absolute;margin-left:73.35pt;margin-top:4.15pt;width:50.4pt;height:2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oqeuQIAAME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" filled="f" stroked="f">
                <v:textbox>
                  <w:txbxContent>
                    <w:p w:rsidR="007C0C4D" w:rsidRDefault="007C0C4D" w:rsidP="007C0C4D">
                      <w:pPr>
                        <w:rPr>
                          <w:rFonts w:ascii="Tahoma" w:hAnsi="Tahoma"/>
                          <w:sz w:val="16"/>
                        </w:rPr>
                      </w:pPr>
                      <w:r>
                        <w:rPr>
                          <w:rFonts w:ascii="Tahoma" w:hAnsi="Tahoma"/>
                          <w:sz w:val="16"/>
                        </w:rPr>
                        <w:t>Objection</w:t>
                      </w:r>
                    </w:p>
                  </w:txbxContent>
                </v:textbox>
              </v:shape>
            </w:pict>
          </mc:Fallback>
        </mc:AlternateContent>
      </w:r>
    </w:p>
    <w:p w:rsidR="007C0C4D" w:rsidRPr="00385650" w:rsidRDefault="007C0C4D" w:rsidP="007E55A1">
      <w:pPr>
        <w:spacing w:after="40"/>
      </w:pPr>
    </w:p>
    <w:p w:rsidR="007C0C4D" w:rsidRPr="00385650" w:rsidRDefault="00AF173A" w:rsidP="007E55A1">
      <w:pPr>
        <w:spacing w:after="40"/>
      </w:pPr>
      <w:r>
        <w:rPr>
          <w:noProof/>
        </w:rPr>
        <mc:AlternateContent>
          <mc:Choice Requires="wps">
            <w:drawing>
              <wp:anchor distT="0" distB="0" distL="114300" distR="114300" simplePos="0" relativeHeight="251652096" behindDoc="0" locked="0" layoutInCell="1" allowOverlap="1">
                <wp:simplePos x="0" y="0"/>
                <wp:positionH relativeFrom="column">
                  <wp:posOffset>3331845</wp:posOffset>
                </wp:positionH>
                <wp:positionV relativeFrom="paragraph">
                  <wp:posOffset>137160</wp:posOffset>
                </wp:positionV>
                <wp:extent cx="1188720" cy="527685"/>
                <wp:effectExtent l="7620" t="13335" r="13335" b="11430"/>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8720" cy="527685"/>
                        </a:xfrm>
                        <a:prstGeom prst="rect">
                          <a:avLst/>
                        </a:prstGeom>
                        <a:solidFill>
                          <a:srgbClr val="FFFFFF"/>
                        </a:solidFill>
                        <a:ln w="9525">
                          <a:solidFill>
                            <a:srgbClr val="000000"/>
                          </a:solidFill>
                          <a:miter lim="800000"/>
                          <a:headEnd/>
                          <a:tailEnd/>
                        </a:ln>
                      </wps:spPr>
                      <wps:txbx>
                        <w:txbxContent>
                          <w:p w:rsidR="007C0C4D" w:rsidRDefault="007C0C4D" w:rsidP="007C0C4D">
                            <w:pPr>
                              <w:jc w:val="center"/>
                              <w:rPr>
                                <w:rFonts w:ascii="Tahoma" w:hAnsi="Tahoma"/>
                                <w:sz w:val="18"/>
                              </w:rPr>
                            </w:pPr>
                            <w:r>
                              <w:rPr>
                                <w:rFonts w:ascii="Tahoma" w:hAnsi="Tahoma"/>
                                <w:sz w:val="18"/>
                              </w:rPr>
                              <w:t>Reassessment and refund where decision allowed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262.35pt;margin-top:10.8pt;width:93.6pt;height:41.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">
                <v:textbox>
                  <w:txbxContent>
                    <w:p w:rsidR="007C0C4D" w:rsidRDefault="007C0C4D" w:rsidP="007C0C4D">
                      <w:pPr>
                        <w:jc w:val="center"/>
                        <w:rPr>
                          <w:rFonts w:ascii="Tahoma" w:hAnsi="Tahoma"/>
                          <w:sz w:val="18"/>
                        </w:rPr>
                      </w:pPr>
                      <w:r>
                        <w:rPr>
                          <w:rFonts w:ascii="Tahoma" w:hAnsi="Tahoma"/>
                          <w:sz w:val="18"/>
                        </w:rPr>
                        <w:t>Reassessment and refund where decision allowed</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1845945</wp:posOffset>
                </wp:positionH>
                <wp:positionV relativeFrom="paragraph">
                  <wp:posOffset>103505</wp:posOffset>
                </wp:positionV>
                <wp:extent cx="1280160" cy="342900"/>
                <wp:effectExtent l="0" t="0" r="0" b="1270"/>
                <wp:wrapNone/>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0C4D" w:rsidRDefault="007C0C4D" w:rsidP="007C0C4D">
                            <w:pPr>
                              <w:jc w:val="center"/>
                              <w:rPr>
                                <w:rFonts w:ascii="Tahoma" w:hAnsi="Tahoma"/>
                                <w:sz w:val="16"/>
                              </w:rPr>
                            </w:pPr>
                            <w:r>
                              <w:rPr>
                                <w:rFonts w:ascii="Tahoma" w:hAnsi="Tahoma"/>
                                <w:sz w:val="16"/>
                              </w:rPr>
                              <w:t>Objection</w:t>
                            </w:r>
                          </w:p>
                          <w:p w:rsidR="007C0C4D" w:rsidRDefault="007C0C4D" w:rsidP="007C0C4D">
                            <w:pPr>
                              <w:jc w:val="center"/>
                              <w:rPr>
                                <w:rFonts w:ascii="Tahoma" w:hAnsi="Tahoma"/>
                                <w:sz w:val="18"/>
                              </w:rPr>
                            </w:pPr>
                            <w:r>
                              <w:rPr>
                                <w:rFonts w:ascii="Tahoma" w:hAnsi="Tahoma"/>
                                <w:sz w:val="16"/>
                              </w:rPr>
                              <w:t>allowed / withdrawn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margin-left:145.35pt;margin-top:8.15pt;width:100.8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XNTugIAAMI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" filled="f" stroked="f">
                <v:textbox>
                  <w:txbxContent>
                    <w:p w:rsidR="007C0C4D" w:rsidRDefault="007C0C4D" w:rsidP="007C0C4D">
                      <w:pPr>
                        <w:jc w:val="center"/>
                        <w:rPr>
                          <w:rFonts w:ascii="Tahoma" w:hAnsi="Tahoma"/>
                          <w:sz w:val="16"/>
                        </w:rPr>
                      </w:pPr>
                      <w:r>
                        <w:rPr>
                          <w:rFonts w:ascii="Tahoma" w:hAnsi="Tahoma"/>
                          <w:sz w:val="16"/>
                        </w:rPr>
                        <w:t>Objection</w:t>
                      </w:r>
                    </w:p>
                    <w:p w:rsidR="007C0C4D" w:rsidRDefault="007C0C4D" w:rsidP="007C0C4D">
                      <w:pPr>
                        <w:jc w:val="center"/>
                        <w:rPr>
                          <w:rFonts w:ascii="Tahoma" w:hAnsi="Tahoma"/>
                          <w:sz w:val="18"/>
                        </w:rPr>
                      </w:pPr>
                      <w:r>
                        <w:rPr>
                          <w:rFonts w:ascii="Tahoma" w:hAnsi="Tahoma"/>
                          <w:sz w:val="16"/>
                        </w:rPr>
                        <w:t>allowed / withdrawn</w:t>
                      </w:r>
                    </w:p>
                  </w:txbxContent>
                </v:textbox>
              </v:shape>
            </w:pict>
          </mc:Fallback>
        </mc:AlternateContent>
      </w:r>
    </w:p>
    <w:p w:rsidR="007C0C4D" w:rsidRPr="00385650" w:rsidRDefault="00AF173A" w:rsidP="007E55A1">
      <w:pPr>
        <w:spacing w:after="40"/>
      </w:pPr>
      <w:r>
        <w:rPr>
          <w:noProof/>
        </w:rPr>
        <mc:AlternateContent>
          <mc:Choice Requires="wps">
            <w:drawing>
              <wp:anchor distT="0" distB="0" distL="114300" distR="114300" simplePos="0" relativeHeight="251651072" behindDoc="0" locked="0" layoutInCell="1" allowOverlap="1">
                <wp:simplePos x="0" y="0"/>
                <wp:positionH relativeFrom="column">
                  <wp:posOffset>131445</wp:posOffset>
                </wp:positionH>
                <wp:positionV relativeFrom="paragraph">
                  <wp:posOffset>71755</wp:posOffset>
                </wp:positionV>
                <wp:extent cx="1485900" cy="457200"/>
                <wp:effectExtent l="7620" t="5080" r="11430" b="1397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57200"/>
                        </a:xfrm>
                        <a:prstGeom prst="rect">
                          <a:avLst/>
                        </a:prstGeom>
                        <a:solidFill>
                          <a:srgbClr val="FFFFFF"/>
                        </a:solidFill>
                        <a:ln w="9525">
                          <a:solidFill>
                            <a:srgbClr val="000000"/>
                          </a:solidFill>
                          <a:miter lim="800000"/>
                          <a:headEnd/>
                          <a:tailEnd/>
                        </a:ln>
                      </wps:spPr>
                      <wps:txbx>
                        <w:txbxContent>
                          <w:p w:rsidR="007C0C4D" w:rsidRPr="00E777EE" w:rsidRDefault="007C0C4D" w:rsidP="007C0C4D">
                            <w:pPr>
                              <w:pStyle w:val="BodyText"/>
                              <w:jc w:val="center"/>
                              <w:rPr>
                                <w:rFonts w:cs="Tahoma"/>
                                <w:b/>
                                <w:sz w:val="18"/>
                                <w:szCs w:val="18"/>
                              </w:rPr>
                            </w:pPr>
                            <w:r w:rsidRPr="00E777EE">
                              <w:rPr>
                                <w:rFonts w:cs="Tahoma"/>
                                <w:b/>
                                <w:sz w:val="18"/>
                                <w:szCs w:val="18"/>
                              </w:rPr>
                              <w:t>Decision maker determines objection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0" type="#_x0000_t202" style="position:absolute;margin-left:10.35pt;margin-top:5.65pt;width:117pt;height:3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">
                <v:textbox>
                  <w:txbxContent>
                    <w:p w:rsidR="007C0C4D" w:rsidRPr="00E777EE" w:rsidRDefault="007C0C4D" w:rsidP="007C0C4D">
                      <w:pPr>
                        <w:pStyle w:val="BodyText"/>
                        <w:jc w:val="center"/>
                        <w:rPr>
                          <w:rFonts w:cs="Tahoma"/>
                          <w:b/>
                          <w:sz w:val="18"/>
                          <w:szCs w:val="18"/>
                        </w:rPr>
                      </w:pPr>
                      <w:r w:rsidRPr="00E777EE">
                        <w:rPr>
                          <w:rFonts w:cs="Tahoma"/>
                          <w:b/>
                          <w:sz w:val="18"/>
                          <w:szCs w:val="18"/>
                        </w:rPr>
                        <w:t>Decision maker determines objection</w:t>
                      </w:r>
                    </w:p>
                  </w:txbxContent>
                </v:textbox>
              </v:shape>
            </w:pict>
          </mc:Fallback>
        </mc:AlternateContent>
      </w:r>
    </w:p>
    <w:p w:rsidR="007C0C4D" w:rsidRPr="00385650" w:rsidRDefault="007C0C4D" w:rsidP="007E55A1">
      <w:pPr>
        <w:spacing w:after="40"/>
      </w:pPr>
    </w:p>
    <w:p w:rsidR="007C0C4D" w:rsidRPr="00385650" w:rsidRDefault="00AF173A" w:rsidP="007E55A1">
      <w:pPr>
        <w:spacing w:after="40"/>
      </w:pPr>
      <w:r>
        <w:rPr>
          <w:noProof/>
        </w:rPr>
        <mc:AlternateContent>
          <mc:Choice Requires="wps">
            <w:drawing>
              <wp:anchor distT="0" distB="0" distL="114300" distR="114300" simplePos="0" relativeHeight="251657216" behindDoc="0" locked="0" layoutInCell="1" allowOverlap="1">
                <wp:simplePos x="0" y="0"/>
                <wp:positionH relativeFrom="column">
                  <wp:posOffset>1845945</wp:posOffset>
                </wp:positionH>
                <wp:positionV relativeFrom="paragraph">
                  <wp:posOffset>8255</wp:posOffset>
                </wp:positionV>
                <wp:extent cx="1371600" cy="0"/>
                <wp:effectExtent l="7620" t="55880" r="20955" b="58420"/>
                <wp:wrapNone/>
                <wp:docPr id="1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35pt,.65pt" to="253.3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">
                <v:stroke endarrow="block"/>
              </v:line>
            </w:pict>
          </mc:Fallback>
        </mc:AlternateContent>
      </w:r>
    </w:p>
    <w:p w:rsidR="007C0C4D" w:rsidRPr="00385650" w:rsidRDefault="00AF173A" w:rsidP="007E55A1">
      <w:pPr>
        <w:spacing w:after="40"/>
      </w:pPr>
      <w:r>
        <w:rPr>
          <w:noProof/>
        </w:rPr>
        <mc:AlternateContent>
          <mc:Choice Requires="wps">
            <w:drawing>
              <wp:anchor distT="0" distB="0" distL="114300" distR="114300" simplePos="0" relativeHeight="251659264" behindDoc="0" locked="0" layoutInCell="1" allowOverlap="1">
                <wp:simplePos x="0" y="0"/>
                <wp:positionH relativeFrom="column">
                  <wp:posOffset>131445</wp:posOffset>
                </wp:positionH>
                <wp:positionV relativeFrom="paragraph">
                  <wp:posOffset>90805</wp:posOffset>
                </wp:positionV>
                <wp:extent cx="1463040" cy="37465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37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0C4D" w:rsidRDefault="007C0C4D" w:rsidP="007C0C4D">
                            <w:pPr>
                              <w:jc w:val="center"/>
                              <w:rPr>
                                <w:rFonts w:ascii="Tahoma" w:hAnsi="Tahoma"/>
                                <w:sz w:val="16"/>
                              </w:rPr>
                            </w:pPr>
                            <w:r>
                              <w:rPr>
                                <w:rFonts w:ascii="Tahoma" w:hAnsi="Tahoma"/>
                                <w:sz w:val="16"/>
                              </w:rPr>
                              <w:t>Objection disallowed or allowed in part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1" type="#_x0000_t202" style="position:absolute;margin-left:10.35pt;margin-top:7.15pt;width:115.2pt;height: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" filled="f" stroked="f">
                <v:textbox>
                  <w:txbxContent>
                    <w:p w:rsidR="007C0C4D" w:rsidRDefault="007C0C4D" w:rsidP="007C0C4D">
                      <w:pPr>
                        <w:jc w:val="center"/>
                        <w:rPr>
                          <w:rFonts w:ascii="Tahoma" w:hAnsi="Tahoma"/>
                          <w:sz w:val="16"/>
                        </w:rPr>
                      </w:pPr>
                      <w:r>
                        <w:rPr>
                          <w:rFonts w:ascii="Tahoma" w:hAnsi="Tahoma"/>
                          <w:sz w:val="16"/>
                        </w:rPr>
                        <w:t>Objection disallowed or allowed in part</w:t>
                      </w:r>
                    </w:p>
                  </w:txbxContent>
                </v:textbox>
              </v:shape>
            </w:pict>
          </mc:Fallback>
        </mc:AlternateContent>
      </w:r>
    </w:p>
    <w:p w:rsidR="007C0C4D" w:rsidRPr="00385650" w:rsidRDefault="00AF173A" w:rsidP="007E55A1">
      <w:pPr>
        <w:spacing w:after="40"/>
      </w:pPr>
      <w:r>
        <w:rPr>
          <w:noProof/>
        </w:rPr>
        <mc:AlternateContent>
          <mc:Choice Requires="wps">
            <w:drawing>
              <wp:anchor distT="0" distB="0" distL="114300" distR="114300" simplePos="0" relativeHeight="251663360" behindDoc="0" locked="0" layoutInCell="1" allowOverlap="1">
                <wp:simplePos x="0" y="0"/>
                <wp:positionH relativeFrom="column">
                  <wp:posOffset>1828800</wp:posOffset>
                </wp:positionH>
                <wp:positionV relativeFrom="paragraph">
                  <wp:posOffset>38100</wp:posOffset>
                </wp:positionV>
                <wp:extent cx="2508885" cy="356235"/>
                <wp:effectExtent l="0" t="0" r="0" b="0"/>
                <wp:wrapNone/>
                <wp:docPr id="1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885"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0C4D" w:rsidRDefault="007C0C4D" w:rsidP="007C0C4D">
                            <w:pPr>
                              <w:rPr>
                                <w:rFonts w:ascii="Tahoma" w:hAnsi="Tahoma"/>
                                <w:sz w:val="16"/>
                              </w:rPr>
                            </w:pPr>
                            <w:r>
                              <w:rPr>
                                <w:rFonts w:ascii="Tahoma" w:hAnsi="Tahoma"/>
                                <w:sz w:val="16"/>
                              </w:rPr>
                              <w:t>All FHOG appeals or appeal option</w:t>
                            </w:r>
                            <w:r w:rsidRPr="00677A4B">
                              <w:rPr>
                                <w:rFonts w:ascii="Tahoma" w:hAnsi="Tahoma"/>
                                <w:sz w:val="16"/>
                              </w:rPr>
                              <w:t xml:space="preserve"> </w:t>
                            </w:r>
                            <w:r>
                              <w:rPr>
                                <w:rFonts w:ascii="Tahoma" w:hAnsi="Tahoma"/>
                                <w:sz w:val="16"/>
                              </w:rPr>
                              <w:t>for stamp duty, payroll tax and mineral royalty decisions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2" type="#_x0000_t202" style="position:absolute;margin-left:2in;margin-top:3pt;width:197.55pt;height:28.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" filled="f" stroked="f">
                <v:textbox>
                  <w:txbxContent>
                    <w:p w:rsidR="007C0C4D" w:rsidRDefault="007C0C4D" w:rsidP="007C0C4D">
                      <w:pPr>
                        <w:rPr>
                          <w:rFonts w:ascii="Tahoma" w:hAnsi="Tahoma"/>
                          <w:sz w:val="16"/>
                        </w:rPr>
                      </w:pPr>
                      <w:r>
                        <w:rPr>
                          <w:rFonts w:ascii="Tahoma" w:hAnsi="Tahoma"/>
                          <w:sz w:val="16"/>
                        </w:rPr>
                        <w:t>All FHOG appeals or appeal option</w:t>
                      </w:r>
                      <w:r w:rsidRPr="00677A4B">
                        <w:rPr>
                          <w:rFonts w:ascii="Tahoma" w:hAnsi="Tahoma"/>
                          <w:sz w:val="16"/>
                        </w:rPr>
                        <w:t xml:space="preserve"> </w:t>
                      </w:r>
                      <w:r>
                        <w:rPr>
                          <w:rFonts w:ascii="Tahoma" w:hAnsi="Tahoma"/>
                          <w:sz w:val="16"/>
                        </w:rPr>
                        <w:t>for stamp duty, payroll tax and mineral royalty decisions</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1485900</wp:posOffset>
                </wp:positionH>
                <wp:positionV relativeFrom="paragraph">
                  <wp:posOffset>152400</wp:posOffset>
                </wp:positionV>
                <wp:extent cx="457200" cy="274320"/>
                <wp:effectExtent l="9525" t="9525" r="38100" b="59055"/>
                <wp:wrapNone/>
                <wp:docPr id="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12pt" to="153pt,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">
                <v:stroke endarrow="block"/>
              </v:line>
            </w:pict>
          </mc:Fallback>
        </mc:AlternateContent>
      </w:r>
    </w:p>
    <w:p w:rsidR="007C0C4D" w:rsidRPr="00385650" w:rsidRDefault="00AF173A" w:rsidP="007E55A1">
      <w:pPr>
        <w:spacing w:after="40"/>
      </w:pPr>
      <w:r>
        <w:rPr>
          <w:noProof/>
        </w:rPr>
        <mc:AlternateContent>
          <mc:Choice Requires="wps">
            <w:drawing>
              <wp:anchor distT="0" distB="0" distL="114300" distR="114300" simplePos="0" relativeHeight="251656192" behindDoc="0" locked="0" layoutInCell="1" allowOverlap="1">
                <wp:simplePos x="0" y="0"/>
                <wp:positionH relativeFrom="column">
                  <wp:posOffset>800100</wp:posOffset>
                </wp:positionH>
                <wp:positionV relativeFrom="paragraph">
                  <wp:posOffset>114935</wp:posOffset>
                </wp:positionV>
                <wp:extent cx="0" cy="1097280"/>
                <wp:effectExtent l="57150" t="10160" r="57150" b="16510"/>
                <wp:wrapNone/>
                <wp:docPr id="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972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05pt" to="63pt,9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">
                <v:stroke endarrow="block"/>
              </v:line>
            </w:pict>
          </mc:Fallback>
        </mc:AlternateContent>
      </w:r>
    </w:p>
    <w:p w:rsidR="007C0C4D" w:rsidRPr="00385650" w:rsidRDefault="00AF173A" w:rsidP="007E55A1">
      <w:pPr>
        <w:spacing w:after="40"/>
      </w:pPr>
      <w:r>
        <w:rPr>
          <w:noProof/>
        </w:rPr>
        <mc:AlternateContent>
          <mc:Choice Requires="wps">
            <w:drawing>
              <wp:anchor distT="0" distB="0" distL="114300" distR="114300" simplePos="0" relativeHeight="251661312" behindDoc="0" locked="0" layoutInCell="1" allowOverlap="1">
                <wp:simplePos x="0" y="0"/>
                <wp:positionH relativeFrom="column">
                  <wp:posOffset>-163195</wp:posOffset>
                </wp:positionH>
                <wp:positionV relativeFrom="page">
                  <wp:posOffset>7432040</wp:posOffset>
                </wp:positionV>
                <wp:extent cx="914400" cy="800100"/>
                <wp:effectExtent l="0" t="2540" r="1270" b="0"/>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0C4D" w:rsidRDefault="007C0C4D" w:rsidP="007C0C4D">
                            <w:pPr>
                              <w:rPr>
                                <w:rFonts w:ascii="Tahoma" w:hAnsi="Tahoma"/>
                                <w:sz w:val="16"/>
                              </w:rPr>
                            </w:pPr>
                            <w:r>
                              <w:rPr>
                                <w:rFonts w:ascii="Tahoma" w:hAnsi="Tahoma"/>
                                <w:sz w:val="16"/>
                              </w:rPr>
                              <w:t>Appeal option for stamp duty, payroll tax and mineral royalty decisions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3" type="#_x0000_t202" style="position:absolute;margin-left:-12.85pt;margin-top:585.2pt;width:1in;height:6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" filled="f" stroked="f">
                <v:textbox>
                  <w:txbxContent>
                    <w:p w:rsidR="007C0C4D" w:rsidRDefault="007C0C4D" w:rsidP="007C0C4D">
                      <w:pPr>
                        <w:rPr>
                          <w:rFonts w:ascii="Tahoma" w:hAnsi="Tahoma"/>
                          <w:sz w:val="16"/>
                        </w:rPr>
                      </w:pPr>
                      <w:r>
                        <w:rPr>
                          <w:rFonts w:ascii="Tahoma" w:hAnsi="Tahoma"/>
                          <w:sz w:val="16"/>
                        </w:rPr>
                        <w:t>Appeal option for stamp duty, payroll tax and mineral royalty decisions</w:t>
                      </w:r>
                    </w:p>
                  </w:txbxContent>
                </v:textbox>
                <w10:wrap anchory="page"/>
              </v:shape>
            </w:pict>
          </mc:Fallback>
        </mc:AlternateContent>
      </w:r>
    </w:p>
    <w:p w:rsidR="007C0C4D" w:rsidRPr="00385650" w:rsidRDefault="00AF173A" w:rsidP="007E55A1">
      <w:pPr>
        <w:spacing w:after="40"/>
      </w:pPr>
      <w:r>
        <w:rPr>
          <w:noProof/>
        </w:rPr>
        <mc:AlternateContent>
          <mc:Choice Requires="wps">
            <w:drawing>
              <wp:anchor distT="0" distB="0" distL="114300" distR="114300" simplePos="0" relativeHeight="251653120" behindDoc="0" locked="0" layoutInCell="1" allowOverlap="1">
                <wp:simplePos x="0" y="0"/>
                <wp:positionH relativeFrom="column">
                  <wp:posOffset>1503045</wp:posOffset>
                </wp:positionH>
                <wp:positionV relativeFrom="paragraph">
                  <wp:posOffset>78105</wp:posOffset>
                </wp:positionV>
                <wp:extent cx="2834640" cy="457200"/>
                <wp:effectExtent l="7620" t="11430" r="5715" b="762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457200"/>
                        </a:xfrm>
                        <a:prstGeom prst="rect">
                          <a:avLst/>
                        </a:prstGeom>
                        <a:solidFill>
                          <a:srgbClr val="FFFFFF"/>
                        </a:solidFill>
                        <a:ln w="9525">
                          <a:solidFill>
                            <a:srgbClr val="000000"/>
                          </a:solidFill>
                          <a:miter lim="800000"/>
                          <a:headEnd/>
                          <a:tailEnd/>
                        </a:ln>
                      </wps:spPr>
                      <wps:txbx>
                        <w:txbxContent>
                          <w:p w:rsidR="007C0C4D" w:rsidRDefault="007C0C4D" w:rsidP="007C0C4D">
                            <w:pPr>
                              <w:jc w:val="center"/>
                              <w:rPr>
                                <w:rFonts w:ascii="Tahoma" w:hAnsi="Tahoma"/>
                                <w:sz w:val="18"/>
                              </w:rPr>
                            </w:pPr>
                            <w:r>
                              <w:rPr>
                                <w:rFonts w:ascii="Tahoma" w:hAnsi="Tahoma"/>
                                <w:sz w:val="18"/>
                              </w:rPr>
                              <w:t>TAXATION AND ROYALTY APPEALS TRIBUNAL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4" type="#_x0000_t202" style="position:absolute;margin-left:118.35pt;margin-top:6.15pt;width:223.2pt;height: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">
                <v:textbox>
                  <w:txbxContent>
                    <w:p w:rsidR="007C0C4D" w:rsidRDefault="007C0C4D" w:rsidP="007C0C4D">
                      <w:pPr>
                        <w:jc w:val="center"/>
                        <w:rPr>
                          <w:rFonts w:ascii="Tahoma" w:hAnsi="Tahoma"/>
                          <w:sz w:val="18"/>
                        </w:rPr>
                      </w:pPr>
                      <w:r>
                        <w:rPr>
                          <w:rFonts w:ascii="Tahoma" w:hAnsi="Tahoma"/>
                          <w:sz w:val="18"/>
                        </w:rPr>
                        <w:t>TAXATION AND ROYALTY APPEALS TRIBUNAL</w:t>
                      </w:r>
                    </w:p>
                  </w:txbxContent>
                </v:textbox>
              </v:shape>
            </w:pict>
          </mc:Fallback>
        </mc:AlternateContent>
      </w:r>
    </w:p>
    <w:p w:rsidR="007C0C4D" w:rsidRPr="00385650" w:rsidRDefault="007C0C4D" w:rsidP="007E55A1">
      <w:pPr>
        <w:spacing w:after="40"/>
      </w:pPr>
    </w:p>
    <w:p w:rsidR="007C0C4D" w:rsidRPr="00385650" w:rsidRDefault="007C0C4D" w:rsidP="007E55A1">
      <w:pPr>
        <w:spacing w:after="40"/>
      </w:pPr>
    </w:p>
    <w:p w:rsidR="007C0C4D" w:rsidRPr="00385650" w:rsidRDefault="00AF173A" w:rsidP="007E55A1">
      <w:pPr>
        <w:spacing w:after="40"/>
      </w:pPr>
      <w:r>
        <w:rPr>
          <w:noProof/>
        </w:rPr>
        <mc:AlternateContent>
          <mc:Choice Requires="wps">
            <w:drawing>
              <wp:anchor distT="0" distB="0" distL="114300" distR="114300" simplePos="0" relativeHeight="251658240" behindDoc="0" locked="0" layoutInCell="1" allowOverlap="1">
                <wp:simplePos x="0" y="0"/>
                <wp:positionH relativeFrom="column">
                  <wp:posOffset>1617345</wp:posOffset>
                </wp:positionH>
                <wp:positionV relativeFrom="paragraph">
                  <wp:posOffset>99695</wp:posOffset>
                </wp:positionV>
                <wp:extent cx="878205" cy="517525"/>
                <wp:effectExtent l="45720" t="13970" r="9525" b="59055"/>
                <wp:wrapNone/>
                <wp:docPr id="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78205" cy="517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35pt,7.85pt" to="196.5pt,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">
                <v:stroke endarrow="block"/>
              </v:line>
            </w:pict>
          </mc:Fallback>
        </mc:AlternateContent>
      </w:r>
    </w:p>
    <w:p w:rsidR="007C0C4D" w:rsidRPr="00385650" w:rsidRDefault="007C0C4D" w:rsidP="007E55A1">
      <w:pPr>
        <w:spacing w:after="40"/>
      </w:pPr>
    </w:p>
    <w:p w:rsidR="007C0C4D" w:rsidRPr="00385650" w:rsidRDefault="00AF173A" w:rsidP="007E55A1">
      <w:pPr>
        <w:spacing w:after="40"/>
      </w:pPr>
      <w:r>
        <w:rPr>
          <w:noProof/>
        </w:rPr>
        <mc:AlternateContent>
          <mc:Choice Requires="wps">
            <w:drawing>
              <wp:anchor distT="0" distB="0" distL="114300" distR="114300" simplePos="0" relativeHeight="251654144" behindDoc="0" locked="0" layoutInCell="1" allowOverlap="1">
                <wp:simplePos x="0" y="0"/>
                <wp:positionH relativeFrom="column">
                  <wp:posOffset>245745</wp:posOffset>
                </wp:positionH>
                <wp:positionV relativeFrom="paragraph">
                  <wp:posOffset>80010</wp:posOffset>
                </wp:positionV>
                <wp:extent cx="1234440" cy="274320"/>
                <wp:effectExtent l="7620" t="13335" r="5715" b="762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4440" cy="274320"/>
                        </a:xfrm>
                        <a:prstGeom prst="rect">
                          <a:avLst/>
                        </a:prstGeom>
                        <a:solidFill>
                          <a:srgbClr val="FFFFFF"/>
                        </a:solidFill>
                        <a:ln w="9525">
                          <a:solidFill>
                            <a:srgbClr val="000000"/>
                          </a:solidFill>
                          <a:miter lim="800000"/>
                          <a:headEnd/>
                          <a:tailEnd/>
                        </a:ln>
                      </wps:spPr>
                      <wps:txbx>
                        <w:txbxContent>
                          <w:p w:rsidR="007C0C4D" w:rsidRDefault="007C0C4D" w:rsidP="007C0C4D">
                            <w:pPr>
                              <w:jc w:val="center"/>
                              <w:rPr>
                                <w:rFonts w:ascii="Tahoma" w:hAnsi="Tahoma"/>
                                <w:sz w:val="18"/>
                              </w:rPr>
                            </w:pPr>
                            <w:r>
                              <w:rPr>
                                <w:rFonts w:ascii="Tahoma" w:hAnsi="Tahoma"/>
                                <w:sz w:val="18"/>
                              </w:rPr>
                              <w:t>Supreme Court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5" type="#_x0000_t202" style="position:absolute;margin-left:19.35pt;margin-top:6.3pt;width:97.2pt;height:21.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">
                <v:textbox>
                  <w:txbxContent>
                    <w:p w:rsidR="007C0C4D" w:rsidRDefault="007C0C4D" w:rsidP="007C0C4D">
                      <w:pPr>
                        <w:jc w:val="center"/>
                        <w:rPr>
                          <w:rFonts w:ascii="Tahoma" w:hAnsi="Tahoma"/>
                          <w:sz w:val="18"/>
                        </w:rPr>
                      </w:pPr>
                      <w:r>
                        <w:rPr>
                          <w:rFonts w:ascii="Tahoma" w:hAnsi="Tahoma"/>
                          <w:sz w:val="18"/>
                        </w:rPr>
                        <w:t>Supreme Court</w:t>
                      </w:r>
                    </w:p>
                  </w:txbxContent>
                </v:textbox>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2074545</wp:posOffset>
                </wp:positionH>
                <wp:positionV relativeFrom="paragraph">
                  <wp:posOffset>33655</wp:posOffset>
                </wp:positionV>
                <wp:extent cx="548640" cy="27432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0C4D" w:rsidRDefault="007C0C4D" w:rsidP="007C0C4D">
                            <w:pPr>
                              <w:rPr>
                                <w:rFonts w:ascii="Tahoma" w:hAnsi="Tahoma"/>
                                <w:sz w:val="16"/>
                              </w:rPr>
                            </w:pPr>
                            <w:r>
                              <w:rPr>
                                <w:rFonts w:ascii="Tahoma" w:hAnsi="Tahoma"/>
                                <w:sz w:val="16"/>
                              </w:rPr>
                              <w:t>Appeal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6" type="#_x0000_t202" style="position:absolute;margin-left:163.35pt;margin-top:2.65pt;width:43.2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RgYuQ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" filled="f" stroked="f">
                <v:textbox>
                  <w:txbxContent>
                    <w:p w:rsidR="007C0C4D" w:rsidRDefault="007C0C4D" w:rsidP="007C0C4D">
                      <w:pPr>
                        <w:rPr>
                          <w:rFonts w:ascii="Tahoma" w:hAnsi="Tahoma"/>
                          <w:sz w:val="16"/>
                        </w:rPr>
                      </w:pPr>
                      <w:r>
                        <w:rPr>
                          <w:rFonts w:ascii="Tahoma" w:hAnsi="Tahoma"/>
                          <w:sz w:val="16"/>
                        </w:rPr>
                        <w:t>Appeal</w:t>
                      </w:r>
                    </w:p>
                  </w:txbxContent>
                </v:textbox>
              </v:shape>
            </w:pict>
          </mc:Fallback>
        </mc:AlternateContent>
      </w:r>
    </w:p>
    <w:p w:rsidR="007C0C4D" w:rsidRPr="00385650" w:rsidRDefault="007C0C4D" w:rsidP="007E55A1">
      <w:pPr>
        <w:spacing w:after="40"/>
      </w:pPr>
    </w:p>
    <w:p w:rsidR="007C0C4D" w:rsidRPr="00385650" w:rsidRDefault="007C0C4D" w:rsidP="007E55A1">
      <w:pPr>
        <w:pStyle w:val="HeadingTwo"/>
      </w:pPr>
      <w:r w:rsidRPr="00385650">
        <w:lastRenderedPageBreak/>
        <w:t>Extension of time to appeal</w:t>
      </w:r>
    </w:p>
    <w:p w:rsidR="007C0C4D" w:rsidRDefault="007C0C4D" w:rsidP="00E20867">
      <w:pPr>
        <w:pStyle w:val="BlockText"/>
      </w:pPr>
      <w:r w:rsidRPr="00385650">
        <w:t>The Supreme Court and Tribunal have the power to extend time for an objector to commence an appeal where satisfied that the person has a reasonable excuse for not commencing the appeal within the relevant 60-day time period. An application for the extension of time must be made in writing and set out fully and in detail the reasons for the failure to commence the appeal within the 60-day period.</w:t>
      </w:r>
      <w:r w:rsidRPr="00385650">
        <w:rPr>
          <w:rStyle w:val="FootnoteReference"/>
          <w:sz w:val="24"/>
          <w:szCs w:val="24"/>
        </w:rPr>
        <w:footnoteReference w:id="27"/>
      </w:r>
      <w:r w:rsidRPr="00385650">
        <w:t xml:space="preserve"> </w:t>
      </w:r>
    </w:p>
    <w:p w:rsidR="007C0C4D" w:rsidRPr="00385650" w:rsidRDefault="007C0C4D" w:rsidP="007E55A1">
      <w:pPr>
        <w:pStyle w:val="HeadingTwo"/>
      </w:pPr>
      <w:r w:rsidRPr="00385650">
        <w:t>The Tribunal</w:t>
      </w:r>
    </w:p>
    <w:p w:rsidR="007C0C4D" w:rsidRPr="00385650" w:rsidRDefault="007C0C4D" w:rsidP="00E20867">
      <w:pPr>
        <w:pStyle w:val="BlockText"/>
      </w:pPr>
      <w:r w:rsidRPr="00385650">
        <w:t>The Tribunal is constituted by the Chief Magistrate or another magistrate chosen by the Chief</w:t>
      </w:r>
      <w:r w:rsidR="00C85F80">
        <w:t> </w:t>
      </w:r>
      <w:r w:rsidRPr="00385650">
        <w:t>Magistrate.</w:t>
      </w:r>
      <w:r w:rsidRPr="00385650">
        <w:rPr>
          <w:rStyle w:val="FootnoteReference"/>
          <w:sz w:val="24"/>
          <w:szCs w:val="24"/>
        </w:rPr>
        <w:footnoteReference w:id="28"/>
      </w:r>
      <w:r w:rsidRPr="00385650">
        <w:t xml:space="preserve">  </w:t>
      </w:r>
    </w:p>
    <w:p w:rsidR="007C0C4D" w:rsidRPr="00385650" w:rsidRDefault="007C0C4D" w:rsidP="00D903DC">
      <w:pPr>
        <w:pStyle w:val="HeadingThree"/>
      </w:pPr>
      <w:r w:rsidRPr="00385650">
        <w:t>Lodging an appeal with the Tribunal</w:t>
      </w:r>
    </w:p>
    <w:p w:rsidR="007C0C4D" w:rsidRPr="00385650" w:rsidRDefault="007C0C4D" w:rsidP="00E20867">
      <w:pPr>
        <w:pStyle w:val="BlockText"/>
      </w:pPr>
      <w:r w:rsidRPr="00385650">
        <w:t>An appellant may commence an appeal with the Tribunal by lodging a notice of appeal with the Registrar of the Local Court within the 60-day appeal period and paying the prescribed fee.</w:t>
      </w:r>
      <w:r w:rsidRPr="00385650">
        <w:rPr>
          <w:rStyle w:val="FootnoteReference"/>
          <w:sz w:val="24"/>
          <w:szCs w:val="24"/>
        </w:rPr>
        <w:footnoteReference w:id="29"/>
      </w:r>
      <w:r w:rsidRPr="00385650">
        <w:t xml:space="preserve"> The notice may be lodged by delivering it to the office of the Registrar or by electronic transmission (such as fax or email) provided that the hard copy of the document is delivered to the office of the Registrar within three working days after the date of lodgement.</w:t>
      </w:r>
      <w:r w:rsidRPr="00385650">
        <w:rPr>
          <w:rStyle w:val="FootnoteReference"/>
          <w:sz w:val="24"/>
          <w:szCs w:val="24"/>
        </w:rPr>
        <w:footnoteReference w:id="30"/>
      </w:r>
    </w:p>
    <w:p w:rsidR="007C0C4D" w:rsidRPr="007E55A1" w:rsidRDefault="007C0C4D" w:rsidP="007E55A1">
      <w:pPr>
        <w:pStyle w:val="BlockText"/>
      </w:pPr>
      <w:r w:rsidRPr="002433B4">
        <w:rPr>
          <w:szCs w:val="22"/>
        </w:rPr>
        <w:t xml:space="preserve">The notice of appeal is Form 1 of Schedule 1 to the </w:t>
      </w:r>
      <w:r w:rsidRPr="002433B4">
        <w:rPr>
          <w:i/>
          <w:szCs w:val="22"/>
        </w:rPr>
        <w:t>Taxation and Royalty Appeals Tribunal Rules</w:t>
      </w:r>
      <w:r w:rsidRPr="002433B4">
        <w:rPr>
          <w:szCs w:val="22"/>
        </w:rPr>
        <w:t xml:space="preserve"> (the Rules) and the prescribed fee is set out in Schedule 2 to the Rules.  At the date of issue of this Guideline</w:t>
      </w:r>
      <w:r w:rsidRPr="007E55A1">
        <w:t xml:space="preserve"> the fee is $10.</w:t>
      </w:r>
    </w:p>
    <w:p w:rsidR="007C0C4D" w:rsidRPr="007E55A1" w:rsidRDefault="007C0C4D" w:rsidP="00E20867">
      <w:pPr>
        <w:pStyle w:val="BlockText"/>
        <w:rPr>
          <w:szCs w:val="22"/>
        </w:rPr>
      </w:pPr>
      <w:r w:rsidRPr="007E55A1">
        <w:rPr>
          <w:szCs w:val="22"/>
        </w:rPr>
        <w:t>The notice must state fully, and in detail the grounds for appeal and provide any further information or submissions not previously provided to TRO.</w:t>
      </w:r>
      <w:r w:rsidRPr="007E55A1">
        <w:rPr>
          <w:rStyle w:val="FootnoteReference"/>
          <w:szCs w:val="22"/>
        </w:rPr>
        <w:footnoteReference w:id="31"/>
      </w:r>
      <w:r w:rsidRPr="007E55A1">
        <w:rPr>
          <w:szCs w:val="22"/>
        </w:rPr>
        <w:t xml:space="preserve"> The appellant is required to serve a copy of the appeal and the additional material on the decision maker within the </w:t>
      </w:r>
      <w:r w:rsidR="00C85F80">
        <w:rPr>
          <w:szCs w:val="22"/>
        </w:rPr>
        <w:br/>
      </w:r>
      <w:r w:rsidRPr="007E55A1">
        <w:rPr>
          <w:szCs w:val="22"/>
        </w:rPr>
        <w:t>60-day appeal period.</w:t>
      </w:r>
      <w:r w:rsidRPr="007E55A1">
        <w:rPr>
          <w:rStyle w:val="FootnoteReference"/>
          <w:szCs w:val="22"/>
        </w:rPr>
        <w:footnoteReference w:id="32"/>
      </w:r>
    </w:p>
    <w:p w:rsidR="007C0C4D" w:rsidRPr="00385650" w:rsidRDefault="007C0C4D" w:rsidP="00E20867">
      <w:pPr>
        <w:pStyle w:val="BlockText"/>
      </w:pPr>
      <w:r w:rsidRPr="00385650">
        <w:t>As soon as practicable after receiving the copy of the notice of appeal and additional information, the decision maker must lodge with the Registrar and serve on the appellant a copy of the decision maker’s records relevant to the appeal and any submissions that the decision maker wishes to make to the Tribunal.</w:t>
      </w:r>
      <w:r w:rsidRPr="00385650">
        <w:rPr>
          <w:rStyle w:val="FootnoteReference"/>
          <w:sz w:val="24"/>
          <w:szCs w:val="24"/>
        </w:rPr>
        <w:footnoteReference w:id="33"/>
      </w:r>
    </w:p>
    <w:p w:rsidR="007C0C4D" w:rsidRPr="00385650" w:rsidRDefault="007C0C4D" w:rsidP="00D903DC">
      <w:pPr>
        <w:pStyle w:val="HeadingThree"/>
      </w:pPr>
      <w:r w:rsidRPr="00385650">
        <w:t>Conduct of appeals to the Tribunal</w:t>
      </w:r>
    </w:p>
    <w:p w:rsidR="007C0C4D" w:rsidRPr="002433B4" w:rsidRDefault="007C0C4D" w:rsidP="00E20867">
      <w:pPr>
        <w:pStyle w:val="BlockText"/>
        <w:rPr>
          <w:szCs w:val="22"/>
        </w:rPr>
      </w:pPr>
      <w:r w:rsidRPr="00385650">
        <w:t xml:space="preserve">In </w:t>
      </w:r>
      <w:r w:rsidRPr="002433B4">
        <w:rPr>
          <w:szCs w:val="22"/>
        </w:rPr>
        <w:t>order to aid in resolving appeals as quickly and as inexpensively as possible, the Tribunal is required to determine the appeal on the material provided by the parties without conducting a hearing.</w:t>
      </w:r>
      <w:r w:rsidRPr="002433B4">
        <w:rPr>
          <w:rStyle w:val="FootnoteReference"/>
          <w:szCs w:val="22"/>
        </w:rPr>
        <w:footnoteReference w:id="34"/>
      </w:r>
      <w:r w:rsidRPr="002433B4">
        <w:rPr>
          <w:szCs w:val="22"/>
        </w:rPr>
        <w:t xml:space="preserve">  That is, the Tribunal will determine the appeal on:</w:t>
      </w:r>
    </w:p>
    <w:p w:rsidR="007C0C4D" w:rsidRPr="002433B4" w:rsidRDefault="007C0C4D" w:rsidP="00D903DC">
      <w:pPr>
        <w:numPr>
          <w:ilvl w:val="0"/>
          <w:numId w:val="14"/>
        </w:numPr>
        <w:tabs>
          <w:tab w:val="clear" w:pos="1800"/>
          <w:tab w:val="num" w:pos="1079"/>
        </w:tabs>
        <w:spacing w:after="120"/>
        <w:ind w:left="1078" w:hanging="539"/>
        <w:jc w:val="both"/>
        <w:rPr>
          <w:szCs w:val="22"/>
        </w:rPr>
      </w:pPr>
      <w:r w:rsidRPr="002433B4">
        <w:rPr>
          <w:szCs w:val="22"/>
        </w:rPr>
        <w:t>the information before the decision maker at the time of deciding the objection;</w:t>
      </w:r>
    </w:p>
    <w:p w:rsidR="007C0C4D" w:rsidRPr="002433B4" w:rsidRDefault="007C0C4D" w:rsidP="00D903DC">
      <w:pPr>
        <w:numPr>
          <w:ilvl w:val="0"/>
          <w:numId w:val="14"/>
        </w:numPr>
        <w:tabs>
          <w:tab w:val="clear" w:pos="1800"/>
          <w:tab w:val="num" w:pos="1079"/>
        </w:tabs>
        <w:spacing w:after="120"/>
        <w:ind w:left="1078" w:hanging="539"/>
        <w:jc w:val="both"/>
        <w:rPr>
          <w:szCs w:val="22"/>
        </w:rPr>
      </w:pPr>
      <w:r w:rsidRPr="002433B4">
        <w:rPr>
          <w:szCs w:val="22"/>
        </w:rPr>
        <w:t>the notice of decision detailing the reasons for the decision;</w:t>
      </w:r>
    </w:p>
    <w:p w:rsidR="007C0C4D" w:rsidRPr="002433B4" w:rsidRDefault="007C0C4D" w:rsidP="00D903DC">
      <w:pPr>
        <w:numPr>
          <w:ilvl w:val="0"/>
          <w:numId w:val="14"/>
        </w:numPr>
        <w:tabs>
          <w:tab w:val="clear" w:pos="1800"/>
          <w:tab w:val="num" w:pos="1079"/>
        </w:tabs>
        <w:spacing w:after="120"/>
        <w:ind w:left="1078" w:hanging="539"/>
        <w:jc w:val="both"/>
        <w:rPr>
          <w:szCs w:val="22"/>
        </w:rPr>
      </w:pPr>
      <w:r w:rsidRPr="002433B4">
        <w:rPr>
          <w:szCs w:val="22"/>
        </w:rPr>
        <w:t>additional information included in the appellant’s notice of appeal; and</w:t>
      </w:r>
    </w:p>
    <w:p w:rsidR="007C0C4D" w:rsidRPr="002433B4" w:rsidRDefault="007C0C4D" w:rsidP="00D903DC">
      <w:pPr>
        <w:pStyle w:val="BlockText"/>
        <w:ind w:left="1106"/>
        <w:rPr>
          <w:szCs w:val="22"/>
        </w:rPr>
      </w:pPr>
      <w:r w:rsidRPr="002433B4">
        <w:rPr>
          <w:szCs w:val="22"/>
        </w:rPr>
        <w:t>written submissions of the parties including any response made by the decision maker to additional information included in the appellant’s notice of appeal.</w:t>
      </w:r>
    </w:p>
    <w:p w:rsidR="007C0C4D" w:rsidRPr="00385650" w:rsidRDefault="007C0C4D" w:rsidP="00E20867">
      <w:pPr>
        <w:pStyle w:val="BlockText"/>
      </w:pPr>
      <w:r w:rsidRPr="00385650">
        <w:t xml:space="preserve">However, the Tribunal may conduct a hearing where it considers there is insufficient information for the Tribunal to make a decision. The requirement to consider an appeal ‘on the papers’ where possible is in keeping with the aim of providing a less expensive appeal alternative to the Supreme Court, as it limits the cost of legal or other professional representation required for a hearing. </w:t>
      </w:r>
    </w:p>
    <w:p w:rsidR="007C0C4D" w:rsidRPr="00385650" w:rsidRDefault="007C0C4D" w:rsidP="00D903DC">
      <w:pPr>
        <w:pStyle w:val="HeadingThree"/>
      </w:pPr>
      <w:r w:rsidRPr="00385650">
        <w:lastRenderedPageBreak/>
        <w:t>Decisions of the Tribunal</w:t>
      </w:r>
    </w:p>
    <w:p w:rsidR="007C0C4D" w:rsidRDefault="007C0C4D" w:rsidP="00E20867">
      <w:pPr>
        <w:pStyle w:val="BlockText"/>
      </w:pPr>
      <w:r w:rsidRPr="00385650">
        <w:t>The Tribunal can:</w:t>
      </w:r>
    </w:p>
    <w:p w:rsidR="007C0C4D" w:rsidRPr="00385650" w:rsidRDefault="007C0C4D" w:rsidP="00D903DC">
      <w:pPr>
        <w:pStyle w:val="BlockText"/>
        <w:numPr>
          <w:ilvl w:val="1"/>
          <w:numId w:val="3"/>
        </w:numPr>
      </w:pPr>
      <w:r w:rsidRPr="00385650">
        <w:t>confirm the decision appealed against;</w:t>
      </w:r>
    </w:p>
    <w:p w:rsidR="007C0C4D" w:rsidRPr="00385650" w:rsidRDefault="007C0C4D" w:rsidP="00D903DC">
      <w:pPr>
        <w:pStyle w:val="BlockText"/>
        <w:numPr>
          <w:ilvl w:val="1"/>
          <w:numId w:val="3"/>
        </w:numPr>
      </w:pPr>
      <w:r w:rsidRPr="00385650">
        <w:t>vary the decision appealed against; or</w:t>
      </w:r>
    </w:p>
    <w:p w:rsidR="007C0C4D" w:rsidRPr="00385650" w:rsidRDefault="007C0C4D" w:rsidP="00D903DC">
      <w:pPr>
        <w:pStyle w:val="BlockText"/>
        <w:numPr>
          <w:ilvl w:val="1"/>
          <w:numId w:val="3"/>
        </w:numPr>
      </w:pPr>
      <w:r w:rsidRPr="00385650">
        <w:t>substitute another decision that the decision maker could have made.</w:t>
      </w:r>
      <w:r w:rsidRPr="00385650">
        <w:rPr>
          <w:rStyle w:val="FootnoteReference"/>
          <w:sz w:val="24"/>
          <w:szCs w:val="24"/>
        </w:rPr>
        <w:footnoteReference w:id="35"/>
      </w:r>
    </w:p>
    <w:p w:rsidR="007C0C4D" w:rsidRPr="00385650" w:rsidRDefault="007C0C4D" w:rsidP="00E20867">
      <w:pPr>
        <w:pStyle w:val="BlockText"/>
      </w:pPr>
      <w:r w:rsidRPr="00385650">
        <w:t>The Tribunal is required to keep a record of proceedings and to give written reasons for its decisions.</w:t>
      </w:r>
      <w:r w:rsidRPr="00385650">
        <w:rPr>
          <w:rStyle w:val="FootnoteReference"/>
          <w:sz w:val="24"/>
          <w:szCs w:val="24"/>
        </w:rPr>
        <w:footnoteReference w:id="36"/>
      </w:r>
      <w:r w:rsidRPr="00385650">
        <w:t xml:space="preserve"> These decisions will act as precedent for the decision maker and will aid the Supreme Court should there be an appeal from the decision of the Tribunal.</w:t>
      </w:r>
    </w:p>
    <w:p w:rsidR="007C0C4D" w:rsidRPr="00385650" w:rsidRDefault="007C0C4D" w:rsidP="00D903DC">
      <w:pPr>
        <w:pStyle w:val="HeadingThree"/>
      </w:pPr>
      <w:r w:rsidRPr="00385650">
        <w:t>Referral to the Supreme Court</w:t>
      </w:r>
    </w:p>
    <w:p w:rsidR="007C0C4D" w:rsidRPr="00385650" w:rsidRDefault="007C0C4D" w:rsidP="00E20867">
      <w:pPr>
        <w:pStyle w:val="BlockText"/>
      </w:pPr>
      <w:r w:rsidRPr="00385650">
        <w:t>The Tribunal may refer the appeal to the Supreme Court if it considers that the Supreme</w:t>
      </w:r>
      <w:r w:rsidR="00C85F80">
        <w:t> </w:t>
      </w:r>
      <w:r w:rsidRPr="00385650">
        <w:t>Court is the more appropriate venue.</w:t>
      </w:r>
      <w:r w:rsidRPr="00385650">
        <w:rPr>
          <w:rStyle w:val="FootnoteReference"/>
          <w:sz w:val="24"/>
          <w:szCs w:val="24"/>
        </w:rPr>
        <w:footnoteReference w:id="37"/>
      </w:r>
      <w:r w:rsidRPr="00385650">
        <w:t xml:space="preserve"> For example, this could occur where an extensive hearing or oral submissions/evidence is necessary or there are complex questions of law and/or fact to consider.</w:t>
      </w:r>
    </w:p>
    <w:p w:rsidR="007C0C4D" w:rsidRPr="00385650" w:rsidRDefault="007C0C4D" w:rsidP="00D903DC">
      <w:pPr>
        <w:pStyle w:val="HeadingThree"/>
      </w:pPr>
      <w:r w:rsidRPr="00385650">
        <w:t>Appeals from the Tribunal</w:t>
      </w:r>
    </w:p>
    <w:p w:rsidR="007C0C4D" w:rsidRPr="00385650" w:rsidRDefault="007C0C4D" w:rsidP="00E20867">
      <w:pPr>
        <w:pStyle w:val="BlockText"/>
      </w:pPr>
      <w:r w:rsidRPr="00385650">
        <w:t>Decisions of the Tribunal may be appealed to the Supreme Court on a question of law only.</w:t>
      </w:r>
      <w:r w:rsidRPr="00385650">
        <w:rPr>
          <w:rStyle w:val="FootnoteReference"/>
          <w:sz w:val="24"/>
          <w:szCs w:val="24"/>
        </w:rPr>
        <w:footnoteReference w:id="38"/>
      </w:r>
      <w:r w:rsidRPr="00385650">
        <w:t xml:space="preserve"> This means that the Supreme Court accepts the facts as determined by the Tribunal, does not hear new evidence and will only hear legal arguments. This is consistent with normal court appeal procedures.</w:t>
      </w:r>
    </w:p>
    <w:p w:rsidR="007C0C4D" w:rsidRPr="00385650" w:rsidRDefault="007C0C4D" w:rsidP="00D903DC">
      <w:pPr>
        <w:pStyle w:val="HeadingThree"/>
      </w:pPr>
      <w:r w:rsidRPr="00385650">
        <w:t>Tribunal Costs</w:t>
      </w:r>
    </w:p>
    <w:p w:rsidR="007C0C4D" w:rsidRPr="00385650" w:rsidRDefault="007C0C4D" w:rsidP="00E20867">
      <w:pPr>
        <w:pStyle w:val="BlockText"/>
      </w:pPr>
      <w:r w:rsidRPr="00385650">
        <w:t>Generally, each party bears their own costs of an appeal, but the Tribunal may award costs in favour of either party if it is satisfied that it is fair to do so, having regard to a number of factors.</w:t>
      </w:r>
      <w:r w:rsidRPr="00385650">
        <w:rPr>
          <w:rStyle w:val="FootnoteReference"/>
          <w:sz w:val="24"/>
          <w:szCs w:val="24"/>
        </w:rPr>
        <w:footnoteReference w:id="39"/>
      </w:r>
      <w:r w:rsidRPr="00385650">
        <w:t xml:space="preserve"> These factors include the manner in which the parties have conducted the appeal, the relative strength of each party’s claims and the nature and complexity of the appeal.</w:t>
      </w:r>
    </w:p>
    <w:p w:rsidR="007C0C4D" w:rsidRPr="00385650" w:rsidRDefault="007C0C4D" w:rsidP="00E20867">
      <w:pPr>
        <w:pStyle w:val="BlockText"/>
      </w:pPr>
      <w:r w:rsidRPr="00385650">
        <w:t>The Tribunal may also order a representative of a party to an appeal to pay the costs of the other party, if the Tribunal considers that the representative was responsible for unreasonably prolonging the time taken to complete the appeal or conducted the appeal in a way that unnecessarily disadvantaged other parties to the appeal.</w:t>
      </w:r>
      <w:r w:rsidRPr="00385650">
        <w:rPr>
          <w:rStyle w:val="FootnoteReference"/>
          <w:sz w:val="24"/>
          <w:szCs w:val="24"/>
        </w:rPr>
        <w:footnoteReference w:id="40"/>
      </w:r>
    </w:p>
    <w:p w:rsidR="007C0C4D" w:rsidRPr="00385650" w:rsidRDefault="007C0C4D" w:rsidP="00E20867">
      <w:pPr>
        <w:pStyle w:val="BlockText"/>
      </w:pPr>
      <w:r w:rsidRPr="00385650">
        <w:t>This treatment is consistent with that adopted by other administrative appeals tribunals operating in other states.</w:t>
      </w:r>
    </w:p>
    <w:p w:rsidR="007C0C4D" w:rsidRPr="00385650" w:rsidRDefault="007C0C4D" w:rsidP="00D903DC">
      <w:pPr>
        <w:pStyle w:val="HeadingTwo"/>
      </w:pPr>
      <w:r w:rsidRPr="00385650">
        <w:t>Appeals to the Supreme Court from an objection decision</w:t>
      </w:r>
    </w:p>
    <w:p w:rsidR="007C0C4D" w:rsidRPr="00D903DC" w:rsidRDefault="007C0C4D" w:rsidP="00E20867">
      <w:pPr>
        <w:pStyle w:val="BlockText"/>
        <w:rPr>
          <w:szCs w:val="22"/>
        </w:rPr>
      </w:pPr>
      <w:r w:rsidRPr="00D903DC">
        <w:rPr>
          <w:szCs w:val="22"/>
        </w:rPr>
        <w:t xml:space="preserve">The conduct of appeals to the Supreme Court is largely governed by the </w:t>
      </w:r>
      <w:r w:rsidRPr="00D903DC">
        <w:rPr>
          <w:i/>
          <w:szCs w:val="22"/>
        </w:rPr>
        <w:t>Supreme Court Rules</w:t>
      </w:r>
      <w:r w:rsidRPr="00D903DC">
        <w:rPr>
          <w:szCs w:val="22"/>
        </w:rPr>
        <w:t>, particularly Order 83 of these Rules. However, the TAA does regulate some of the Supreme Court appeal procedures, as set out below.</w:t>
      </w:r>
    </w:p>
    <w:p w:rsidR="007C0C4D" w:rsidRPr="00385650" w:rsidRDefault="007C0C4D" w:rsidP="00D903DC">
      <w:pPr>
        <w:pStyle w:val="HeadingThree"/>
      </w:pPr>
      <w:r w:rsidRPr="00385650">
        <w:t>Decisions of the Supreme Court</w:t>
      </w:r>
    </w:p>
    <w:p w:rsidR="007C0C4D" w:rsidRDefault="007C0C4D" w:rsidP="00E20867">
      <w:pPr>
        <w:pStyle w:val="BlockText"/>
      </w:pPr>
      <w:r w:rsidRPr="00385650">
        <w:t xml:space="preserve">The Supreme Court can: </w:t>
      </w:r>
    </w:p>
    <w:p w:rsidR="007C0C4D" w:rsidRPr="00385650" w:rsidRDefault="007C0C4D" w:rsidP="00D903DC">
      <w:pPr>
        <w:pStyle w:val="BlockText"/>
        <w:numPr>
          <w:ilvl w:val="1"/>
          <w:numId w:val="3"/>
        </w:numPr>
      </w:pPr>
      <w:r w:rsidRPr="00385650">
        <w:t>confirm the decision appealed against;</w:t>
      </w:r>
    </w:p>
    <w:p w:rsidR="007C0C4D" w:rsidRPr="00385650" w:rsidRDefault="007C0C4D" w:rsidP="00D903DC">
      <w:pPr>
        <w:pStyle w:val="BlockText"/>
        <w:numPr>
          <w:ilvl w:val="1"/>
          <w:numId w:val="3"/>
        </w:numPr>
      </w:pPr>
      <w:r w:rsidRPr="00385650">
        <w:t>vary the decision appealed against; or</w:t>
      </w:r>
    </w:p>
    <w:p w:rsidR="007C0C4D" w:rsidRPr="00385650" w:rsidRDefault="007C0C4D" w:rsidP="00D903DC">
      <w:pPr>
        <w:pStyle w:val="BlockText"/>
        <w:numPr>
          <w:ilvl w:val="1"/>
          <w:numId w:val="3"/>
        </w:numPr>
      </w:pPr>
      <w:r w:rsidRPr="00385650">
        <w:lastRenderedPageBreak/>
        <w:t>substitute another decision that the decision maker could have made.</w:t>
      </w:r>
      <w:r w:rsidRPr="00385650">
        <w:rPr>
          <w:rStyle w:val="FootnoteReference"/>
          <w:sz w:val="24"/>
          <w:szCs w:val="24"/>
        </w:rPr>
        <w:footnoteReference w:id="41"/>
      </w:r>
    </w:p>
    <w:p w:rsidR="007C0C4D" w:rsidRPr="00385650" w:rsidRDefault="007C0C4D" w:rsidP="00D903DC">
      <w:pPr>
        <w:pStyle w:val="HeadingThree"/>
      </w:pPr>
      <w:r w:rsidRPr="00385650">
        <w:t>Supreme Court may admit new evidence on an appeal directly from an objection decision</w:t>
      </w:r>
    </w:p>
    <w:p w:rsidR="007C0C4D" w:rsidRPr="00385650" w:rsidRDefault="007C0C4D" w:rsidP="00E20867">
      <w:pPr>
        <w:pStyle w:val="BlockText"/>
      </w:pPr>
      <w:r w:rsidRPr="00385650">
        <w:t>On an appeal directly to the Supreme Court from an objection decision (rather than an appeal from a decision of the Tribunal), the Court may admit new evidence that was not before the decision maker at the time of making the decision on the objection.  This requires the Court to be satisfied that the evidence is material to the decision. If this occurs, the appeal is adjourned and the decision maker is to be given the opportunity to reconsider the objection in light of the new evidence. The decision maker can choose not to reconsider the objection and request the Court to continue with the appeal.</w:t>
      </w:r>
      <w:r w:rsidRPr="00385650">
        <w:rPr>
          <w:rStyle w:val="FootnoteReference"/>
          <w:sz w:val="24"/>
          <w:szCs w:val="24"/>
        </w:rPr>
        <w:footnoteReference w:id="42"/>
      </w:r>
    </w:p>
    <w:p w:rsidR="007C0C4D" w:rsidRPr="00385650" w:rsidRDefault="007C0C4D" w:rsidP="00E20867">
      <w:pPr>
        <w:pStyle w:val="BlockText"/>
      </w:pPr>
      <w:r w:rsidRPr="00385650">
        <w:t>If the decision maker amends or varies the decision in favour of the appellant, the Court may order the appellant to pay some or all of the decision maker’s costs of the appeal.</w:t>
      </w:r>
      <w:r w:rsidRPr="00385650">
        <w:rPr>
          <w:rStyle w:val="FootnoteReference"/>
          <w:sz w:val="24"/>
          <w:szCs w:val="24"/>
        </w:rPr>
        <w:footnoteReference w:id="43"/>
      </w:r>
      <w:r w:rsidRPr="00385650">
        <w:t xml:space="preserve"> This allows the Court to recompense the decision maker for any additional costs borne in the appeal that could have been avoided if all relevant information was provided by the taxpayer prior to the objection being determined. Accordingly, the amount of costs that the Court may order the appellant to pay may depend upon such things as whether the objection is allowed in whole or part and whether the appeal continues after the variation of the decision.</w:t>
      </w:r>
    </w:p>
    <w:p w:rsidR="006034B6" w:rsidRDefault="00513926" w:rsidP="006034B6">
      <w:pPr>
        <w:pStyle w:val="HeadingTwo"/>
      </w:pPr>
      <w:r>
        <w:t>Commissioner’s Guidelines</w:t>
      </w:r>
    </w:p>
    <w:p w:rsidR="006034B6" w:rsidRDefault="00513926" w:rsidP="00D903DC">
      <w:pPr>
        <w:pStyle w:val="BlockText"/>
      </w:pPr>
      <w:r w:rsidRPr="002D6D82">
        <w:t>Co</w:t>
      </w:r>
      <w:r>
        <w:t xml:space="preserve">mmissioner’s Guideline </w:t>
      </w:r>
      <w:hyperlink r:id="rId9" w:history="1">
        <w:r w:rsidR="00262A89">
          <w:rPr>
            <w:rStyle w:val="Hyperlink"/>
          </w:rPr>
          <w:t>CG-GEN-001</w:t>
        </w:r>
      </w:hyperlink>
      <w:r w:rsidRPr="002D6D82">
        <w:t>, which sets out information on the revenue publication system, is incorporated into and is to be read as one with this Guideline.</w:t>
      </w:r>
      <w:r>
        <w:t xml:space="preserve"> </w:t>
      </w:r>
      <w:r w:rsidRPr="00987211">
        <w:t xml:space="preserve">All Circulars and Guidelines are available from </w:t>
      </w:r>
      <w:r w:rsidR="00196C1B">
        <w:t xml:space="preserve">the </w:t>
      </w:r>
      <w:r w:rsidRPr="00987211">
        <w:t>TRO website.</w:t>
      </w:r>
    </w:p>
    <w:p w:rsidR="0087136D" w:rsidRDefault="0087136D" w:rsidP="0087136D">
      <w:pPr>
        <w:pStyle w:val="HeadingTwo"/>
      </w:pPr>
      <w:r>
        <w:t>Date of effect</w:t>
      </w:r>
    </w:p>
    <w:p w:rsidR="0087136D" w:rsidRDefault="0087136D" w:rsidP="00FC0CFE">
      <w:pPr>
        <w:pStyle w:val="BlockText"/>
      </w:pPr>
      <w:r>
        <w:t>This version of the Guideline take</w:t>
      </w:r>
      <w:r w:rsidR="00F248DD">
        <w:t xml:space="preserve">s effect from </w:t>
      </w:r>
      <w:r w:rsidR="00094613">
        <w:t>22 February 2016</w:t>
      </w:r>
      <w:r w:rsidR="00F248DD">
        <w:t>.</w:t>
      </w:r>
    </w:p>
    <w:p w:rsidR="0087136D" w:rsidRDefault="0087136D" w:rsidP="0087136D"/>
    <w:p w:rsidR="0087136D" w:rsidRDefault="00AF173A" w:rsidP="0087136D">
      <w:r>
        <w:rPr>
          <w:noProof/>
        </w:rPr>
        <w:drawing>
          <wp:inline distT="0" distB="0" distL="0" distR="0">
            <wp:extent cx="1847850" cy="352425"/>
            <wp:effectExtent l="0" t="0" r="0" b="0"/>
            <wp:docPr id="1" name="Picture 4" descr="Grant Parsons electronic signature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nt Parsons electronic signature4.t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47850" cy="352425"/>
                    </a:xfrm>
                    <a:prstGeom prst="rect">
                      <a:avLst/>
                    </a:prstGeom>
                    <a:noFill/>
                    <a:ln>
                      <a:noFill/>
                    </a:ln>
                  </pic:spPr>
                </pic:pic>
              </a:graphicData>
            </a:graphic>
          </wp:inline>
        </w:drawing>
      </w:r>
    </w:p>
    <w:p w:rsidR="00A26A8C" w:rsidRDefault="00A26A8C" w:rsidP="0087136D"/>
    <w:p w:rsidR="0087136D" w:rsidRDefault="00C85F80" w:rsidP="0087136D">
      <w:r>
        <w:t>Grant Parsons</w:t>
      </w:r>
    </w:p>
    <w:p w:rsidR="0087136D" w:rsidRPr="009739EC" w:rsidRDefault="0087136D" w:rsidP="0087136D">
      <w:pPr>
        <w:rPr>
          <w:b/>
        </w:rPr>
      </w:pPr>
      <w:r w:rsidRPr="009739EC">
        <w:rPr>
          <w:b/>
        </w:rPr>
        <w:t>COMMISSIONER OF TERRITORY REVENUE</w:t>
      </w:r>
    </w:p>
    <w:p w:rsidR="0087136D" w:rsidRDefault="0087136D" w:rsidP="0087136D"/>
    <w:p w:rsidR="0087136D" w:rsidRDefault="0087136D" w:rsidP="0087136D">
      <w:r>
        <w:t>Date of Issue</w:t>
      </w:r>
      <w:r w:rsidR="00094613">
        <w:t>: 22 February 2016</w:t>
      </w:r>
    </w:p>
    <w:p w:rsidR="0087136D" w:rsidRDefault="0087136D" w:rsidP="0087136D"/>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927"/>
        <w:gridCol w:w="4927"/>
      </w:tblGrid>
      <w:tr w:rsidR="006034B6" w:rsidRPr="00481917" w:rsidTr="00481917">
        <w:tc>
          <w:tcPr>
            <w:tcW w:w="9854" w:type="dxa"/>
            <w:gridSpan w:val="2"/>
          </w:tcPr>
          <w:p w:rsidR="006034B6" w:rsidRPr="00481917" w:rsidRDefault="006034B6" w:rsidP="006034B6">
            <w:pPr>
              <w:rPr>
                <w:sz w:val="20"/>
              </w:rPr>
            </w:pPr>
            <w:r w:rsidRPr="00481917">
              <w:rPr>
                <w:sz w:val="20"/>
              </w:rPr>
              <w:t>For further information please contact the Territory Revenue Office:</w:t>
            </w:r>
          </w:p>
        </w:tc>
      </w:tr>
      <w:tr w:rsidR="006034B6" w:rsidRPr="00481917" w:rsidTr="00481917">
        <w:tc>
          <w:tcPr>
            <w:tcW w:w="4927" w:type="dxa"/>
          </w:tcPr>
          <w:p w:rsidR="006034B6" w:rsidRPr="00481917" w:rsidRDefault="006034B6" w:rsidP="006034B6">
            <w:pPr>
              <w:rPr>
                <w:sz w:val="20"/>
              </w:rPr>
            </w:pPr>
            <w:r w:rsidRPr="00481917">
              <w:rPr>
                <w:sz w:val="20"/>
              </w:rPr>
              <w:t>GPO Box 154</w:t>
            </w:r>
          </w:p>
          <w:p w:rsidR="006034B6" w:rsidRPr="00481917" w:rsidRDefault="006034B6" w:rsidP="006034B6">
            <w:pPr>
              <w:rPr>
                <w:sz w:val="20"/>
              </w:rPr>
            </w:pPr>
            <w:r w:rsidRPr="00481917">
              <w:rPr>
                <w:sz w:val="20"/>
              </w:rPr>
              <w:t>Darwin  NT  0801</w:t>
            </w:r>
          </w:p>
          <w:p w:rsidR="006034B6" w:rsidRPr="00481917" w:rsidRDefault="006034B6" w:rsidP="00481917">
            <w:pPr>
              <w:pStyle w:val="BlockText"/>
              <w:numPr>
                <w:ilvl w:val="0"/>
                <w:numId w:val="0"/>
              </w:numPr>
              <w:rPr>
                <w:sz w:val="20"/>
              </w:rPr>
            </w:pPr>
            <w:r w:rsidRPr="00481917">
              <w:rPr>
                <w:sz w:val="20"/>
              </w:rPr>
              <w:t xml:space="preserve">Email: </w:t>
            </w:r>
            <w:hyperlink r:id="rId11" w:history="1">
              <w:r w:rsidR="003254D3" w:rsidRPr="00AF177B">
                <w:rPr>
                  <w:rStyle w:val="Hyperlink"/>
                  <w:sz w:val="20"/>
                </w:rPr>
                <w:t>ntrevenue@nt.gov.au</w:t>
              </w:r>
            </w:hyperlink>
          </w:p>
        </w:tc>
        <w:tc>
          <w:tcPr>
            <w:tcW w:w="4927" w:type="dxa"/>
          </w:tcPr>
          <w:p w:rsidR="006034B6" w:rsidRPr="00481917" w:rsidRDefault="006034B6" w:rsidP="006034B6">
            <w:pPr>
              <w:rPr>
                <w:sz w:val="20"/>
              </w:rPr>
            </w:pPr>
            <w:r w:rsidRPr="00481917">
              <w:rPr>
                <w:sz w:val="20"/>
              </w:rPr>
              <w:t>Phone: 1300 305 353</w:t>
            </w:r>
          </w:p>
          <w:p w:rsidR="006034B6" w:rsidRPr="00481917" w:rsidRDefault="006034B6" w:rsidP="006034B6">
            <w:pPr>
              <w:rPr>
                <w:sz w:val="20"/>
              </w:rPr>
            </w:pPr>
            <w:r w:rsidRPr="00481917">
              <w:rPr>
                <w:sz w:val="20"/>
              </w:rPr>
              <w:t xml:space="preserve">Website: </w:t>
            </w:r>
            <w:hyperlink r:id="rId12" w:history="1">
              <w:r w:rsidRPr="00481917">
                <w:rPr>
                  <w:rStyle w:val="Hyperlink"/>
                  <w:sz w:val="20"/>
                </w:rPr>
                <w:t>www.reve</w:t>
              </w:r>
              <w:r w:rsidRPr="00481917">
                <w:rPr>
                  <w:rStyle w:val="Hyperlink"/>
                  <w:sz w:val="20"/>
                </w:rPr>
                <w:t>n</w:t>
              </w:r>
              <w:r w:rsidRPr="00481917">
                <w:rPr>
                  <w:rStyle w:val="Hyperlink"/>
                  <w:sz w:val="20"/>
                </w:rPr>
                <w:t>ue.nt.gov.au</w:t>
              </w:r>
            </w:hyperlink>
          </w:p>
        </w:tc>
      </w:tr>
    </w:tbl>
    <w:p w:rsidR="006034B6" w:rsidRPr="00364D5F" w:rsidRDefault="006034B6" w:rsidP="00364D5F">
      <w:pPr>
        <w:tabs>
          <w:tab w:val="left" w:pos="3090"/>
        </w:tabs>
      </w:pPr>
    </w:p>
    <w:sectPr w:rsidR="006034B6" w:rsidRPr="00364D5F" w:rsidSect="00F65356">
      <w:headerReference w:type="even" r:id="rId13"/>
      <w:headerReference w:type="default" r:id="rId14"/>
      <w:footerReference w:type="default" r:id="rId15"/>
      <w:headerReference w:type="first" r:id="rId16"/>
      <w:footerReference w:type="first" r:id="rId17"/>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506" w:rsidRDefault="00D05506">
      <w:r>
        <w:separator/>
      </w:r>
    </w:p>
  </w:endnote>
  <w:endnote w:type="continuationSeparator" w:id="0">
    <w:p w:rsidR="00D05506" w:rsidRDefault="00D05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364D5F">
    <w:pPr>
      <w:pStyle w:val="Footer"/>
      <w:tabs>
        <w:tab w:val="clear" w:pos="4153"/>
        <w:tab w:val="clear" w:pos="8306"/>
        <w:tab w:val="right" w:pos="9720"/>
      </w:tabs>
      <w:rPr>
        <w:sz w:val="16"/>
        <w:szCs w:val="16"/>
      </w:rPr>
    </w:pPr>
  </w:p>
  <w:p w:rsidR="00945A49" w:rsidRPr="00364D5F" w:rsidRDefault="00945A49"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AF173A">
      <w:rPr>
        <w:noProof/>
        <w:sz w:val="16"/>
        <w:szCs w:val="16"/>
      </w:rPr>
      <w:t>7</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AF173A">
      <w:rPr>
        <w:noProof/>
        <w:sz w:val="16"/>
        <w:szCs w:val="16"/>
      </w:rPr>
      <w:t>7</w:t>
    </w:r>
    <w:r w:rsidRPr="006034B6">
      <w:rPr>
        <w:sz w:val="16"/>
        <w:szCs w:val="16"/>
      </w:rPr>
      <w:fldChar w:fldCharType="end"/>
    </w:r>
    <w:r>
      <w:rPr>
        <w:sz w:val="16"/>
        <w:szCs w:val="16"/>
      </w:rPr>
      <w:tab/>
      <w:t>CG-</w:t>
    </w:r>
    <w:r w:rsidR="006341FE">
      <w:rPr>
        <w:sz w:val="16"/>
        <w:szCs w:val="16"/>
      </w:rPr>
      <w:t>GEN</w:t>
    </w:r>
    <w:r>
      <w:rPr>
        <w:sz w:val="16"/>
        <w:szCs w:val="16"/>
      </w:rPr>
      <w:t>-</w:t>
    </w:r>
    <w:r w:rsidR="006341FE">
      <w:rPr>
        <w:sz w:val="16"/>
        <w:szCs w:val="16"/>
      </w:rPr>
      <w:t>003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364D5F">
    <w:pPr>
      <w:pStyle w:val="Footer"/>
      <w:tabs>
        <w:tab w:val="clear" w:pos="4153"/>
        <w:tab w:val="clear" w:pos="8306"/>
        <w:tab w:val="right" w:pos="9720"/>
      </w:tabs>
      <w:rPr>
        <w:sz w:val="16"/>
        <w:szCs w:val="16"/>
      </w:rPr>
    </w:pPr>
  </w:p>
  <w:p w:rsidR="00945A49" w:rsidRPr="006034B6" w:rsidRDefault="00945A49"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AF173A">
      <w:rPr>
        <w:noProof/>
        <w:sz w:val="16"/>
        <w:szCs w:val="16"/>
      </w:rPr>
      <w:t>1</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AF173A">
      <w:rPr>
        <w:noProof/>
        <w:sz w:val="16"/>
        <w:szCs w:val="16"/>
      </w:rPr>
      <w:t>7</w:t>
    </w:r>
    <w:r w:rsidRPr="006034B6">
      <w:rPr>
        <w:sz w:val="16"/>
        <w:szCs w:val="16"/>
      </w:rPr>
      <w:fldChar w:fldCharType="end"/>
    </w:r>
    <w:r w:rsidR="006341FE">
      <w:rPr>
        <w:sz w:val="16"/>
        <w:szCs w:val="16"/>
      </w:rPr>
      <w:tab/>
      <w:t>CG-GEN</w:t>
    </w:r>
    <w:r w:rsidR="003C5FA7">
      <w:rPr>
        <w:sz w:val="16"/>
        <w:szCs w:val="16"/>
      </w:rPr>
      <w:t>-003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506" w:rsidRDefault="00D05506">
      <w:r>
        <w:separator/>
      </w:r>
    </w:p>
  </w:footnote>
  <w:footnote w:type="continuationSeparator" w:id="0">
    <w:p w:rsidR="00D05506" w:rsidRDefault="00D05506">
      <w:r>
        <w:continuationSeparator/>
      </w:r>
    </w:p>
  </w:footnote>
  <w:footnote w:id="1">
    <w:p w:rsidR="007C0C4D" w:rsidRPr="00857D4E" w:rsidRDefault="007C0C4D" w:rsidP="007C0C4D">
      <w:pPr>
        <w:pStyle w:val="FootnoteText"/>
        <w:rPr>
          <w:rFonts w:ascii="Arial" w:hAnsi="Arial" w:cs="Arial"/>
          <w:sz w:val="18"/>
          <w:szCs w:val="18"/>
        </w:rPr>
      </w:pPr>
      <w:r w:rsidRPr="00857D4E">
        <w:rPr>
          <w:rStyle w:val="FootnoteReference"/>
          <w:rFonts w:ascii="Arial" w:hAnsi="Arial" w:cs="Arial"/>
          <w:sz w:val="18"/>
          <w:szCs w:val="18"/>
        </w:rPr>
        <w:footnoteRef/>
      </w:r>
      <w:r w:rsidRPr="00857D4E">
        <w:rPr>
          <w:rFonts w:ascii="Arial" w:hAnsi="Arial" w:cs="Arial"/>
          <w:sz w:val="18"/>
          <w:szCs w:val="18"/>
        </w:rPr>
        <w:t xml:space="preserve"> Section 108 of the TAA.</w:t>
      </w:r>
    </w:p>
  </w:footnote>
  <w:footnote w:id="2">
    <w:p w:rsidR="007C0C4D" w:rsidRPr="00857D4E" w:rsidRDefault="007C0C4D" w:rsidP="007C0C4D">
      <w:pPr>
        <w:pStyle w:val="FootnoteText"/>
        <w:rPr>
          <w:rFonts w:ascii="Arial" w:hAnsi="Arial" w:cs="Arial"/>
          <w:sz w:val="18"/>
          <w:szCs w:val="18"/>
        </w:rPr>
      </w:pPr>
      <w:r w:rsidRPr="00857D4E">
        <w:rPr>
          <w:rStyle w:val="FootnoteReference"/>
          <w:rFonts w:ascii="Arial" w:hAnsi="Arial" w:cs="Arial"/>
          <w:sz w:val="18"/>
          <w:szCs w:val="18"/>
        </w:rPr>
        <w:footnoteRef/>
      </w:r>
      <w:r w:rsidRPr="00857D4E">
        <w:rPr>
          <w:rFonts w:ascii="Arial" w:hAnsi="Arial" w:cs="Arial"/>
          <w:sz w:val="18"/>
          <w:szCs w:val="18"/>
        </w:rPr>
        <w:t xml:space="preserve"> Section 148(1) of the TAA.</w:t>
      </w:r>
    </w:p>
  </w:footnote>
  <w:footnote w:id="3">
    <w:p w:rsidR="007C0C4D" w:rsidRPr="00857D4E" w:rsidRDefault="007C0C4D" w:rsidP="007C0C4D">
      <w:pPr>
        <w:pStyle w:val="FootnoteText"/>
        <w:rPr>
          <w:rFonts w:ascii="Arial" w:hAnsi="Arial" w:cs="Arial"/>
          <w:sz w:val="18"/>
          <w:szCs w:val="18"/>
        </w:rPr>
      </w:pPr>
      <w:r w:rsidRPr="00857D4E">
        <w:rPr>
          <w:rStyle w:val="FootnoteReference"/>
          <w:rFonts w:ascii="Arial" w:hAnsi="Arial" w:cs="Arial"/>
          <w:sz w:val="18"/>
          <w:szCs w:val="18"/>
        </w:rPr>
        <w:footnoteRef/>
      </w:r>
      <w:r w:rsidRPr="00857D4E">
        <w:rPr>
          <w:rFonts w:ascii="Arial" w:hAnsi="Arial" w:cs="Arial"/>
          <w:sz w:val="18"/>
          <w:szCs w:val="18"/>
        </w:rPr>
        <w:t xml:space="preserve"> Section 128 of the TAA.</w:t>
      </w:r>
    </w:p>
  </w:footnote>
  <w:footnote w:id="4">
    <w:p w:rsidR="007C0C4D" w:rsidRPr="00857D4E" w:rsidRDefault="007C0C4D" w:rsidP="007C0C4D">
      <w:pPr>
        <w:pStyle w:val="FootnoteText"/>
        <w:rPr>
          <w:rFonts w:ascii="Arial" w:hAnsi="Arial" w:cs="Arial"/>
          <w:sz w:val="18"/>
          <w:szCs w:val="18"/>
        </w:rPr>
      </w:pPr>
      <w:r w:rsidRPr="00857D4E">
        <w:rPr>
          <w:rStyle w:val="FootnoteReference"/>
          <w:rFonts w:ascii="Arial" w:hAnsi="Arial" w:cs="Arial"/>
          <w:sz w:val="18"/>
          <w:szCs w:val="18"/>
        </w:rPr>
        <w:footnoteRef/>
      </w:r>
      <w:r w:rsidRPr="00857D4E">
        <w:rPr>
          <w:rFonts w:ascii="Arial" w:hAnsi="Arial" w:cs="Arial"/>
          <w:sz w:val="18"/>
          <w:szCs w:val="18"/>
        </w:rPr>
        <w:t xml:space="preserve"> Section 109(1) of the TAA.</w:t>
      </w:r>
    </w:p>
  </w:footnote>
  <w:footnote w:id="5">
    <w:p w:rsidR="007C0C4D" w:rsidRPr="00857D4E" w:rsidRDefault="007C0C4D" w:rsidP="007C0C4D">
      <w:pPr>
        <w:pStyle w:val="FootnoteText"/>
        <w:rPr>
          <w:rFonts w:ascii="Arial" w:hAnsi="Arial" w:cs="Arial"/>
          <w:sz w:val="18"/>
          <w:szCs w:val="18"/>
        </w:rPr>
      </w:pPr>
      <w:r w:rsidRPr="00857D4E">
        <w:rPr>
          <w:rStyle w:val="FootnoteReference"/>
          <w:rFonts w:ascii="Arial" w:hAnsi="Arial" w:cs="Arial"/>
          <w:sz w:val="18"/>
          <w:szCs w:val="18"/>
        </w:rPr>
        <w:footnoteRef/>
      </w:r>
      <w:r w:rsidRPr="00857D4E">
        <w:rPr>
          <w:rFonts w:ascii="Arial" w:hAnsi="Arial" w:cs="Arial"/>
          <w:sz w:val="18"/>
          <w:szCs w:val="18"/>
        </w:rPr>
        <w:t xml:space="preserve"> Section 107 (‘taxation decision’) of the TAA.</w:t>
      </w:r>
    </w:p>
  </w:footnote>
  <w:footnote w:id="6">
    <w:p w:rsidR="007C0C4D" w:rsidRPr="00857D4E" w:rsidRDefault="007C0C4D" w:rsidP="007C0C4D">
      <w:pPr>
        <w:pStyle w:val="FootnoteText"/>
        <w:ind w:left="142" w:hanging="142"/>
        <w:jc w:val="both"/>
        <w:rPr>
          <w:rFonts w:ascii="Arial" w:hAnsi="Arial" w:cs="Arial"/>
          <w:sz w:val="18"/>
        </w:rPr>
      </w:pPr>
      <w:r w:rsidRPr="00857D4E">
        <w:rPr>
          <w:rStyle w:val="FootnoteReference"/>
          <w:rFonts w:ascii="Arial" w:hAnsi="Arial" w:cs="Arial"/>
          <w:sz w:val="18"/>
        </w:rPr>
        <w:footnoteRef/>
      </w:r>
      <w:r w:rsidRPr="00857D4E">
        <w:rPr>
          <w:rFonts w:ascii="Arial" w:hAnsi="Arial" w:cs="Arial"/>
          <w:sz w:val="18"/>
        </w:rPr>
        <w:t xml:space="preserve"> Section 59(2) of the TAA.</w:t>
      </w:r>
    </w:p>
  </w:footnote>
  <w:footnote w:id="7">
    <w:p w:rsidR="007C0C4D" w:rsidRPr="00857D4E" w:rsidRDefault="007C0C4D" w:rsidP="007C0C4D">
      <w:pPr>
        <w:pStyle w:val="FootnoteText"/>
        <w:ind w:left="142" w:hanging="142"/>
        <w:jc w:val="both"/>
        <w:rPr>
          <w:rFonts w:ascii="Arial" w:hAnsi="Arial" w:cs="Arial"/>
          <w:sz w:val="18"/>
        </w:rPr>
      </w:pPr>
      <w:r w:rsidRPr="00857D4E">
        <w:rPr>
          <w:rStyle w:val="FootnoteReference"/>
          <w:rFonts w:ascii="Arial" w:hAnsi="Arial" w:cs="Arial"/>
          <w:sz w:val="18"/>
        </w:rPr>
        <w:footnoteRef/>
      </w:r>
      <w:r w:rsidRPr="00857D4E">
        <w:rPr>
          <w:rFonts w:ascii="Arial" w:hAnsi="Arial" w:cs="Arial"/>
          <w:sz w:val="18"/>
        </w:rPr>
        <w:tab/>
        <w:t>Section 107 (‘royalty payer’) of the TAA; section 4 (‘royalty payer’) of the MRA.</w:t>
      </w:r>
    </w:p>
  </w:footnote>
  <w:footnote w:id="8">
    <w:p w:rsidR="007C0C4D" w:rsidRPr="00857D4E" w:rsidRDefault="007C0C4D" w:rsidP="007C0C4D">
      <w:pPr>
        <w:pStyle w:val="FootnoteText"/>
        <w:rPr>
          <w:rFonts w:ascii="Arial" w:hAnsi="Arial" w:cs="Arial"/>
          <w:sz w:val="18"/>
          <w:szCs w:val="18"/>
        </w:rPr>
      </w:pPr>
      <w:r w:rsidRPr="00857D4E">
        <w:rPr>
          <w:rStyle w:val="FootnoteReference"/>
          <w:rFonts w:ascii="Arial" w:hAnsi="Arial" w:cs="Arial"/>
          <w:sz w:val="18"/>
          <w:szCs w:val="18"/>
        </w:rPr>
        <w:footnoteRef/>
      </w:r>
      <w:r w:rsidRPr="00857D4E">
        <w:rPr>
          <w:rFonts w:ascii="Arial" w:hAnsi="Arial" w:cs="Arial"/>
          <w:sz w:val="18"/>
          <w:szCs w:val="18"/>
        </w:rPr>
        <w:t xml:space="preserve"> Section 107 (‘taxation decision’; ‘royalty assessment’) of the TAA.</w:t>
      </w:r>
    </w:p>
  </w:footnote>
  <w:footnote w:id="9">
    <w:p w:rsidR="007C0C4D" w:rsidRPr="00120FE1" w:rsidRDefault="007C0C4D" w:rsidP="007C0C4D">
      <w:pPr>
        <w:pStyle w:val="FootnoteText"/>
        <w:rPr>
          <w:rFonts w:ascii="Tahoma" w:hAnsi="Tahoma" w:cs="Tahoma"/>
          <w:sz w:val="18"/>
          <w:szCs w:val="18"/>
        </w:rPr>
      </w:pPr>
      <w:r w:rsidRPr="00857D4E">
        <w:rPr>
          <w:rStyle w:val="FootnoteReference"/>
          <w:rFonts w:ascii="Arial" w:hAnsi="Arial" w:cs="Arial"/>
          <w:sz w:val="18"/>
          <w:szCs w:val="18"/>
        </w:rPr>
        <w:footnoteRef/>
      </w:r>
      <w:r w:rsidRPr="00857D4E">
        <w:rPr>
          <w:rFonts w:ascii="Arial" w:hAnsi="Arial" w:cs="Arial"/>
          <w:sz w:val="18"/>
          <w:szCs w:val="18"/>
        </w:rPr>
        <w:t xml:space="preserve"> Section 107 (‘first home owner grant decision’) of the TAA.</w:t>
      </w:r>
    </w:p>
  </w:footnote>
  <w:footnote w:id="10">
    <w:p w:rsidR="007C0C4D" w:rsidRPr="00857D4E" w:rsidRDefault="007C0C4D" w:rsidP="007C0C4D">
      <w:pPr>
        <w:pStyle w:val="FootnoteText"/>
        <w:rPr>
          <w:rFonts w:ascii="Arial" w:hAnsi="Arial" w:cs="Arial"/>
          <w:sz w:val="18"/>
        </w:rPr>
      </w:pPr>
      <w:r w:rsidRPr="00857D4E">
        <w:rPr>
          <w:rStyle w:val="FootnoteReference"/>
          <w:rFonts w:ascii="Arial" w:hAnsi="Arial" w:cs="Arial"/>
          <w:sz w:val="18"/>
          <w:szCs w:val="18"/>
        </w:rPr>
        <w:footnoteRef/>
      </w:r>
      <w:r w:rsidRPr="00857D4E">
        <w:rPr>
          <w:rFonts w:ascii="Arial" w:hAnsi="Arial" w:cs="Arial"/>
          <w:sz w:val="18"/>
          <w:szCs w:val="18"/>
        </w:rPr>
        <w:t xml:space="preserve"> Section 110(1) of the TAA.</w:t>
      </w:r>
    </w:p>
  </w:footnote>
  <w:footnote w:id="11">
    <w:p w:rsidR="007C0C4D" w:rsidRPr="00857D4E" w:rsidRDefault="007C0C4D" w:rsidP="007C0C4D">
      <w:pPr>
        <w:pStyle w:val="FootnoteText"/>
        <w:rPr>
          <w:rFonts w:ascii="Arial" w:hAnsi="Arial" w:cs="Arial"/>
          <w:sz w:val="18"/>
          <w:szCs w:val="18"/>
        </w:rPr>
      </w:pPr>
      <w:r w:rsidRPr="00857D4E">
        <w:rPr>
          <w:rStyle w:val="FootnoteReference"/>
          <w:rFonts w:ascii="Arial" w:hAnsi="Arial" w:cs="Arial"/>
          <w:sz w:val="18"/>
          <w:szCs w:val="18"/>
        </w:rPr>
        <w:footnoteRef/>
      </w:r>
      <w:r w:rsidRPr="00857D4E">
        <w:rPr>
          <w:rFonts w:ascii="Arial" w:hAnsi="Arial" w:cs="Arial"/>
          <w:sz w:val="18"/>
          <w:szCs w:val="18"/>
        </w:rPr>
        <w:t xml:space="preserve"> Section 107 (‘decision maker’) of the TAA.</w:t>
      </w:r>
    </w:p>
  </w:footnote>
  <w:footnote w:id="12">
    <w:p w:rsidR="007C0C4D" w:rsidRPr="00857D4E" w:rsidRDefault="007C0C4D" w:rsidP="007C0C4D">
      <w:pPr>
        <w:pStyle w:val="FootnoteText"/>
        <w:rPr>
          <w:rFonts w:ascii="Arial" w:hAnsi="Arial" w:cs="Arial"/>
          <w:sz w:val="18"/>
        </w:rPr>
      </w:pPr>
      <w:r w:rsidRPr="00857D4E">
        <w:rPr>
          <w:rStyle w:val="FootnoteReference"/>
          <w:rFonts w:ascii="Arial" w:hAnsi="Arial" w:cs="Arial"/>
          <w:sz w:val="18"/>
        </w:rPr>
        <w:footnoteRef/>
      </w:r>
      <w:r w:rsidRPr="00857D4E">
        <w:rPr>
          <w:rFonts w:ascii="Arial" w:hAnsi="Arial" w:cs="Arial"/>
          <w:sz w:val="18"/>
        </w:rPr>
        <w:t xml:space="preserve"> Section 111 of the TAA.</w:t>
      </w:r>
    </w:p>
  </w:footnote>
  <w:footnote w:id="13">
    <w:p w:rsidR="007C0C4D" w:rsidRPr="00857D4E" w:rsidRDefault="007C0C4D" w:rsidP="007C0C4D">
      <w:pPr>
        <w:pStyle w:val="FootnoteText"/>
        <w:rPr>
          <w:rFonts w:ascii="Arial" w:hAnsi="Arial" w:cs="Arial"/>
          <w:sz w:val="18"/>
          <w:szCs w:val="18"/>
        </w:rPr>
      </w:pPr>
      <w:r w:rsidRPr="00857D4E">
        <w:rPr>
          <w:rStyle w:val="FootnoteReference"/>
          <w:rFonts w:ascii="Arial" w:hAnsi="Arial" w:cs="Arial"/>
          <w:sz w:val="18"/>
          <w:szCs w:val="18"/>
        </w:rPr>
        <w:footnoteRef/>
      </w:r>
      <w:r w:rsidRPr="00857D4E">
        <w:rPr>
          <w:rFonts w:ascii="Arial" w:hAnsi="Arial" w:cs="Arial"/>
          <w:sz w:val="18"/>
          <w:szCs w:val="18"/>
        </w:rPr>
        <w:t xml:space="preserve"> Section 110 of the TAA.</w:t>
      </w:r>
    </w:p>
  </w:footnote>
  <w:footnote w:id="14">
    <w:p w:rsidR="007C0C4D" w:rsidRPr="00857D4E" w:rsidRDefault="007C0C4D" w:rsidP="007C0C4D">
      <w:pPr>
        <w:pStyle w:val="FootnoteText"/>
        <w:rPr>
          <w:rFonts w:ascii="Arial" w:hAnsi="Arial" w:cs="Arial"/>
          <w:sz w:val="18"/>
          <w:szCs w:val="18"/>
        </w:rPr>
      </w:pPr>
      <w:r w:rsidRPr="00857D4E">
        <w:rPr>
          <w:rStyle w:val="FootnoteReference"/>
          <w:rFonts w:ascii="Arial" w:hAnsi="Arial" w:cs="Arial"/>
          <w:sz w:val="18"/>
          <w:szCs w:val="18"/>
        </w:rPr>
        <w:footnoteRef/>
      </w:r>
      <w:r w:rsidRPr="00857D4E">
        <w:rPr>
          <w:rFonts w:ascii="Arial" w:hAnsi="Arial" w:cs="Arial"/>
          <w:sz w:val="18"/>
          <w:szCs w:val="18"/>
        </w:rPr>
        <w:t xml:space="preserve"> Section 114(1) of the TAA.</w:t>
      </w:r>
    </w:p>
  </w:footnote>
  <w:footnote w:id="15">
    <w:p w:rsidR="007C0C4D" w:rsidRPr="00857D4E" w:rsidRDefault="007C0C4D" w:rsidP="007C0C4D">
      <w:pPr>
        <w:pStyle w:val="FootnoteText"/>
        <w:rPr>
          <w:rFonts w:ascii="Arial" w:hAnsi="Arial" w:cs="Arial"/>
          <w:sz w:val="18"/>
          <w:szCs w:val="18"/>
        </w:rPr>
      </w:pPr>
      <w:r w:rsidRPr="00857D4E">
        <w:rPr>
          <w:rStyle w:val="FootnoteReference"/>
          <w:rFonts w:ascii="Arial" w:hAnsi="Arial" w:cs="Arial"/>
          <w:sz w:val="18"/>
          <w:szCs w:val="18"/>
        </w:rPr>
        <w:footnoteRef/>
      </w:r>
      <w:r w:rsidRPr="00857D4E">
        <w:rPr>
          <w:rStyle w:val="FootnoteReference"/>
          <w:rFonts w:ascii="Arial" w:hAnsi="Arial" w:cs="Arial"/>
          <w:sz w:val="18"/>
        </w:rPr>
        <w:t xml:space="preserve"> </w:t>
      </w:r>
      <w:r w:rsidRPr="00857D4E">
        <w:rPr>
          <w:rFonts w:ascii="Arial" w:hAnsi="Arial" w:cs="Arial"/>
          <w:sz w:val="18"/>
          <w:szCs w:val="18"/>
        </w:rPr>
        <w:t>Section 114(2)(a) of the TAA.</w:t>
      </w:r>
    </w:p>
  </w:footnote>
  <w:footnote w:id="16">
    <w:p w:rsidR="007C0C4D" w:rsidRPr="003D3B4A" w:rsidRDefault="007C0C4D" w:rsidP="007C0C4D">
      <w:pPr>
        <w:pStyle w:val="FootnoteText"/>
        <w:rPr>
          <w:rFonts w:ascii="Tahoma" w:hAnsi="Tahoma" w:cs="Tahoma"/>
          <w:sz w:val="18"/>
          <w:szCs w:val="18"/>
        </w:rPr>
      </w:pPr>
      <w:r w:rsidRPr="00857D4E">
        <w:rPr>
          <w:rStyle w:val="FootnoteReference"/>
          <w:rFonts w:ascii="Arial" w:hAnsi="Arial" w:cs="Arial"/>
          <w:sz w:val="18"/>
          <w:szCs w:val="18"/>
        </w:rPr>
        <w:footnoteRef/>
      </w:r>
      <w:r w:rsidRPr="00857D4E">
        <w:rPr>
          <w:rFonts w:ascii="Arial" w:hAnsi="Arial" w:cs="Arial"/>
          <w:sz w:val="18"/>
          <w:szCs w:val="18"/>
        </w:rPr>
        <w:t xml:space="preserve"> Section 114(2)(b) of the TAA.</w:t>
      </w:r>
    </w:p>
  </w:footnote>
  <w:footnote w:id="17">
    <w:p w:rsidR="007C0C4D" w:rsidRPr="00857D4E" w:rsidRDefault="007C0C4D" w:rsidP="007C0C4D">
      <w:pPr>
        <w:pStyle w:val="FootnoteText"/>
        <w:rPr>
          <w:rFonts w:ascii="Arial" w:hAnsi="Arial" w:cs="Arial"/>
          <w:sz w:val="18"/>
        </w:rPr>
      </w:pPr>
      <w:r w:rsidRPr="00857D4E">
        <w:rPr>
          <w:rStyle w:val="FootnoteReference"/>
          <w:rFonts w:ascii="Arial" w:hAnsi="Arial" w:cs="Arial"/>
          <w:sz w:val="18"/>
        </w:rPr>
        <w:footnoteRef/>
      </w:r>
      <w:r w:rsidRPr="00857D4E">
        <w:rPr>
          <w:rFonts w:ascii="Arial" w:hAnsi="Arial" w:cs="Arial"/>
          <w:sz w:val="18"/>
        </w:rPr>
        <w:t xml:space="preserve"> Section 109(2) of the TAA.</w:t>
      </w:r>
    </w:p>
  </w:footnote>
  <w:footnote w:id="18">
    <w:p w:rsidR="007C0C4D" w:rsidRPr="00857D4E" w:rsidRDefault="007C0C4D" w:rsidP="007C0C4D">
      <w:pPr>
        <w:pStyle w:val="FootnoteText"/>
        <w:rPr>
          <w:rFonts w:ascii="Arial" w:hAnsi="Arial" w:cs="Arial"/>
          <w:sz w:val="18"/>
          <w:szCs w:val="18"/>
        </w:rPr>
      </w:pPr>
      <w:r w:rsidRPr="00857D4E">
        <w:rPr>
          <w:rStyle w:val="FootnoteReference"/>
          <w:rFonts w:ascii="Arial" w:hAnsi="Arial" w:cs="Arial"/>
          <w:sz w:val="18"/>
          <w:szCs w:val="18"/>
        </w:rPr>
        <w:footnoteRef/>
      </w:r>
      <w:r w:rsidRPr="00857D4E">
        <w:rPr>
          <w:rFonts w:ascii="Arial" w:hAnsi="Arial" w:cs="Arial"/>
          <w:sz w:val="18"/>
          <w:szCs w:val="18"/>
        </w:rPr>
        <w:t xml:space="preserve"> Section 115(1) of the TAA.</w:t>
      </w:r>
    </w:p>
  </w:footnote>
  <w:footnote w:id="19">
    <w:p w:rsidR="007C0C4D" w:rsidRPr="00857D4E" w:rsidRDefault="007C0C4D" w:rsidP="007C0C4D">
      <w:pPr>
        <w:pStyle w:val="FootnoteText"/>
        <w:rPr>
          <w:rFonts w:ascii="Arial" w:hAnsi="Arial" w:cs="Arial"/>
          <w:sz w:val="18"/>
          <w:szCs w:val="18"/>
        </w:rPr>
      </w:pPr>
      <w:r w:rsidRPr="00857D4E">
        <w:rPr>
          <w:rStyle w:val="FootnoteReference"/>
          <w:rFonts w:ascii="Arial" w:hAnsi="Arial" w:cs="Arial"/>
          <w:sz w:val="18"/>
          <w:szCs w:val="18"/>
        </w:rPr>
        <w:footnoteRef/>
      </w:r>
      <w:r w:rsidRPr="00857D4E">
        <w:rPr>
          <w:rFonts w:ascii="Arial" w:hAnsi="Arial" w:cs="Arial"/>
          <w:sz w:val="18"/>
          <w:szCs w:val="18"/>
        </w:rPr>
        <w:t xml:space="preserve"> Section 129(3) of the TAA.</w:t>
      </w:r>
    </w:p>
  </w:footnote>
  <w:footnote w:id="20">
    <w:p w:rsidR="007C0C4D" w:rsidRPr="00857D4E" w:rsidRDefault="007C0C4D" w:rsidP="007C0C4D">
      <w:pPr>
        <w:pStyle w:val="FootnoteText"/>
        <w:rPr>
          <w:rFonts w:ascii="Arial" w:hAnsi="Arial" w:cs="Arial"/>
          <w:sz w:val="18"/>
          <w:szCs w:val="18"/>
        </w:rPr>
      </w:pPr>
      <w:r w:rsidRPr="00857D4E">
        <w:rPr>
          <w:rStyle w:val="FootnoteReference"/>
          <w:rFonts w:ascii="Arial" w:hAnsi="Arial" w:cs="Arial"/>
          <w:sz w:val="18"/>
          <w:szCs w:val="18"/>
        </w:rPr>
        <w:footnoteRef/>
      </w:r>
      <w:r w:rsidRPr="00857D4E">
        <w:rPr>
          <w:rFonts w:ascii="Arial" w:hAnsi="Arial" w:cs="Arial"/>
          <w:sz w:val="18"/>
          <w:szCs w:val="18"/>
        </w:rPr>
        <w:t xml:space="preserve"> Section</w:t>
      </w:r>
      <w:r w:rsidR="00C85F80">
        <w:rPr>
          <w:rFonts w:ascii="Arial" w:hAnsi="Arial" w:cs="Arial"/>
          <w:sz w:val="18"/>
          <w:szCs w:val="18"/>
        </w:rPr>
        <w:t xml:space="preserve"> </w:t>
      </w:r>
      <w:r w:rsidRPr="00857D4E">
        <w:rPr>
          <w:rFonts w:ascii="Arial" w:hAnsi="Arial" w:cs="Arial"/>
          <w:sz w:val="18"/>
          <w:szCs w:val="18"/>
        </w:rPr>
        <w:t>129(4) of the TAA.</w:t>
      </w:r>
    </w:p>
  </w:footnote>
  <w:footnote w:id="21">
    <w:p w:rsidR="007C0C4D" w:rsidRPr="00857D4E" w:rsidRDefault="007C0C4D" w:rsidP="007C0C4D">
      <w:pPr>
        <w:pStyle w:val="FootnoteText"/>
        <w:rPr>
          <w:rFonts w:ascii="Arial" w:hAnsi="Arial" w:cs="Arial"/>
          <w:sz w:val="18"/>
        </w:rPr>
      </w:pPr>
      <w:r w:rsidRPr="00857D4E">
        <w:rPr>
          <w:rStyle w:val="FootnoteReference"/>
          <w:rFonts w:ascii="Arial" w:hAnsi="Arial" w:cs="Arial"/>
          <w:sz w:val="18"/>
        </w:rPr>
        <w:footnoteRef/>
      </w:r>
      <w:r w:rsidRPr="00857D4E">
        <w:rPr>
          <w:rFonts w:ascii="Arial" w:hAnsi="Arial" w:cs="Arial"/>
          <w:sz w:val="18"/>
        </w:rPr>
        <w:t xml:space="preserve"> Sections 115 and 118 of the TAA.</w:t>
      </w:r>
    </w:p>
  </w:footnote>
  <w:footnote w:id="22">
    <w:p w:rsidR="007C0C4D" w:rsidRPr="00857D4E" w:rsidRDefault="007C0C4D" w:rsidP="007C0C4D">
      <w:pPr>
        <w:pStyle w:val="FootnoteText"/>
        <w:rPr>
          <w:rFonts w:ascii="Arial" w:hAnsi="Arial" w:cs="Arial"/>
          <w:sz w:val="18"/>
        </w:rPr>
      </w:pPr>
      <w:r w:rsidRPr="00857D4E">
        <w:rPr>
          <w:rStyle w:val="FootnoteReference"/>
          <w:rFonts w:ascii="Arial" w:hAnsi="Arial" w:cs="Arial"/>
          <w:sz w:val="18"/>
        </w:rPr>
        <w:footnoteRef/>
      </w:r>
      <w:r w:rsidRPr="00857D4E">
        <w:rPr>
          <w:rFonts w:ascii="Arial" w:hAnsi="Arial" w:cs="Arial"/>
          <w:sz w:val="18"/>
        </w:rPr>
        <w:t xml:space="preserve"> Sections 115 and 124 of the TAA.</w:t>
      </w:r>
    </w:p>
  </w:footnote>
  <w:footnote w:id="23">
    <w:p w:rsidR="007C0C4D" w:rsidRPr="00857D4E" w:rsidRDefault="007C0C4D" w:rsidP="007C0C4D">
      <w:pPr>
        <w:pStyle w:val="FootnoteText"/>
        <w:rPr>
          <w:rFonts w:ascii="Arial" w:hAnsi="Arial" w:cs="Arial"/>
          <w:sz w:val="18"/>
        </w:rPr>
      </w:pPr>
      <w:r w:rsidRPr="00857D4E">
        <w:rPr>
          <w:rStyle w:val="FootnoteReference"/>
          <w:rFonts w:ascii="Arial" w:hAnsi="Arial" w:cs="Arial"/>
          <w:sz w:val="18"/>
        </w:rPr>
        <w:footnoteRef/>
      </w:r>
      <w:r w:rsidRPr="00857D4E">
        <w:rPr>
          <w:rFonts w:ascii="Arial" w:hAnsi="Arial" w:cs="Arial"/>
          <w:sz w:val="18"/>
        </w:rPr>
        <w:t xml:space="preserve"> Section 115(2)(b) of the TAA.</w:t>
      </w:r>
    </w:p>
  </w:footnote>
  <w:footnote w:id="24">
    <w:p w:rsidR="007C0C4D" w:rsidRPr="00857D4E" w:rsidRDefault="007C0C4D" w:rsidP="007C0C4D">
      <w:pPr>
        <w:pStyle w:val="FootnoteText"/>
        <w:rPr>
          <w:rFonts w:ascii="Arial" w:hAnsi="Arial" w:cs="Arial"/>
          <w:sz w:val="18"/>
          <w:szCs w:val="18"/>
        </w:rPr>
      </w:pPr>
      <w:r w:rsidRPr="00857D4E">
        <w:rPr>
          <w:rStyle w:val="FootnoteReference"/>
          <w:rFonts w:ascii="Arial" w:hAnsi="Arial" w:cs="Arial"/>
          <w:sz w:val="18"/>
          <w:szCs w:val="18"/>
        </w:rPr>
        <w:footnoteRef/>
      </w:r>
      <w:r w:rsidRPr="00857D4E">
        <w:rPr>
          <w:rFonts w:ascii="Arial" w:hAnsi="Arial" w:cs="Arial"/>
          <w:sz w:val="18"/>
          <w:szCs w:val="18"/>
        </w:rPr>
        <w:t xml:space="preserve"> Sections 115(2)(a) and 118 of the TAA.</w:t>
      </w:r>
    </w:p>
  </w:footnote>
  <w:footnote w:id="25">
    <w:p w:rsidR="007C0C4D" w:rsidRPr="00857D4E" w:rsidRDefault="007C0C4D" w:rsidP="007C0C4D">
      <w:pPr>
        <w:pStyle w:val="FootnoteText"/>
        <w:rPr>
          <w:rFonts w:ascii="Arial" w:hAnsi="Arial" w:cs="Arial"/>
          <w:sz w:val="18"/>
        </w:rPr>
      </w:pPr>
      <w:r w:rsidRPr="00857D4E">
        <w:rPr>
          <w:rStyle w:val="FootnoteReference"/>
          <w:rFonts w:ascii="Arial" w:hAnsi="Arial" w:cs="Arial"/>
          <w:sz w:val="18"/>
        </w:rPr>
        <w:footnoteRef/>
      </w:r>
      <w:r w:rsidRPr="00857D4E">
        <w:rPr>
          <w:rFonts w:ascii="Arial" w:hAnsi="Arial" w:cs="Arial"/>
          <w:sz w:val="18"/>
        </w:rPr>
        <w:t xml:space="preserve"> Section 117(1) of the TAA.</w:t>
      </w:r>
    </w:p>
  </w:footnote>
  <w:footnote w:id="26">
    <w:p w:rsidR="007C0C4D" w:rsidRDefault="007C0C4D" w:rsidP="007C0C4D">
      <w:pPr>
        <w:pStyle w:val="FootnoteText"/>
        <w:rPr>
          <w:rFonts w:ascii="Tahoma" w:hAnsi="Tahoma"/>
          <w:sz w:val="18"/>
        </w:rPr>
      </w:pPr>
      <w:r w:rsidRPr="00857D4E">
        <w:rPr>
          <w:rStyle w:val="FootnoteReference"/>
          <w:rFonts w:ascii="Arial" w:hAnsi="Arial" w:cs="Arial"/>
          <w:sz w:val="18"/>
        </w:rPr>
        <w:footnoteRef/>
      </w:r>
      <w:r w:rsidRPr="00857D4E">
        <w:rPr>
          <w:rFonts w:ascii="Arial" w:hAnsi="Arial" w:cs="Arial"/>
          <w:sz w:val="18"/>
        </w:rPr>
        <w:t xml:space="preserve"> Sections 118(4) and 125(1) of the TAA.</w:t>
      </w:r>
    </w:p>
  </w:footnote>
  <w:footnote w:id="27">
    <w:p w:rsidR="007C0C4D" w:rsidRPr="00857D4E" w:rsidRDefault="007C0C4D" w:rsidP="007C0C4D">
      <w:pPr>
        <w:pStyle w:val="FootnoteText"/>
        <w:rPr>
          <w:rFonts w:ascii="Arial" w:hAnsi="Arial" w:cs="Arial"/>
          <w:sz w:val="18"/>
          <w:szCs w:val="18"/>
        </w:rPr>
      </w:pPr>
      <w:r w:rsidRPr="00857D4E">
        <w:rPr>
          <w:rStyle w:val="FootnoteReference"/>
          <w:rFonts w:ascii="Arial" w:hAnsi="Arial" w:cs="Arial"/>
          <w:sz w:val="18"/>
          <w:szCs w:val="18"/>
        </w:rPr>
        <w:footnoteRef/>
      </w:r>
      <w:r w:rsidRPr="00857D4E">
        <w:rPr>
          <w:rFonts w:ascii="Arial" w:hAnsi="Arial" w:cs="Arial"/>
          <w:sz w:val="18"/>
          <w:szCs w:val="18"/>
        </w:rPr>
        <w:t xml:space="preserve"> </w:t>
      </w:r>
      <w:r w:rsidRPr="00857D4E">
        <w:rPr>
          <w:rFonts w:ascii="Arial" w:hAnsi="Arial" w:cs="Arial"/>
          <w:sz w:val="18"/>
        </w:rPr>
        <w:t>Section 117(2)</w:t>
      </w:r>
      <w:r>
        <w:rPr>
          <w:rFonts w:ascii="Arial" w:hAnsi="Arial" w:cs="Arial"/>
          <w:sz w:val="18"/>
        </w:rPr>
        <w:t xml:space="preserve"> and (3)</w:t>
      </w:r>
      <w:r w:rsidRPr="00857D4E">
        <w:rPr>
          <w:rFonts w:ascii="Arial" w:hAnsi="Arial" w:cs="Arial"/>
          <w:sz w:val="18"/>
        </w:rPr>
        <w:t xml:space="preserve"> of the TAA.</w:t>
      </w:r>
      <w:r w:rsidRPr="00857D4E" w:rsidDel="00457CA5">
        <w:rPr>
          <w:rFonts w:ascii="Arial" w:hAnsi="Arial" w:cs="Arial"/>
          <w:sz w:val="18"/>
          <w:szCs w:val="18"/>
        </w:rPr>
        <w:t xml:space="preserve"> </w:t>
      </w:r>
    </w:p>
  </w:footnote>
  <w:footnote w:id="28">
    <w:p w:rsidR="007C0C4D" w:rsidRPr="00857D4E" w:rsidRDefault="007C0C4D" w:rsidP="007C0C4D">
      <w:pPr>
        <w:pStyle w:val="FootnoteText"/>
        <w:rPr>
          <w:rFonts w:ascii="Arial" w:hAnsi="Arial" w:cs="Arial"/>
          <w:sz w:val="18"/>
        </w:rPr>
      </w:pPr>
      <w:r w:rsidRPr="00857D4E">
        <w:rPr>
          <w:rStyle w:val="FootnoteReference"/>
          <w:rFonts w:ascii="Arial" w:hAnsi="Arial" w:cs="Arial"/>
          <w:sz w:val="18"/>
        </w:rPr>
        <w:footnoteRef/>
      </w:r>
      <w:r w:rsidRPr="00857D4E">
        <w:rPr>
          <w:rFonts w:ascii="Arial" w:hAnsi="Arial" w:cs="Arial"/>
          <w:sz w:val="18"/>
        </w:rPr>
        <w:t xml:space="preserve"> Section 130(3) of the TAA.</w:t>
      </w:r>
    </w:p>
  </w:footnote>
  <w:footnote w:id="29">
    <w:p w:rsidR="007C0C4D" w:rsidRDefault="007C0C4D" w:rsidP="007C0C4D">
      <w:pPr>
        <w:pStyle w:val="FootnoteText"/>
        <w:tabs>
          <w:tab w:val="left" w:pos="142"/>
        </w:tabs>
        <w:jc w:val="both"/>
        <w:rPr>
          <w:rFonts w:ascii="Tahoma" w:hAnsi="Tahoma"/>
          <w:sz w:val="18"/>
        </w:rPr>
      </w:pPr>
      <w:r w:rsidRPr="00857D4E">
        <w:rPr>
          <w:rStyle w:val="FootnoteReference"/>
          <w:rFonts w:ascii="Arial" w:hAnsi="Arial" w:cs="Arial"/>
          <w:sz w:val="18"/>
        </w:rPr>
        <w:footnoteRef/>
      </w:r>
      <w:r w:rsidRPr="00857D4E">
        <w:rPr>
          <w:rFonts w:ascii="Arial" w:hAnsi="Arial" w:cs="Arial"/>
          <w:sz w:val="18"/>
        </w:rPr>
        <w:t xml:space="preserve"> Section 118 of the TAA.</w:t>
      </w:r>
    </w:p>
  </w:footnote>
  <w:footnote w:id="30">
    <w:p w:rsidR="007C0C4D" w:rsidRPr="00857D4E" w:rsidRDefault="007C0C4D" w:rsidP="007C0C4D">
      <w:pPr>
        <w:pStyle w:val="FootnoteText"/>
        <w:rPr>
          <w:rFonts w:ascii="Arial" w:hAnsi="Arial" w:cs="Arial"/>
          <w:sz w:val="18"/>
        </w:rPr>
      </w:pPr>
      <w:r w:rsidRPr="00857D4E">
        <w:rPr>
          <w:rStyle w:val="FootnoteReference"/>
          <w:rFonts w:ascii="Arial" w:hAnsi="Arial" w:cs="Arial"/>
          <w:sz w:val="18"/>
        </w:rPr>
        <w:footnoteRef/>
      </w:r>
      <w:r w:rsidRPr="00857D4E">
        <w:rPr>
          <w:rFonts w:ascii="Arial" w:hAnsi="Arial" w:cs="Arial"/>
          <w:sz w:val="18"/>
        </w:rPr>
        <w:t xml:space="preserve"> Rule 5 of the </w:t>
      </w:r>
      <w:r w:rsidRPr="00857D4E">
        <w:rPr>
          <w:rFonts w:ascii="Arial" w:hAnsi="Arial" w:cs="Arial"/>
          <w:i/>
          <w:sz w:val="18"/>
        </w:rPr>
        <w:t>Taxation and Royalty Appeals Tribunal Rules</w:t>
      </w:r>
      <w:r w:rsidRPr="00857D4E">
        <w:rPr>
          <w:rFonts w:ascii="Arial" w:hAnsi="Arial" w:cs="Arial"/>
          <w:sz w:val="18"/>
        </w:rPr>
        <w:t>.</w:t>
      </w:r>
    </w:p>
  </w:footnote>
  <w:footnote w:id="31">
    <w:p w:rsidR="007C0C4D" w:rsidRPr="00857D4E" w:rsidRDefault="007C0C4D" w:rsidP="007C0C4D">
      <w:pPr>
        <w:pStyle w:val="FootnoteText"/>
        <w:rPr>
          <w:rFonts w:ascii="Arial" w:hAnsi="Arial" w:cs="Arial"/>
          <w:sz w:val="18"/>
        </w:rPr>
      </w:pPr>
      <w:r w:rsidRPr="00857D4E">
        <w:rPr>
          <w:rStyle w:val="FootnoteReference"/>
          <w:rFonts w:ascii="Arial" w:hAnsi="Arial" w:cs="Arial"/>
          <w:sz w:val="18"/>
        </w:rPr>
        <w:footnoteRef/>
      </w:r>
      <w:r w:rsidRPr="00857D4E">
        <w:rPr>
          <w:rFonts w:ascii="Arial" w:hAnsi="Arial" w:cs="Arial"/>
          <w:sz w:val="18"/>
        </w:rPr>
        <w:t xml:space="preserve"> Section 118 of the TAA.</w:t>
      </w:r>
    </w:p>
  </w:footnote>
  <w:footnote w:id="32">
    <w:p w:rsidR="007C0C4D" w:rsidRPr="00857D4E" w:rsidRDefault="007C0C4D" w:rsidP="007C0C4D">
      <w:pPr>
        <w:pStyle w:val="FootnoteText"/>
        <w:rPr>
          <w:rFonts w:ascii="Arial" w:hAnsi="Arial" w:cs="Arial"/>
          <w:sz w:val="18"/>
        </w:rPr>
      </w:pPr>
      <w:r w:rsidRPr="00857D4E">
        <w:rPr>
          <w:rStyle w:val="FootnoteReference"/>
          <w:rFonts w:ascii="Arial" w:hAnsi="Arial" w:cs="Arial"/>
          <w:sz w:val="18"/>
        </w:rPr>
        <w:footnoteRef/>
      </w:r>
      <w:r w:rsidRPr="00857D4E">
        <w:rPr>
          <w:rFonts w:ascii="Arial" w:hAnsi="Arial" w:cs="Arial"/>
          <w:sz w:val="18"/>
        </w:rPr>
        <w:t xml:space="preserve"> Section 119 of the TAA.</w:t>
      </w:r>
    </w:p>
  </w:footnote>
  <w:footnote w:id="33">
    <w:p w:rsidR="007C0C4D" w:rsidRPr="00857D4E" w:rsidRDefault="007C0C4D" w:rsidP="007C0C4D">
      <w:pPr>
        <w:pStyle w:val="FootnoteText"/>
        <w:rPr>
          <w:rFonts w:ascii="Arial" w:hAnsi="Arial" w:cs="Arial"/>
          <w:sz w:val="18"/>
        </w:rPr>
      </w:pPr>
      <w:r w:rsidRPr="00857D4E">
        <w:rPr>
          <w:rStyle w:val="FootnoteReference"/>
          <w:rFonts w:ascii="Arial" w:hAnsi="Arial" w:cs="Arial"/>
          <w:sz w:val="18"/>
        </w:rPr>
        <w:footnoteRef/>
      </w:r>
      <w:r w:rsidRPr="00857D4E">
        <w:rPr>
          <w:rFonts w:ascii="Arial" w:hAnsi="Arial" w:cs="Arial"/>
          <w:sz w:val="18"/>
        </w:rPr>
        <w:t xml:space="preserve"> Section 120 of the TAA.</w:t>
      </w:r>
    </w:p>
  </w:footnote>
  <w:footnote w:id="34">
    <w:p w:rsidR="007C0C4D" w:rsidRPr="00857D4E" w:rsidRDefault="007C0C4D" w:rsidP="007C0C4D">
      <w:pPr>
        <w:pStyle w:val="FootnoteText"/>
        <w:rPr>
          <w:rFonts w:ascii="Arial" w:hAnsi="Arial" w:cs="Arial"/>
          <w:sz w:val="18"/>
          <w:szCs w:val="18"/>
        </w:rPr>
      </w:pPr>
      <w:r w:rsidRPr="00857D4E">
        <w:rPr>
          <w:rStyle w:val="FootnoteReference"/>
          <w:rFonts w:ascii="Arial" w:hAnsi="Arial" w:cs="Arial"/>
          <w:sz w:val="18"/>
          <w:szCs w:val="18"/>
        </w:rPr>
        <w:footnoteRef/>
      </w:r>
      <w:r w:rsidRPr="00857D4E">
        <w:rPr>
          <w:rFonts w:ascii="Arial" w:hAnsi="Arial" w:cs="Arial"/>
          <w:sz w:val="18"/>
          <w:szCs w:val="18"/>
        </w:rPr>
        <w:t xml:space="preserve"> Section 131(2) of the TAA.</w:t>
      </w:r>
    </w:p>
  </w:footnote>
  <w:footnote w:id="35">
    <w:p w:rsidR="007C0C4D" w:rsidRDefault="007C0C4D" w:rsidP="007C0C4D">
      <w:pPr>
        <w:pStyle w:val="FootnoteText"/>
        <w:rPr>
          <w:rFonts w:ascii="Tahoma" w:hAnsi="Tahoma"/>
          <w:sz w:val="18"/>
        </w:rPr>
      </w:pPr>
      <w:r w:rsidRPr="00857D4E">
        <w:rPr>
          <w:rStyle w:val="FootnoteReference"/>
          <w:rFonts w:ascii="Arial" w:hAnsi="Arial" w:cs="Arial"/>
          <w:sz w:val="18"/>
        </w:rPr>
        <w:footnoteRef/>
      </w:r>
      <w:r w:rsidRPr="00857D4E">
        <w:rPr>
          <w:rFonts w:ascii="Arial" w:hAnsi="Arial" w:cs="Arial"/>
          <w:sz w:val="18"/>
        </w:rPr>
        <w:t xml:space="preserve"> Section 122 of the TAA.</w:t>
      </w:r>
    </w:p>
  </w:footnote>
  <w:footnote w:id="36">
    <w:p w:rsidR="007C0C4D" w:rsidRPr="00857D4E" w:rsidRDefault="007C0C4D" w:rsidP="007C0C4D">
      <w:pPr>
        <w:pStyle w:val="FootnoteText"/>
        <w:rPr>
          <w:rFonts w:ascii="Arial" w:hAnsi="Arial" w:cs="Arial"/>
          <w:sz w:val="18"/>
        </w:rPr>
      </w:pPr>
      <w:r w:rsidRPr="00857D4E">
        <w:rPr>
          <w:rStyle w:val="FootnoteReference"/>
          <w:rFonts w:ascii="Arial" w:hAnsi="Arial" w:cs="Arial"/>
          <w:sz w:val="18"/>
        </w:rPr>
        <w:footnoteRef/>
      </w:r>
      <w:r w:rsidRPr="00857D4E">
        <w:rPr>
          <w:rFonts w:ascii="Arial" w:hAnsi="Arial" w:cs="Arial"/>
          <w:sz w:val="18"/>
        </w:rPr>
        <w:t xml:space="preserve"> Sections 131(4) and (5) of the TAA.</w:t>
      </w:r>
    </w:p>
  </w:footnote>
  <w:footnote w:id="37">
    <w:p w:rsidR="007C0C4D" w:rsidRPr="00857D4E" w:rsidRDefault="007C0C4D" w:rsidP="007C0C4D">
      <w:pPr>
        <w:pStyle w:val="FootnoteText"/>
        <w:rPr>
          <w:rFonts w:ascii="Arial" w:hAnsi="Arial" w:cs="Arial"/>
          <w:sz w:val="18"/>
        </w:rPr>
      </w:pPr>
      <w:r w:rsidRPr="00857D4E">
        <w:rPr>
          <w:rStyle w:val="FootnoteReference"/>
          <w:rFonts w:ascii="Arial" w:hAnsi="Arial" w:cs="Arial"/>
          <w:sz w:val="18"/>
        </w:rPr>
        <w:footnoteRef/>
      </w:r>
      <w:r w:rsidRPr="00857D4E">
        <w:rPr>
          <w:rFonts w:ascii="Arial" w:hAnsi="Arial" w:cs="Arial"/>
          <w:sz w:val="18"/>
        </w:rPr>
        <w:t xml:space="preserve"> Section 121 of the TAA.</w:t>
      </w:r>
    </w:p>
  </w:footnote>
  <w:footnote w:id="38">
    <w:p w:rsidR="007C0C4D" w:rsidRPr="00857D4E" w:rsidRDefault="007C0C4D" w:rsidP="007C0C4D">
      <w:pPr>
        <w:pStyle w:val="FootnoteText"/>
        <w:rPr>
          <w:rFonts w:ascii="Arial" w:hAnsi="Arial" w:cs="Arial"/>
          <w:sz w:val="18"/>
        </w:rPr>
      </w:pPr>
      <w:r w:rsidRPr="00857D4E">
        <w:rPr>
          <w:rStyle w:val="FootnoteReference"/>
          <w:rFonts w:ascii="Arial" w:hAnsi="Arial" w:cs="Arial"/>
          <w:sz w:val="18"/>
        </w:rPr>
        <w:footnoteRef/>
      </w:r>
      <w:r w:rsidRPr="00857D4E">
        <w:rPr>
          <w:rFonts w:ascii="Arial" w:hAnsi="Arial" w:cs="Arial"/>
          <w:sz w:val="18"/>
        </w:rPr>
        <w:t xml:space="preserve"> Section 123 of the TAA.</w:t>
      </w:r>
    </w:p>
  </w:footnote>
  <w:footnote w:id="39">
    <w:p w:rsidR="007C0C4D" w:rsidRPr="00857D4E" w:rsidRDefault="007C0C4D" w:rsidP="007C0C4D">
      <w:pPr>
        <w:pStyle w:val="FootnoteText"/>
        <w:rPr>
          <w:rFonts w:ascii="Arial" w:hAnsi="Arial" w:cs="Arial"/>
          <w:sz w:val="18"/>
        </w:rPr>
      </w:pPr>
      <w:r w:rsidRPr="00857D4E">
        <w:rPr>
          <w:rStyle w:val="FootnoteReference"/>
          <w:rFonts w:ascii="Arial" w:hAnsi="Arial" w:cs="Arial"/>
          <w:sz w:val="18"/>
        </w:rPr>
        <w:footnoteRef/>
      </w:r>
      <w:r w:rsidRPr="00857D4E">
        <w:rPr>
          <w:rFonts w:ascii="Arial" w:hAnsi="Arial" w:cs="Arial"/>
          <w:sz w:val="18"/>
        </w:rPr>
        <w:t xml:space="preserve"> Section 132 of the TAA.</w:t>
      </w:r>
    </w:p>
  </w:footnote>
  <w:footnote w:id="40">
    <w:p w:rsidR="007C0C4D" w:rsidRPr="00857D4E" w:rsidRDefault="007C0C4D" w:rsidP="007C0C4D">
      <w:pPr>
        <w:pStyle w:val="FootnoteText"/>
        <w:rPr>
          <w:rFonts w:ascii="Arial" w:hAnsi="Arial" w:cs="Arial"/>
          <w:sz w:val="18"/>
        </w:rPr>
      </w:pPr>
      <w:r w:rsidRPr="00857D4E">
        <w:rPr>
          <w:rStyle w:val="FootnoteReference"/>
          <w:rFonts w:ascii="Arial" w:hAnsi="Arial" w:cs="Arial"/>
          <w:sz w:val="18"/>
        </w:rPr>
        <w:footnoteRef/>
      </w:r>
      <w:r w:rsidRPr="00857D4E">
        <w:rPr>
          <w:rFonts w:ascii="Arial" w:hAnsi="Arial" w:cs="Arial"/>
          <w:sz w:val="18"/>
        </w:rPr>
        <w:t xml:space="preserve"> Section 132(3) of the TAA.</w:t>
      </w:r>
    </w:p>
  </w:footnote>
  <w:footnote w:id="41">
    <w:p w:rsidR="007C0C4D" w:rsidRDefault="007C0C4D" w:rsidP="007C0C4D">
      <w:pPr>
        <w:pStyle w:val="FootnoteText"/>
        <w:rPr>
          <w:rFonts w:ascii="Tahoma" w:hAnsi="Tahoma"/>
          <w:sz w:val="18"/>
        </w:rPr>
      </w:pPr>
      <w:r w:rsidRPr="00857D4E">
        <w:rPr>
          <w:rStyle w:val="FootnoteReference"/>
          <w:rFonts w:ascii="Arial" w:hAnsi="Arial" w:cs="Arial"/>
          <w:sz w:val="18"/>
        </w:rPr>
        <w:footnoteRef/>
      </w:r>
      <w:r w:rsidRPr="00857D4E">
        <w:rPr>
          <w:rFonts w:ascii="Arial" w:hAnsi="Arial" w:cs="Arial"/>
          <w:sz w:val="18"/>
        </w:rPr>
        <w:t xml:space="preserve"> Section 127 of the TAA.</w:t>
      </w:r>
    </w:p>
  </w:footnote>
  <w:footnote w:id="42">
    <w:p w:rsidR="007C0C4D" w:rsidRPr="00857D4E" w:rsidRDefault="007C0C4D" w:rsidP="007C0C4D">
      <w:pPr>
        <w:pStyle w:val="FootnoteText"/>
        <w:rPr>
          <w:rFonts w:ascii="Arial" w:hAnsi="Arial" w:cs="Arial"/>
          <w:sz w:val="18"/>
        </w:rPr>
      </w:pPr>
      <w:r w:rsidRPr="00857D4E">
        <w:rPr>
          <w:rStyle w:val="FootnoteReference"/>
          <w:rFonts w:ascii="Arial" w:hAnsi="Arial" w:cs="Arial"/>
          <w:sz w:val="18"/>
        </w:rPr>
        <w:footnoteRef/>
      </w:r>
      <w:r w:rsidRPr="00857D4E">
        <w:rPr>
          <w:rFonts w:ascii="Arial" w:hAnsi="Arial" w:cs="Arial"/>
          <w:sz w:val="18"/>
        </w:rPr>
        <w:t xml:space="preserve"> Section 127 of the TAA.</w:t>
      </w:r>
    </w:p>
  </w:footnote>
  <w:footnote w:id="43">
    <w:p w:rsidR="007C0C4D" w:rsidRDefault="007C0C4D" w:rsidP="007C0C4D">
      <w:pPr>
        <w:pStyle w:val="FootnoteText"/>
        <w:rPr>
          <w:rFonts w:ascii="Tahoma" w:hAnsi="Tahoma"/>
          <w:sz w:val="18"/>
        </w:rPr>
      </w:pPr>
      <w:r w:rsidRPr="00857D4E">
        <w:rPr>
          <w:rStyle w:val="FootnoteReference"/>
          <w:rFonts w:ascii="Arial" w:hAnsi="Arial" w:cs="Arial"/>
          <w:sz w:val="18"/>
        </w:rPr>
        <w:footnoteRef/>
      </w:r>
      <w:r w:rsidRPr="00857D4E">
        <w:rPr>
          <w:rFonts w:ascii="Arial" w:hAnsi="Arial" w:cs="Arial"/>
          <w:sz w:val="18"/>
        </w:rPr>
        <w:t xml:space="preserve"> Section 126</w:t>
      </w:r>
      <w:r>
        <w:rPr>
          <w:rFonts w:ascii="Arial" w:hAnsi="Arial" w:cs="Arial"/>
          <w:sz w:val="18"/>
        </w:rPr>
        <w:t>(3)</w:t>
      </w:r>
      <w:r w:rsidRPr="00857D4E">
        <w:rPr>
          <w:rFonts w:ascii="Arial" w:hAnsi="Arial" w:cs="Arial"/>
          <w:sz w:val="18"/>
        </w:rPr>
        <w:t xml:space="preserve"> of the TAA.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945A49" w:rsidP="00763A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45A49" w:rsidRDefault="00945A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Pr="003765CD" w:rsidRDefault="00945A49"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A49" w:rsidRDefault="00AF173A" w:rsidP="0019571B">
    <w:pPr>
      <w:pStyle w:val="NTTHeaderInfo"/>
      <w:rPr>
        <w:b/>
        <w:noProof/>
      </w:rPr>
    </w:pPr>
    <w:r>
      <w:rPr>
        <w:noProof/>
      </w:rPr>
      <w:drawing>
        <wp:anchor distT="0" distB="0" distL="114300" distR="114300" simplePos="0" relativeHeight="251657728" behindDoc="1" locked="0" layoutInCell="1" allowOverlap="1">
          <wp:simplePos x="0" y="0"/>
          <wp:positionH relativeFrom="column">
            <wp:posOffset>-539115</wp:posOffset>
          </wp:positionH>
          <wp:positionV relativeFrom="paragraph">
            <wp:posOffset>-179070</wp:posOffset>
          </wp:positionV>
          <wp:extent cx="7210425" cy="898525"/>
          <wp:effectExtent l="0" t="0" r="0" b="0"/>
          <wp:wrapThrough wrapText="bothSides">
            <wp:wrapPolygon edited="0">
              <wp:start x="0" y="0"/>
              <wp:lineTo x="0" y="21066"/>
              <wp:lineTo x="21571" y="21066"/>
              <wp:lineTo x="21571" y="0"/>
              <wp:lineTo x="0" y="0"/>
            </wp:wrapPolygon>
          </wp:wrapThrough>
          <wp:docPr id="5" name="Picture 5" descr="DT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T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0425"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5A49" w:rsidRDefault="00945A49" w:rsidP="0019571B">
    <w:pPr>
      <w:pStyle w:val="NTTHeaderInfo"/>
      <w:rPr>
        <w:b/>
        <w:noProof/>
      </w:rPr>
    </w:pPr>
  </w:p>
  <w:p w:rsidR="00945A49" w:rsidRDefault="00945A49" w:rsidP="0019571B">
    <w:pPr>
      <w:pStyle w:val="NTTHeaderInfo"/>
      <w:rPr>
        <w:b/>
        <w:noProof/>
      </w:rPr>
    </w:pPr>
  </w:p>
  <w:p w:rsidR="00945A49" w:rsidRDefault="00945A49">
    <w:pPr>
      <w:pStyle w:val="Header"/>
    </w:pPr>
  </w:p>
  <w:p w:rsidR="00945A49" w:rsidRDefault="00945A49">
    <w:pPr>
      <w:pStyle w:val="Header"/>
    </w:pPr>
  </w:p>
  <w:p w:rsidR="00945A49" w:rsidRDefault="00945A49">
    <w:pPr>
      <w:pStyle w:val="Header"/>
    </w:pPr>
  </w:p>
  <w:p w:rsidR="00F65356" w:rsidRDefault="00F653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74482B0"/>
    <w:lvl w:ilvl="0">
      <w:start w:val="1"/>
      <w:numFmt w:val="decimal"/>
      <w:pStyle w:val="ListNumber"/>
      <w:lvlText w:val="%1."/>
      <w:lvlJc w:val="left"/>
      <w:pPr>
        <w:tabs>
          <w:tab w:val="num" w:pos="360"/>
        </w:tabs>
        <w:ind w:left="360" w:hanging="360"/>
      </w:pPr>
    </w:lvl>
  </w:abstractNum>
  <w:abstractNum w:abstractNumId="1">
    <w:nsid w:val="02D310B8"/>
    <w:multiLevelType w:val="multilevel"/>
    <w:tmpl w:val="6DA248D0"/>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D593059"/>
    <w:multiLevelType w:val="multilevel"/>
    <w:tmpl w:val="88F6EEB2"/>
    <w:numStyleLink w:val="Text"/>
  </w:abstractNum>
  <w:abstractNum w:abstractNumId="3">
    <w:nsid w:val="0EDA06D3"/>
    <w:multiLevelType w:val="multilevel"/>
    <w:tmpl w:val="74D6A22E"/>
    <w:name w:val="CircBulNoi"/>
    <w:lvl w:ilvl="0">
      <w:start w:val="1"/>
      <w:numFmt w:val="decimal"/>
      <w:pStyle w:val="CircularNoBullets"/>
      <w:lvlText w:val="%1."/>
      <w:lvlJc w:val="left"/>
      <w:pPr>
        <w:tabs>
          <w:tab w:val="num" w:pos="680"/>
        </w:tabs>
        <w:ind w:left="680" w:hanging="680"/>
      </w:pPr>
    </w:lvl>
    <w:lvl w:ilvl="1">
      <w:start w:val="1"/>
      <w:numFmt w:val="lowerLetter"/>
      <w:lvlText w:val="%2)"/>
      <w:lvlJc w:val="left"/>
      <w:pPr>
        <w:tabs>
          <w:tab w:val="num" w:pos="1494"/>
        </w:tabs>
        <w:ind w:left="851" w:firstLine="283"/>
      </w:pPr>
    </w:lvl>
    <w:lvl w:ilvl="2">
      <w:start w:val="1"/>
      <w:numFmt w:val="lowerRoman"/>
      <w:lvlText w:val="%3)"/>
      <w:lvlJc w:val="left"/>
      <w:pPr>
        <w:tabs>
          <w:tab w:val="num" w:pos="2138"/>
        </w:tabs>
        <w:ind w:left="1134" w:firstLine="284"/>
      </w:pPr>
    </w:lvl>
    <w:lvl w:ilvl="3">
      <w:start w:val="1"/>
      <w:numFmt w:val="decimal"/>
      <w:lvlText w:val="(%4)"/>
      <w:lvlJc w:val="left"/>
      <w:pPr>
        <w:tabs>
          <w:tab w:val="num" w:pos="1440"/>
        </w:tabs>
        <w:ind w:left="1440" w:hanging="360"/>
      </w:pPr>
    </w:lvl>
    <w:lvl w:ilvl="4">
      <w:start w:val="1"/>
      <w:numFmt w:val="lowerLetter"/>
      <w:lvlText w:val="(%5)"/>
      <w:lvlJc w:val="left"/>
      <w:pPr>
        <w:tabs>
          <w:tab w:val="num" w:pos="1134"/>
        </w:tabs>
        <w:ind w:left="1134" w:hanging="454"/>
      </w:pPr>
    </w:lvl>
    <w:lvl w:ilvl="5">
      <w:start w:val="1"/>
      <w:numFmt w:val="lowerRoman"/>
      <w:lvlText w:val="(%6)"/>
      <w:lvlJc w:val="left"/>
      <w:pPr>
        <w:tabs>
          <w:tab w:val="num" w:pos="2138"/>
        </w:tabs>
        <w:ind w:left="1134" w:firstLine="284"/>
      </w:pPr>
    </w:lvl>
    <w:lvl w:ilvl="6">
      <w:start w:val="1"/>
      <w:numFmt w:val="lowerRoman"/>
      <w:lvlText w:val="(%7)"/>
      <w:lvlJc w:val="left"/>
      <w:pPr>
        <w:tabs>
          <w:tab w:val="num" w:pos="288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FC94AA2"/>
    <w:multiLevelType w:val="singleLevel"/>
    <w:tmpl w:val="25184BCA"/>
    <w:lvl w:ilvl="0">
      <w:start w:val="1"/>
      <w:numFmt w:val="decimal"/>
      <w:lvlText w:val="(%1)"/>
      <w:lvlJc w:val="left"/>
      <w:pPr>
        <w:tabs>
          <w:tab w:val="num" w:pos="375"/>
        </w:tabs>
        <w:ind w:left="375" w:hanging="375"/>
      </w:pPr>
      <w:rPr>
        <w:rFonts w:hint="default"/>
      </w:rPr>
    </w:lvl>
  </w:abstractNum>
  <w:abstractNum w:abstractNumId="5">
    <w:nsid w:val="1E903CE7"/>
    <w:multiLevelType w:val="multilevel"/>
    <w:tmpl w:val="88F6EEB2"/>
    <w:styleLink w:val="Text"/>
    <w:lvl w:ilvl="0">
      <w:start w:val="1"/>
      <w:numFmt w:val="decimal"/>
      <w:pStyle w:val="BlockText"/>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nsid w:val="2F685FDC"/>
    <w:multiLevelType w:val="hybridMultilevel"/>
    <w:tmpl w:val="6AC2EBD2"/>
    <w:lvl w:ilvl="0" w:tplc="C4966800">
      <w:start w:val="1"/>
      <w:numFmt w:val="decimal"/>
      <w:lvlText w:val="%1)"/>
      <w:lvlJc w:val="left"/>
      <w:pPr>
        <w:tabs>
          <w:tab w:val="num" w:pos="1800"/>
        </w:tabs>
        <w:ind w:left="1800" w:hanging="720"/>
      </w:pPr>
      <w:rPr>
        <w:rFonts w:hint="default"/>
      </w:rPr>
    </w:lvl>
    <w:lvl w:ilvl="1" w:tplc="0C090019" w:tentative="1">
      <w:start w:val="1"/>
      <w:numFmt w:val="lowerLetter"/>
      <w:lvlText w:val="%2."/>
      <w:lvlJc w:val="left"/>
      <w:pPr>
        <w:tabs>
          <w:tab w:val="num" w:pos="2160"/>
        </w:tabs>
        <w:ind w:left="2160" w:hanging="360"/>
      </w:pPr>
    </w:lvl>
    <w:lvl w:ilvl="2" w:tplc="0C09001B" w:tentative="1">
      <w:start w:val="1"/>
      <w:numFmt w:val="lowerRoman"/>
      <w:lvlText w:val="%3."/>
      <w:lvlJc w:val="right"/>
      <w:pPr>
        <w:tabs>
          <w:tab w:val="num" w:pos="2880"/>
        </w:tabs>
        <w:ind w:left="2880" w:hanging="180"/>
      </w:pPr>
    </w:lvl>
    <w:lvl w:ilvl="3" w:tplc="0C09000F" w:tentative="1">
      <w:start w:val="1"/>
      <w:numFmt w:val="decimal"/>
      <w:lvlText w:val="%4."/>
      <w:lvlJc w:val="left"/>
      <w:pPr>
        <w:tabs>
          <w:tab w:val="num" w:pos="3600"/>
        </w:tabs>
        <w:ind w:left="3600" w:hanging="360"/>
      </w:pPr>
    </w:lvl>
    <w:lvl w:ilvl="4" w:tplc="0C090019" w:tentative="1">
      <w:start w:val="1"/>
      <w:numFmt w:val="lowerLetter"/>
      <w:lvlText w:val="%5."/>
      <w:lvlJc w:val="left"/>
      <w:pPr>
        <w:tabs>
          <w:tab w:val="num" w:pos="4320"/>
        </w:tabs>
        <w:ind w:left="4320" w:hanging="360"/>
      </w:pPr>
    </w:lvl>
    <w:lvl w:ilvl="5" w:tplc="0C09001B" w:tentative="1">
      <w:start w:val="1"/>
      <w:numFmt w:val="lowerRoman"/>
      <w:lvlText w:val="%6."/>
      <w:lvlJc w:val="right"/>
      <w:pPr>
        <w:tabs>
          <w:tab w:val="num" w:pos="5040"/>
        </w:tabs>
        <w:ind w:left="5040" w:hanging="180"/>
      </w:pPr>
    </w:lvl>
    <w:lvl w:ilvl="6" w:tplc="0C09000F" w:tentative="1">
      <w:start w:val="1"/>
      <w:numFmt w:val="decimal"/>
      <w:lvlText w:val="%7."/>
      <w:lvlJc w:val="left"/>
      <w:pPr>
        <w:tabs>
          <w:tab w:val="num" w:pos="5760"/>
        </w:tabs>
        <w:ind w:left="5760" w:hanging="360"/>
      </w:pPr>
    </w:lvl>
    <w:lvl w:ilvl="7" w:tplc="0C090019" w:tentative="1">
      <w:start w:val="1"/>
      <w:numFmt w:val="lowerLetter"/>
      <w:lvlText w:val="%8."/>
      <w:lvlJc w:val="left"/>
      <w:pPr>
        <w:tabs>
          <w:tab w:val="num" w:pos="6480"/>
        </w:tabs>
        <w:ind w:left="6480" w:hanging="360"/>
      </w:pPr>
    </w:lvl>
    <w:lvl w:ilvl="8" w:tplc="0C09001B" w:tentative="1">
      <w:start w:val="1"/>
      <w:numFmt w:val="lowerRoman"/>
      <w:lvlText w:val="%9."/>
      <w:lvlJc w:val="right"/>
      <w:pPr>
        <w:tabs>
          <w:tab w:val="num" w:pos="7200"/>
        </w:tabs>
        <w:ind w:left="7200" w:hanging="180"/>
      </w:pPr>
    </w:lvl>
  </w:abstractNum>
  <w:abstractNum w:abstractNumId="7">
    <w:nsid w:val="3F0D1A6E"/>
    <w:multiLevelType w:val="multilevel"/>
    <w:tmpl w:val="74F6A72C"/>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39B51DF"/>
    <w:multiLevelType w:val="multilevel"/>
    <w:tmpl w:val="0C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9">
    <w:nsid w:val="4A167D1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4F330C0B"/>
    <w:multiLevelType w:val="hybridMultilevel"/>
    <w:tmpl w:val="B6F8C62E"/>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5EED0347"/>
    <w:multiLevelType w:val="hybridMultilevel"/>
    <w:tmpl w:val="DBE6855C"/>
    <w:lvl w:ilvl="0" w:tplc="C4966800">
      <w:start w:val="1"/>
      <w:numFmt w:val="decimal"/>
      <w:lvlText w:val="%1)"/>
      <w:lvlJc w:val="left"/>
      <w:pPr>
        <w:tabs>
          <w:tab w:val="num" w:pos="1800"/>
        </w:tabs>
        <w:ind w:left="1800" w:hanging="720"/>
      </w:pPr>
      <w:rPr>
        <w:rFonts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638B10B7"/>
    <w:multiLevelType w:val="hybridMultilevel"/>
    <w:tmpl w:val="0180C2AA"/>
    <w:lvl w:ilvl="0" w:tplc="992CACAC">
      <w:start w:val="1"/>
      <w:numFmt w:val="decimal"/>
      <w:lvlText w:val="(%1)"/>
      <w:lvlJc w:val="left"/>
      <w:pPr>
        <w:tabs>
          <w:tab w:val="num" w:pos="489"/>
        </w:tabs>
        <w:ind w:left="489" w:hanging="489"/>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66A92CEE"/>
    <w:multiLevelType w:val="hybridMultilevel"/>
    <w:tmpl w:val="CE287D3A"/>
    <w:lvl w:ilvl="0" w:tplc="C4966800">
      <w:start w:val="1"/>
      <w:numFmt w:val="decimal"/>
      <w:lvlText w:val="%1)"/>
      <w:lvlJc w:val="left"/>
      <w:pPr>
        <w:tabs>
          <w:tab w:val="num" w:pos="1800"/>
        </w:tabs>
        <w:ind w:left="1800" w:hanging="720"/>
      </w:pPr>
      <w:rPr>
        <w:rFonts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6E5E6754"/>
    <w:multiLevelType w:val="hybridMultilevel"/>
    <w:tmpl w:val="BD46E0E4"/>
    <w:lvl w:ilvl="0" w:tplc="C4966800">
      <w:start w:val="1"/>
      <w:numFmt w:val="decimal"/>
      <w:lvlText w:val="%1)"/>
      <w:lvlJc w:val="left"/>
      <w:pPr>
        <w:tabs>
          <w:tab w:val="num" w:pos="1800"/>
        </w:tabs>
        <w:ind w:left="1800" w:hanging="720"/>
      </w:pPr>
      <w:rPr>
        <w:rFonts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7294591F"/>
    <w:multiLevelType w:val="multilevel"/>
    <w:tmpl w:val="88F6EEB2"/>
    <w:numStyleLink w:val="Text"/>
  </w:abstractNum>
  <w:abstractNum w:abstractNumId="16">
    <w:nsid w:val="7A45695B"/>
    <w:multiLevelType w:val="hybridMultilevel"/>
    <w:tmpl w:val="1F0C54EC"/>
    <w:lvl w:ilvl="0" w:tplc="C4966800">
      <w:start w:val="1"/>
      <w:numFmt w:val="decimal"/>
      <w:lvlText w:val="%1)"/>
      <w:lvlJc w:val="left"/>
      <w:pPr>
        <w:tabs>
          <w:tab w:val="num" w:pos="1800"/>
        </w:tabs>
        <w:ind w:left="1800" w:hanging="720"/>
      </w:pPr>
      <w:rPr>
        <w:rFonts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7"/>
  </w:num>
  <w:num w:numId="3">
    <w:abstractNumId w:val="5"/>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
    <w:abstractNumId w:val="1"/>
  </w:num>
  <w:num w:numId="5">
    <w:abstractNumId w:val="2"/>
  </w:num>
  <w:num w:numId="6">
    <w:abstractNumId w:val="8"/>
  </w:num>
  <w:num w:numId="7">
    <w:abstractNumId w:val="9"/>
  </w:num>
  <w:num w:numId="8">
    <w:abstractNumId w:val="0"/>
  </w:num>
  <w:num w:numId="9">
    <w:abstractNumId w:val="4"/>
  </w:num>
  <w:num w:numId="10">
    <w:abstractNumId w:val="3"/>
  </w:num>
  <w:num w:numId="11">
    <w:abstractNumId w:val="12"/>
  </w:num>
  <w:num w:numId="12">
    <w:abstractNumId w:val="6"/>
  </w:num>
  <w:num w:numId="13">
    <w:abstractNumId w:val="11"/>
  </w:num>
  <w:num w:numId="14">
    <w:abstractNumId w:val="13"/>
  </w:num>
  <w:num w:numId="15">
    <w:abstractNumId w:val="14"/>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cumentProtection w:edit="readOnly" w:enforcement="1" w:cryptProviderType="rsaFull" w:cryptAlgorithmClass="hash" w:cryptAlgorithmType="typeAny" w:cryptAlgorithmSid="4" w:cryptSpinCount="100000" w:hash="1jh1+osKS1+LVQRJjl9VTw5rkxU=" w:salt="rtMkBYUO9T9XxD9uILm9UA=="/>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C4D"/>
    <w:rsid w:val="000060BF"/>
    <w:rsid w:val="000064CB"/>
    <w:rsid w:val="000104AB"/>
    <w:rsid w:val="00010EEA"/>
    <w:rsid w:val="0002150C"/>
    <w:rsid w:val="00022413"/>
    <w:rsid w:val="00023645"/>
    <w:rsid w:val="00025614"/>
    <w:rsid w:val="000302C0"/>
    <w:rsid w:val="000333C6"/>
    <w:rsid w:val="000376B2"/>
    <w:rsid w:val="000424F1"/>
    <w:rsid w:val="00042BC9"/>
    <w:rsid w:val="00045CCE"/>
    <w:rsid w:val="00046838"/>
    <w:rsid w:val="0005160E"/>
    <w:rsid w:val="00054E58"/>
    <w:rsid w:val="00055A15"/>
    <w:rsid w:val="00055F6E"/>
    <w:rsid w:val="000567BE"/>
    <w:rsid w:val="0005747B"/>
    <w:rsid w:val="00063A93"/>
    <w:rsid w:val="00063EAC"/>
    <w:rsid w:val="00067AE5"/>
    <w:rsid w:val="00070001"/>
    <w:rsid w:val="000755D7"/>
    <w:rsid w:val="00081963"/>
    <w:rsid w:val="00081984"/>
    <w:rsid w:val="000917B2"/>
    <w:rsid w:val="00094613"/>
    <w:rsid w:val="00094D2B"/>
    <w:rsid w:val="000968BE"/>
    <w:rsid w:val="000A058E"/>
    <w:rsid w:val="000A1789"/>
    <w:rsid w:val="000A57FE"/>
    <w:rsid w:val="000A5BAB"/>
    <w:rsid w:val="000A5FAF"/>
    <w:rsid w:val="000A7ABD"/>
    <w:rsid w:val="000B1FE4"/>
    <w:rsid w:val="000C0DD5"/>
    <w:rsid w:val="000C2C04"/>
    <w:rsid w:val="000C3AD0"/>
    <w:rsid w:val="000C5DAB"/>
    <w:rsid w:val="000C5EA8"/>
    <w:rsid w:val="000D21B9"/>
    <w:rsid w:val="000D4683"/>
    <w:rsid w:val="000D727B"/>
    <w:rsid w:val="000D760C"/>
    <w:rsid w:val="000E26E6"/>
    <w:rsid w:val="000E4D8E"/>
    <w:rsid w:val="000F7515"/>
    <w:rsid w:val="00112237"/>
    <w:rsid w:val="001171EA"/>
    <w:rsid w:val="00117E21"/>
    <w:rsid w:val="00117F5D"/>
    <w:rsid w:val="00120400"/>
    <w:rsid w:val="0012101B"/>
    <w:rsid w:val="0012610A"/>
    <w:rsid w:val="001271FF"/>
    <w:rsid w:val="0013250A"/>
    <w:rsid w:val="00134634"/>
    <w:rsid w:val="00135C96"/>
    <w:rsid w:val="001364CD"/>
    <w:rsid w:val="001407E2"/>
    <w:rsid w:val="001422DD"/>
    <w:rsid w:val="001521B6"/>
    <w:rsid w:val="00153959"/>
    <w:rsid w:val="00153AFD"/>
    <w:rsid w:val="001545F9"/>
    <w:rsid w:val="001579C2"/>
    <w:rsid w:val="00160881"/>
    <w:rsid w:val="0016262C"/>
    <w:rsid w:val="00164258"/>
    <w:rsid w:val="00164A3A"/>
    <w:rsid w:val="00166509"/>
    <w:rsid w:val="00176573"/>
    <w:rsid w:val="00177DE9"/>
    <w:rsid w:val="0018229E"/>
    <w:rsid w:val="00184056"/>
    <w:rsid w:val="00184984"/>
    <w:rsid w:val="00184B7C"/>
    <w:rsid w:val="00187674"/>
    <w:rsid w:val="00192F6F"/>
    <w:rsid w:val="0019571B"/>
    <w:rsid w:val="00196C1B"/>
    <w:rsid w:val="001971A1"/>
    <w:rsid w:val="0019771F"/>
    <w:rsid w:val="001A2146"/>
    <w:rsid w:val="001A6196"/>
    <w:rsid w:val="001B71AE"/>
    <w:rsid w:val="001B7AC7"/>
    <w:rsid w:val="001C422C"/>
    <w:rsid w:val="001C4568"/>
    <w:rsid w:val="001D27E9"/>
    <w:rsid w:val="001D4089"/>
    <w:rsid w:val="001D5A9F"/>
    <w:rsid w:val="001D6742"/>
    <w:rsid w:val="001D69E9"/>
    <w:rsid w:val="001D7DC4"/>
    <w:rsid w:val="001E3578"/>
    <w:rsid w:val="001E6135"/>
    <w:rsid w:val="001F4991"/>
    <w:rsid w:val="001F5273"/>
    <w:rsid w:val="001F60FE"/>
    <w:rsid w:val="001F6B23"/>
    <w:rsid w:val="001F7B6E"/>
    <w:rsid w:val="0020232B"/>
    <w:rsid w:val="00204372"/>
    <w:rsid w:val="002048E7"/>
    <w:rsid w:val="00207E37"/>
    <w:rsid w:val="00210686"/>
    <w:rsid w:val="002115E6"/>
    <w:rsid w:val="00211ADE"/>
    <w:rsid w:val="00215A9D"/>
    <w:rsid w:val="0021684D"/>
    <w:rsid w:val="00220E1E"/>
    <w:rsid w:val="00221114"/>
    <w:rsid w:val="0022361B"/>
    <w:rsid w:val="00224644"/>
    <w:rsid w:val="0022584E"/>
    <w:rsid w:val="002306CE"/>
    <w:rsid w:val="0023083D"/>
    <w:rsid w:val="002374AC"/>
    <w:rsid w:val="00237B7C"/>
    <w:rsid w:val="0024111E"/>
    <w:rsid w:val="00242910"/>
    <w:rsid w:val="002433B4"/>
    <w:rsid w:val="002440CC"/>
    <w:rsid w:val="0024555A"/>
    <w:rsid w:val="002466CE"/>
    <w:rsid w:val="002524C0"/>
    <w:rsid w:val="002526A8"/>
    <w:rsid w:val="00252EA3"/>
    <w:rsid w:val="0025439F"/>
    <w:rsid w:val="002545A4"/>
    <w:rsid w:val="002546CB"/>
    <w:rsid w:val="002548C6"/>
    <w:rsid w:val="002555DE"/>
    <w:rsid w:val="00262A89"/>
    <w:rsid w:val="00271740"/>
    <w:rsid w:val="0027710E"/>
    <w:rsid w:val="002863EF"/>
    <w:rsid w:val="00295BEF"/>
    <w:rsid w:val="00297E74"/>
    <w:rsid w:val="002A03A5"/>
    <w:rsid w:val="002A3775"/>
    <w:rsid w:val="002A5567"/>
    <w:rsid w:val="002A5623"/>
    <w:rsid w:val="002A7D1F"/>
    <w:rsid w:val="002B1738"/>
    <w:rsid w:val="002C0386"/>
    <w:rsid w:val="002C1DA7"/>
    <w:rsid w:val="002C267D"/>
    <w:rsid w:val="002D116F"/>
    <w:rsid w:val="002D4686"/>
    <w:rsid w:val="002D6B9D"/>
    <w:rsid w:val="002D7B81"/>
    <w:rsid w:val="002E1CE1"/>
    <w:rsid w:val="00301586"/>
    <w:rsid w:val="00307F79"/>
    <w:rsid w:val="00311AB6"/>
    <w:rsid w:val="00314B99"/>
    <w:rsid w:val="00314C98"/>
    <w:rsid w:val="00314E75"/>
    <w:rsid w:val="00323FDD"/>
    <w:rsid w:val="003254D3"/>
    <w:rsid w:val="00327C11"/>
    <w:rsid w:val="00330CA3"/>
    <w:rsid w:val="00332D45"/>
    <w:rsid w:val="00340212"/>
    <w:rsid w:val="00343BDF"/>
    <w:rsid w:val="003455BA"/>
    <w:rsid w:val="003458E7"/>
    <w:rsid w:val="00350C52"/>
    <w:rsid w:val="00350DA3"/>
    <w:rsid w:val="0035373D"/>
    <w:rsid w:val="00354185"/>
    <w:rsid w:val="00354627"/>
    <w:rsid w:val="00355A73"/>
    <w:rsid w:val="00355AD3"/>
    <w:rsid w:val="003566B4"/>
    <w:rsid w:val="003627B1"/>
    <w:rsid w:val="003649F0"/>
    <w:rsid w:val="00364D5F"/>
    <w:rsid w:val="00365875"/>
    <w:rsid w:val="003659AD"/>
    <w:rsid w:val="00371470"/>
    <w:rsid w:val="00371523"/>
    <w:rsid w:val="00371DC6"/>
    <w:rsid w:val="00371E1A"/>
    <w:rsid w:val="003765CD"/>
    <w:rsid w:val="00385103"/>
    <w:rsid w:val="00386424"/>
    <w:rsid w:val="00386D5A"/>
    <w:rsid w:val="0038749B"/>
    <w:rsid w:val="00393DD6"/>
    <w:rsid w:val="00394D70"/>
    <w:rsid w:val="0039737A"/>
    <w:rsid w:val="003A525E"/>
    <w:rsid w:val="003A7455"/>
    <w:rsid w:val="003B21D5"/>
    <w:rsid w:val="003B4A50"/>
    <w:rsid w:val="003B4C4C"/>
    <w:rsid w:val="003B680A"/>
    <w:rsid w:val="003C1073"/>
    <w:rsid w:val="003C5FA7"/>
    <w:rsid w:val="003C6832"/>
    <w:rsid w:val="003D0F41"/>
    <w:rsid w:val="003D26A8"/>
    <w:rsid w:val="003D3D24"/>
    <w:rsid w:val="003D400C"/>
    <w:rsid w:val="003D5245"/>
    <w:rsid w:val="003E23F6"/>
    <w:rsid w:val="003E5274"/>
    <w:rsid w:val="003E62DE"/>
    <w:rsid w:val="003F581A"/>
    <w:rsid w:val="003F5E2C"/>
    <w:rsid w:val="003F70DD"/>
    <w:rsid w:val="003F7195"/>
    <w:rsid w:val="003F73D3"/>
    <w:rsid w:val="003F7433"/>
    <w:rsid w:val="003F7BDE"/>
    <w:rsid w:val="00401F0A"/>
    <w:rsid w:val="004050CF"/>
    <w:rsid w:val="0041111B"/>
    <w:rsid w:val="004124F6"/>
    <w:rsid w:val="00412F76"/>
    <w:rsid w:val="004130A1"/>
    <w:rsid w:val="0041454C"/>
    <w:rsid w:val="004154A9"/>
    <w:rsid w:val="0041637D"/>
    <w:rsid w:val="0041795D"/>
    <w:rsid w:val="00424DCE"/>
    <w:rsid w:val="004302A2"/>
    <w:rsid w:val="00430725"/>
    <w:rsid w:val="00431E0A"/>
    <w:rsid w:val="00432945"/>
    <w:rsid w:val="00434F1E"/>
    <w:rsid w:val="00435A99"/>
    <w:rsid w:val="004362E6"/>
    <w:rsid w:val="004379E6"/>
    <w:rsid w:val="004407DC"/>
    <w:rsid w:val="0045415A"/>
    <w:rsid w:val="0045697A"/>
    <w:rsid w:val="00456CDA"/>
    <w:rsid w:val="004572A6"/>
    <w:rsid w:val="00461243"/>
    <w:rsid w:val="00463743"/>
    <w:rsid w:val="004646F7"/>
    <w:rsid w:val="00465AB2"/>
    <w:rsid w:val="00466FB5"/>
    <w:rsid w:val="00470036"/>
    <w:rsid w:val="004707BC"/>
    <w:rsid w:val="004726D4"/>
    <w:rsid w:val="00473F14"/>
    <w:rsid w:val="004742EA"/>
    <w:rsid w:val="004743B6"/>
    <w:rsid w:val="00474B80"/>
    <w:rsid w:val="00476314"/>
    <w:rsid w:val="00481917"/>
    <w:rsid w:val="00481F7B"/>
    <w:rsid w:val="00482184"/>
    <w:rsid w:val="00482BD1"/>
    <w:rsid w:val="00482C30"/>
    <w:rsid w:val="00490396"/>
    <w:rsid w:val="0049040E"/>
    <w:rsid w:val="004909A0"/>
    <w:rsid w:val="00492379"/>
    <w:rsid w:val="004941E5"/>
    <w:rsid w:val="00494D6F"/>
    <w:rsid w:val="004A5CE6"/>
    <w:rsid w:val="004A60E1"/>
    <w:rsid w:val="004B003D"/>
    <w:rsid w:val="004B39EB"/>
    <w:rsid w:val="004B4B9D"/>
    <w:rsid w:val="004C0D46"/>
    <w:rsid w:val="004C12DE"/>
    <w:rsid w:val="004C5782"/>
    <w:rsid w:val="004C5891"/>
    <w:rsid w:val="004C6027"/>
    <w:rsid w:val="004D04AA"/>
    <w:rsid w:val="004D3B44"/>
    <w:rsid w:val="004E09CA"/>
    <w:rsid w:val="004E391B"/>
    <w:rsid w:val="004E502F"/>
    <w:rsid w:val="004E559C"/>
    <w:rsid w:val="004E5F24"/>
    <w:rsid w:val="004E69E8"/>
    <w:rsid w:val="004F103E"/>
    <w:rsid w:val="00500BE6"/>
    <w:rsid w:val="0050534D"/>
    <w:rsid w:val="0051194C"/>
    <w:rsid w:val="00513926"/>
    <w:rsid w:val="00516D27"/>
    <w:rsid w:val="00517382"/>
    <w:rsid w:val="005205CA"/>
    <w:rsid w:val="00520F76"/>
    <w:rsid w:val="00522191"/>
    <w:rsid w:val="00525881"/>
    <w:rsid w:val="0052614B"/>
    <w:rsid w:val="0052675D"/>
    <w:rsid w:val="00526B7A"/>
    <w:rsid w:val="00530165"/>
    <w:rsid w:val="005302CE"/>
    <w:rsid w:val="00532754"/>
    <w:rsid w:val="00536F37"/>
    <w:rsid w:val="00537837"/>
    <w:rsid w:val="005400EA"/>
    <w:rsid w:val="005419BC"/>
    <w:rsid w:val="005428F8"/>
    <w:rsid w:val="00542966"/>
    <w:rsid w:val="00545D20"/>
    <w:rsid w:val="005475C0"/>
    <w:rsid w:val="00547681"/>
    <w:rsid w:val="00551CBC"/>
    <w:rsid w:val="00555249"/>
    <w:rsid w:val="0056224B"/>
    <w:rsid w:val="005628C3"/>
    <w:rsid w:val="00566890"/>
    <w:rsid w:val="00570450"/>
    <w:rsid w:val="005707AB"/>
    <w:rsid w:val="00572867"/>
    <w:rsid w:val="00573A16"/>
    <w:rsid w:val="0058140E"/>
    <w:rsid w:val="00581D64"/>
    <w:rsid w:val="00582D7B"/>
    <w:rsid w:val="005855C5"/>
    <w:rsid w:val="0058646E"/>
    <w:rsid w:val="00587446"/>
    <w:rsid w:val="00592552"/>
    <w:rsid w:val="00596353"/>
    <w:rsid w:val="00596B7E"/>
    <w:rsid w:val="005A0101"/>
    <w:rsid w:val="005A6A98"/>
    <w:rsid w:val="005A6EAB"/>
    <w:rsid w:val="005B03D6"/>
    <w:rsid w:val="005B3B6D"/>
    <w:rsid w:val="005B419B"/>
    <w:rsid w:val="005B43D5"/>
    <w:rsid w:val="005B4B9A"/>
    <w:rsid w:val="005B5511"/>
    <w:rsid w:val="005D0992"/>
    <w:rsid w:val="005D4468"/>
    <w:rsid w:val="005D54FC"/>
    <w:rsid w:val="005E5A0B"/>
    <w:rsid w:val="005E722D"/>
    <w:rsid w:val="005F0CAA"/>
    <w:rsid w:val="005F1765"/>
    <w:rsid w:val="005F21D9"/>
    <w:rsid w:val="005F2627"/>
    <w:rsid w:val="006023B8"/>
    <w:rsid w:val="0060284F"/>
    <w:rsid w:val="006034B6"/>
    <w:rsid w:val="00605813"/>
    <w:rsid w:val="00605CAB"/>
    <w:rsid w:val="006102F8"/>
    <w:rsid w:val="00612FBB"/>
    <w:rsid w:val="0061625F"/>
    <w:rsid w:val="006226DC"/>
    <w:rsid w:val="00623756"/>
    <w:rsid w:val="00624CDA"/>
    <w:rsid w:val="00626B28"/>
    <w:rsid w:val="00630FFB"/>
    <w:rsid w:val="00632A1A"/>
    <w:rsid w:val="006341FE"/>
    <w:rsid w:val="00634CF3"/>
    <w:rsid w:val="00635C62"/>
    <w:rsid w:val="00635F78"/>
    <w:rsid w:val="00645230"/>
    <w:rsid w:val="00645F0D"/>
    <w:rsid w:val="006501B7"/>
    <w:rsid w:val="00654280"/>
    <w:rsid w:val="006552F7"/>
    <w:rsid w:val="006575EA"/>
    <w:rsid w:val="0066709F"/>
    <w:rsid w:val="006831AE"/>
    <w:rsid w:val="006844BF"/>
    <w:rsid w:val="0069461E"/>
    <w:rsid w:val="006A21A5"/>
    <w:rsid w:val="006A30C4"/>
    <w:rsid w:val="006A356D"/>
    <w:rsid w:val="006B002A"/>
    <w:rsid w:val="006B0776"/>
    <w:rsid w:val="006B19DB"/>
    <w:rsid w:val="006B3D13"/>
    <w:rsid w:val="006B455C"/>
    <w:rsid w:val="006B605D"/>
    <w:rsid w:val="006B7698"/>
    <w:rsid w:val="006C05D0"/>
    <w:rsid w:val="006C1229"/>
    <w:rsid w:val="006C12B1"/>
    <w:rsid w:val="006C360A"/>
    <w:rsid w:val="006D0C05"/>
    <w:rsid w:val="006D19A1"/>
    <w:rsid w:val="006D34E1"/>
    <w:rsid w:val="006D7D4A"/>
    <w:rsid w:val="006E03DB"/>
    <w:rsid w:val="006E0735"/>
    <w:rsid w:val="006E32F6"/>
    <w:rsid w:val="006E3A88"/>
    <w:rsid w:val="006E3FC6"/>
    <w:rsid w:val="006E79AA"/>
    <w:rsid w:val="006F165D"/>
    <w:rsid w:val="006F1AB6"/>
    <w:rsid w:val="006F56AA"/>
    <w:rsid w:val="006F5C85"/>
    <w:rsid w:val="00700C9F"/>
    <w:rsid w:val="00703666"/>
    <w:rsid w:val="0070603B"/>
    <w:rsid w:val="00706F00"/>
    <w:rsid w:val="00713E0D"/>
    <w:rsid w:val="00720153"/>
    <w:rsid w:val="00724967"/>
    <w:rsid w:val="00731530"/>
    <w:rsid w:val="00736DB7"/>
    <w:rsid w:val="0074419C"/>
    <w:rsid w:val="007445E4"/>
    <w:rsid w:val="007501B1"/>
    <w:rsid w:val="0075176D"/>
    <w:rsid w:val="0075179B"/>
    <w:rsid w:val="0075432A"/>
    <w:rsid w:val="007553B7"/>
    <w:rsid w:val="00755BFC"/>
    <w:rsid w:val="007572CE"/>
    <w:rsid w:val="00757465"/>
    <w:rsid w:val="00761932"/>
    <w:rsid w:val="00762067"/>
    <w:rsid w:val="007626BC"/>
    <w:rsid w:val="00762918"/>
    <w:rsid w:val="00762969"/>
    <w:rsid w:val="00763A20"/>
    <w:rsid w:val="00767E45"/>
    <w:rsid w:val="007719DE"/>
    <w:rsid w:val="007735E7"/>
    <w:rsid w:val="00773B36"/>
    <w:rsid w:val="00777491"/>
    <w:rsid w:val="00780551"/>
    <w:rsid w:val="00780F8C"/>
    <w:rsid w:val="007817A1"/>
    <w:rsid w:val="007829AE"/>
    <w:rsid w:val="007830AD"/>
    <w:rsid w:val="00784A94"/>
    <w:rsid w:val="00787076"/>
    <w:rsid w:val="00791ACA"/>
    <w:rsid w:val="00794B3A"/>
    <w:rsid w:val="00797A22"/>
    <w:rsid w:val="007A07E8"/>
    <w:rsid w:val="007A442B"/>
    <w:rsid w:val="007A553D"/>
    <w:rsid w:val="007B1307"/>
    <w:rsid w:val="007B51DD"/>
    <w:rsid w:val="007B7CC0"/>
    <w:rsid w:val="007C0C4D"/>
    <w:rsid w:val="007C0E96"/>
    <w:rsid w:val="007C1D40"/>
    <w:rsid w:val="007C4B87"/>
    <w:rsid w:val="007C62CA"/>
    <w:rsid w:val="007C71F4"/>
    <w:rsid w:val="007D290F"/>
    <w:rsid w:val="007D34CA"/>
    <w:rsid w:val="007D40A4"/>
    <w:rsid w:val="007D4D03"/>
    <w:rsid w:val="007D7071"/>
    <w:rsid w:val="007E4470"/>
    <w:rsid w:val="007E55A1"/>
    <w:rsid w:val="007E6321"/>
    <w:rsid w:val="007E6726"/>
    <w:rsid w:val="007F0790"/>
    <w:rsid w:val="007F10F3"/>
    <w:rsid w:val="007F23CE"/>
    <w:rsid w:val="007F3D47"/>
    <w:rsid w:val="007F458D"/>
    <w:rsid w:val="007F5FDB"/>
    <w:rsid w:val="007F658A"/>
    <w:rsid w:val="007F78D8"/>
    <w:rsid w:val="008049A2"/>
    <w:rsid w:val="00807DD2"/>
    <w:rsid w:val="0081131C"/>
    <w:rsid w:val="00821BA6"/>
    <w:rsid w:val="00824BAA"/>
    <w:rsid w:val="00824DF7"/>
    <w:rsid w:val="00827A50"/>
    <w:rsid w:val="008323D0"/>
    <w:rsid w:val="00832DC1"/>
    <w:rsid w:val="0084462A"/>
    <w:rsid w:val="008525BF"/>
    <w:rsid w:val="00854345"/>
    <w:rsid w:val="00855DA8"/>
    <w:rsid w:val="008618DE"/>
    <w:rsid w:val="008642D5"/>
    <w:rsid w:val="00864645"/>
    <w:rsid w:val="00865384"/>
    <w:rsid w:val="00866773"/>
    <w:rsid w:val="0087136D"/>
    <w:rsid w:val="00874692"/>
    <w:rsid w:val="00875635"/>
    <w:rsid w:val="00880CC9"/>
    <w:rsid w:val="00882F9D"/>
    <w:rsid w:val="0088327C"/>
    <w:rsid w:val="0088762D"/>
    <w:rsid w:val="008877ED"/>
    <w:rsid w:val="00890996"/>
    <w:rsid w:val="00890DB6"/>
    <w:rsid w:val="008933D8"/>
    <w:rsid w:val="008A0085"/>
    <w:rsid w:val="008A0833"/>
    <w:rsid w:val="008A0912"/>
    <w:rsid w:val="008A0DC2"/>
    <w:rsid w:val="008A3E60"/>
    <w:rsid w:val="008A43A5"/>
    <w:rsid w:val="008A7265"/>
    <w:rsid w:val="008B23E9"/>
    <w:rsid w:val="008B3039"/>
    <w:rsid w:val="008C0559"/>
    <w:rsid w:val="008C1207"/>
    <w:rsid w:val="008C3763"/>
    <w:rsid w:val="008D038F"/>
    <w:rsid w:val="008D0BA9"/>
    <w:rsid w:val="008D2392"/>
    <w:rsid w:val="008D5BB0"/>
    <w:rsid w:val="008D7117"/>
    <w:rsid w:val="008D7A73"/>
    <w:rsid w:val="008E1DC7"/>
    <w:rsid w:val="008E5AC0"/>
    <w:rsid w:val="008E6244"/>
    <w:rsid w:val="008F2A38"/>
    <w:rsid w:val="008F3E64"/>
    <w:rsid w:val="008F4FF6"/>
    <w:rsid w:val="008F5DAC"/>
    <w:rsid w:val="008F7654"/>
    <w:rsid w:val="0090131A"/>
    <w:rsid w:val="00902884"/>
    <w:rsid w:val="00903EAE"/>
    <w:rsid w:val="009069DD"/>
    <w:rsid w:val="0091589D"/>
    <w:rsid w:val="009312EE"/>
    <w:rsid w:val="00931A46"/>
    <w:rsid w:val="009329EC"/>
    <w:rsid w:val="009342C0"/>
    <w:rsid w:val="00944373"/>
    <w:rsid w:val="00944463"/>
    <w:rsid w:val="0094548B"/>
    <w:rsid w:val="00945A49"/>
    <w:rsid w:val="00947358"/>
    <w:rsid w:val="00951504"/>
    <w:rsid w:val="00955AC5"/>
    <w:rsid w:val="00956834"/>
    <w:rsid w:val="0096299F"/>
    <w:rsid w:val="00966B8B"/>
    <w:rsid w:val="00971B1A"/>
    <w:rsid w:val="00972562"/>
    <w:rsid w:val="0097383F"/>
    <w:rsid w:val="00981A37"/>
    <w:rsid w:val="00981DD0"/>
    <w:rsid w:val="009912B8"/>
    <w:rsid w:val="00993121"/>
    <w:rsid w:val="0099370B"/>
    <w:rsid w:val="00993BA5"/>
    <w:rsid w:val="009A4C0F"/>
    <w:rsid w:val="009A5957"/>
    <w:rsid w:val="009A5B4C"/>
    <w:rsid w:val="009A75A0"/>
    <w:rsid w:val="009B08B2"/>
    <w:rsid w:val="009B13A1"/>
    <w:rsid w:val="009B1546"/>
    <w:rsid w:val="009B1644"/>
    <w:rsid w:val="009C414E"/>
    <w:rsid w:val="009D0425"/>
    <w:rsid w:val="009D1CC1"/>
    <w:rsid w:val="009D385D"/>
    <w:rsid w:val="009D5D56"/>
    <w:rsid w:val="009D5DA2"/>
    <w:rsid w:val="009E0273"/>
    <w:rsid w:val="009E1CE4"/>
    <w:rsid w:val="009E2103"/>
    <w:rsid w:val="009E21DC"/>
    <w:rsid w:val="009E7450"/>
    <w:rsid w:val="009F372D"/>
    <w:rsid w:val="009F3A74"/>
    <w:rsid w:val="009F48CB"/>
    <w:rsid w:val="009F5A99"/>
    <w:rsid w:val="009F6DAD"/>
    <w:rsid w:val="009F73C1"/>
    <w:rsid w:val="009F759A"/>
    <w:rsid w:val="00A00C96"/>
    <w:rsid w:val="00A00F49"/>
    <w:rsid w:val="00A00FF6"/>
    <w:rsid w:val="00A03DF6"/>
    <w:rsid w:val="00A047F2"/>
    <w:rsid w:val="00A06FB0"/>
    <w:rsid w:val="00A10398"/>
    <w:rsid w:val="00A10DB1"/>
    <w:rsid w:val="00A15B51"/>
    <w:rsid w:val="00A16927"/>
    <w:rsid w:val="00A2194D"/>
    <w:rsid w:val="00A23E15"/>
    <w:rsid w:val="00A255CB"/>
    <w:rsid w:val="00A26A8C"/>
    <w:rsid w:val="00A27062"/>
    <w:rsid w:val="00A271E9"/>
    <w:rsid w:val="00A3089F"/>
    <w:rsid w:val="00A30A6C"/>
    <w:rsid w:val="00A36699"/>
    <w:rsid w:val="00A45774"/>
    <w:rsid w:val="00A47EC0"/>
    <w:rsid w:val="00A537CF"/>
    <w:rsid w:val="00A5494C"/>
    <w:rsid w:val="00A55ECC"/>
    <w:rsid w:val="00A57A39"/>
    <w:rsid w:val="00A60570"/>
    <w:rsid w:val="00A608B1"/>
    <w:rsid w:val="00A641DF"/>
    <w:rsid w:val="00A65BF5"/>
    <w:rsid w:val="00A71797"/>
    <w:rsid w:val="00A7187B"/>
    <w:rsid w:val="00A728DB"/>
    <w:rsid w:val="00A73C0C"/>
    <w:rsid w:val="00A8134F"/>
    <w:rsid w:val="00A81BDC"/>
    <w:rsid w:val="00A82727"/>
    <w:rsid w:val="00A8454A"/>
    <w:rsid w:val="00A84B88"/>
    <w:rsid w:val="00A94CD2"/>
    <w:rsid w:val="00A968CE"/>
    <w:rsid w:val="00A97CCB"/>
    <w:rsid w:val="00AA04C3"/>
    <w:rsid w:val="00AA0714"/>
    <w:rsid w:val="00AA548A"/>
    <w:rsid w:val="00AA6273"/>
    <w:rsid w:val="00AA632B"/>
    <w:rsid w:val="00AA7082"/>
    <w:rsid w:val="00AB1281"/>
    <w:rsid w:val="00AB22EA"/>
    <w:rsid w:val="00AB3949"/>
    <w:rsid w:val="00AB3EA7"/>
    <w:rsid w:val="00AB4AB1"/>
    <w:rsid w:val="00AB5CE5"/>
    <w:rsid w:val="00AC0479"/>
    <w:rsid w:val="00AC5873"/>
    <w:rsid w:val="00AC6677"/>
    <w:rsid w:val="00AD2225"/>
    <w:rsid w:val="00AD5CC0"/>
    <w:rsid w:val="00AD5EAB"/>
    <w:rsid w:val="00AD5EAF"/>
    <w:rsid w:val="00AE0B75"/>
    <w:rsid w:val="00AE2154"/>
    <w:rsid w:val="00AF173A"/>
    <w:rsid w:val="00AF177B"/>
    <w:rsid w:val="00AF2DB3"/>
    <w:rsid w:val="00AF35EB"/>
    <w:rsid w:val="00AF42F0"/>
    <w:rsid w:val="00AF5B58"/>
    <w:rsid w:val="00B0128A"/>
    <w:rsid w:val="00B01BD5"/>
    <w:rsid w:val="00B02AB8"/>
    <w:rsid w:val="00B03943"/>
    <w:rsid w:val="00B11074"/>
    <w:rsid w:val="00B142D1"/>
    <w:rsid w:val="00B14E33"/>
    <w:rsid w:val="00B16075"/>
    <w:rsid w:val="00B1670C"/>
    <w:rsid w:val="00B16B84"/>
    <w:rsid w:val="00B17B7E"/>
    <w:rsid w:val="00B21D03"/>
    <w:rsid w:val="00B23100"/>
    <w:rsid w:val="00B24316"/>
    <w:rsid w:val="00B407CC"/>
    <w:rsid w:val="00B5270D"/>
    <w:rsid w:val="00B54F76"/>
    <w:rsid w:val="00B555A0"/>
    <w:rsid w:val="00B60FD0"/>
    <w:rsid w:val="00B621B6"/>
    <w:rsid w:val="00B63555"/>
    <w:rsid w:val="00B71990"/>
    <w:rsid w:val="00B71D61"/>
    <w:rsid w:val="00B828A5"/>
    <w:rsid w:val="00B82C46"/>
    <w:rsid w:val="00B85594"/>
    <w:rsid w:val="00B921A2"/>
    <w:rsid w:val="00BA093E"/>
    <w:rsid w:val="00BA0D70"/>
    <w:rsid w:val="00BA24A6"/>
    <w:rsid w:val="00BA263D"/>
    <w:rsid w:val="00BA2971"/>
    <w:rsid w:val="00BA3777"/>
    <w:rsid w:val="00BA48FA"/>
    <w:rsid w:val="00BA4ABE"/>
    <w:rsid w:val="00BA63DE"/>
    <w:rsid w:val="00BA6FAF"/>
    <w:rsid w:val="00BB0A32"/>
    <w:rsid w:val="00BB0B06"/>
    <w:rsid w:val="00BB2188"/>
    <w:rsid w:val="00BB6672"/>
    <w:rsid w:val="00BC0077"/>
    <w:rsid w:val="00BC590E"/>
    <w:rsid w:val="00BD047B"/>
    <w:rsid w:val="00BD2B44"/>
    <w:rsid w:val="00BD2C00"/>
    <w:rsid w:val="00BE1391"/>
    <w:rsid w:val="00BE71B8"/>
    <w:rsid w:val="00BE7723"/>
    <w:rsid w:val="00BE7D5F"/>
    <w:rsid w:val="00BF25BF"/>
    <w:rsid w:val="00BF59C3"/>
    <w:rsid w:val="00BF618D"/>
    <w:rsid w:val="00BF79D3"/>
    <w:rsid w:val="00BF7C7C"/>
    <w:rsid w:val="00C02729"/>
    <w:rsid w:val="00C03D88"/>
    <w:rsid w:val="00C03F77"/>
    <w:rsid w:val="00C04FF1"/>
    <w:rsid w:val="00C1093F"/>
    <w:rsid w:val="00C12329"/>
    <w:rsid w:val="00C21CAC"/>
    <w:rsid w:val="00C2238C"/>
    <w:rsid w:val="00C23AEC"/>
    <w:rsid w:val="00C23F02"/>
    <w:rsid w:val="00C24755"/>
    <w:rsid w:val="00C2528A"/>
    <w:rsid w:val="00C254DF"/>
    <w:rsid w:val="00C26AF2"/>
    <w:rsid w:val="00C27A0A"/>
    <w:rsid w:val="00C30D67"/>
    <w:rsid w:val="00C319F4"/>
    <w:rsid w:val="00C32D2A"/>
    <w:rsid w:val="00C335F2"/>
    <w:rsid w:val="00C33F90"/>
    <w:rsid w:val="00C35B2A"/>
    <w:rsid w:val="00C368C0"/>
    <w:rsid w:val="00C37B99"/>
    <w:rsid w:val="00C37DC4"/>
    <w:rsid w:val="00C432A7"/>
    <w:rsid w:val="00C44F7F"/>
    <w:rsid w:val="00C45C9C"/>
    <w:rsid w:val="00C45FB9"/>
    <w:rsid w:val="00C47288"/>
    <w:rsid w:val="00C51229"/>
    <w:rsid w:val="00C55095"/>
    <w:rsid w:val="00C613A4"/>
    <w:rsid w:val="00C63A22"/>
    <w:rsid w:val="00C666F3"/>
    <w:rsid w:val="00C67A86"/>
    <w:rsid w:val="00C75F63"/>
    <w:rsid w:val="00C7642D"/>
    <w:rsid w:val="00C80B4A"/>
    <w:rsid w:val="00C81CD4"/>
    <w:rsid w:val="00C83BA4"/>
    <w:rsid w:val="00C85F80"/>
    <w:rsid w:val="00C8698C"/>
    <w:rsid w:val="00C90E10"/>
    <w:rsid w:val="00C914DE"/>
    <w:rsid w:val="00C92230"/>
    <w:rsid w:val="00C93068"/>
    <w:rsid w:val="00C93DBA"/>
    <w:rsid w:val="00C973DA"/>
    <w:rsid w:val="00CA4134"/>
    <w:rsid w:val="00CA44FC"/>
    <w:rsid w:val="00CA7A00"/>
    <w:rsid w:val="00CB5202"/>
    <w:rsid w:val="00CB556E"/>
    <w:rsid w:val="00CB6136"/>
    <w:rsid w:val="00CB634F"/>
    <w:rsid w:val="00CB7F80"/>
    <w:rsid w:val="00CC1325"/>
    <w:rsid w:val="00CC1B04"/>
    <w:rsid w:val="00CD3BEC"/>
    <w:rsid w:val="00CD41B4"/>
    <w:rsid w:val="00CD472A"/>
    <w:rsid w:val="00CD5754"/>
    <w:rsid w:val="00CD6756"/>
    <w:rsid w:val="00CE0218"/>
    <w:rsid w:val="00CE1113"/>
    <w:rsid w:val="00CE2985"/>
    <w:rsid w:val="00CF094D"/>
    <w:rsid w:val="00CF1679"/>
    <w:rsid w:val="00CF26C4"/>
    <w:rsid w:val="00CF3458"/>
    <w:rsid w:val="00CF76E8"/>
    <w:rsid w:val="00CF7CE4"/>
    <w:rsid w:val="00D00D00"/>
    <w:rsid w:val="00D01D91"/>
    <w:rsid w:val="00D01EDD"/>
    <w:rsid w:val="00D05506"/>
    <w:rsid w:val="00D10561"/>
    <w:rsid w:val="00D1271C"/>
    <w:rsid w:val="00D1311C"/>
    <w:rsid w:val="00D14B39"/>
    <w:rsid w:val="00D15DC7"/>
    <w:rsid w:val="00D2734D"/>
    <w:rsid w:val="00D40FB2"/>
    <w:rsid w:val="00D426E7"/>
    <w:rsid w:val="00D44B5C"/>
    <w:rsid w:val="00D4588E"/>
    <w:rsid w:val="00D4597F"/>
    <w:rsid w:val="00D46D7A"/>
    <w:rsid w:val="00D47F5D"/>
    <w:rsid w:val="00D52970"/>
    <w:rsid w:val="00D54990"/>
    <w:rsid w:val="00D54F29"/>
    <w:rsid w:val="00D61191"/>
    <w:rsid w:val="00D63C57"/>
    <w:rsid w:val="00D65C30"/>
    <w:rsid w:val="00D6670A"/>
    <w:rsid w:val="00D71F16"/>
    <w:rsid w:val="00D73CD8"/>
    <w:rsid w:val="00D81604"/>
    <w:rsid w:val="00D903DC"/>
    <w:rsid w:val="00D90F1C"/>
    <w:rsid w:val="00D91A6D"/>
    <w:rsid w:val="00D91D80"/>
    <w:rsid w:val="00D94CCC"/>
    <w:rsid w:val="00D95631"/>
    <w:rsid w:val="00D9777E"/>
    <w:rsid w:val="00D97E0B"/>
    <w:rsid w:val="00D97F9A"/>
    <w:rsid w:val="00DA0588"/>
    <w:rsid w:val="00DA3638"/>
    <w:rsid w:val="00DA4644"/>
    <w:rsid w:val="00DA73FE"/>
    <w:rsid w:val="00DB3E79"/>
    <w:rsid w:val="00DB70C4"/>
    <w:rsid w:val="00DB7968"/>
    <w:rsid w:val="00DB7D4C"/>
    <w:rsid w:val="00DC332A"/>
    <w:rsid w:val="00DC3F21"/>
    <w:rsid w:val="00DC3F78"/>
    <w:rsid w:val="00DC41DE"/>
    <w:rsid w:val="00DD2AC4"/>
    <w:rsid w:val="00DD3F35"/>
    <w:rsid w:val="00DE2A7B"/>
    <w:rsid w:val="00DE64A9"/>
    <w:rsid w:val="00DF40ED"/>
    <w:rsid w:val="00E01CEC"/>
    <w:rsid w:val="00E0391A"/>
    <w:rsid w:val="00E03A9E"/>
    <w:rsid w:val="00E06071"/>
    <w:rsid w:val="00E07172"/>
    <w:rsid w:val="00E120D0"/>
    <w:rsid w:val="00E20867"/>
    <w:rsid w:val="00E229A3"/>
    <w:rsid w:val="00E26BA3"/>
    <w:rsid w:val="00E33ABF"/>
    <w:rsid w:val="00E407DA"/>
    <w:rsid w:val="00E50EEB"/>
    <w:rsid w:val="00E514A6"/>
    <w:rsid w:val="00E51BC9"/>
    <w:rsid w:val="00E5333C"/>
    <w:rsid w:val="00E55AAB"/>
    <w:rsid w:val="00E564E8"/>
    <w:rsid w:val="00E65FE2"/>
    <w:rsid w:val="00E71056"/>
    <w:rsid w:val="00E718BD"/>
    <w:rsid w:val="00E722AF"/>
    <w:rsid w:val="00E80CEE"/>
    <w:rsid w:val="00E82C12"/>
    <w:rsid w:val="00E84A38"/>
    <w:rsid w:val="00E91EB6"/>
    <w:rsid w:val="00E95529"/>
    <w:rsid w:val="00EA01AC"/>
    <w:rsid w:val="00EA0B33"/>
    <w:rsid w:val="00EA100C"/>
    <w:rsid w:val="00EA5777"/>
    <w:rsid w:val="00EB4DF2"/>
    <w:rsid w:val="00EB5C29"/>
    <w:rsid w:val="00EC10FD"/>
    <w:rsid w:val="00EC1254"/>
    <w:rsid w:val="00EC14FC"/>
    <w:rsid w:val="00EC4686"/>
    <w:rsid w:val="00ED07DF"/>
    <w:rsid w:val="00ED0B9A"/>
    <w:rsid w:val="00ED0D88"/>
    <w:rsid w:val="00ED3D74"/>
    <w:rsid w:val="00ED5CAF"/>
    <w:rsid w:val="00ED7B90"/>
    <w:rsid w:val="00EE1282"/>
    <w:rsid w:val="00EE2D47"/>
    <w:rsid w:val="00EE37D3"/>
    <w:rsid w:val="00EF0350"/>
    <w:rsid w:val="00EF0F77"/>
    <w:rsid w:val="00F00E4D"/>
    <w:rsid w:val="00F07436"/>
    <w:rsid w:val="00F078AC"/>
    <w:rsid w:val="00F10AF7"/>
    <w:rsid w:val="00F12497"/>
    <w:rsid w:val="00F21E75"/>
    <w:rsid w:val="00F248DD"/>
    <w:rsid w:val="00F266D3"/>
    <w:rsid w:val="00F26C6C"/>
    <w:rsid w:val="00F26E96"/>
    <w:rsid w:val="00F2739F"/>
    <w:rsid w:val="00F30797"/>
    <w:rsid w:val="00F35A52"/>
    <w:rsid w:val="00F41CD5"/>
    <w:rsid w:val="00F43570"/>
    <w:rsid w:val="00F45A80"/>
    <w:rsid w:val="00F4720B"/>
    <w:rsid w:val="00F53BD0"/>
    <w:rsid w:val="00F54766"/>
    <w:rsid w:val="00F65356"/>
    <w:rsid w:val="00F65883"/>
    <w:rsid w:val="00F775A7"/>
    <w:rsid w:val="00F81AB7"/>
    <w:rsid w:val="00F83718"/>
    <w:rsid w:val="00F84042"/>
    <w:rsid w:val="00F85133"/>
    <w:rsid w:val="00F9092C"/>
    <w:rsid w:val="00F93BC7"/>
    <w:rsid w:val="00F94421"/>
    <w:rsid w:val="00F946ED"/>
    <w:rsid w:val="00F965BC"/>
    <w:rsid w:val="00FA2A4F"/>
    <w:rsid w:val="00FA2CCF"/>
    <w:rsid w:val="00FA3740"/>
    <w:rsid w:val="00FA3A1B"/>
    <w:rsid w:val="00FB0857"/>
    <w:rsid w:val="00FB13A9"/>
    <w:rsid w:val="00FB265C"/>
    <w:rsid w:val="00FB556D"/>
    <w:rsid w:val="00FC033B"/>
    <w:rsid w:val="00FC0B62"/>
    <w:rsid w:val="00FC0CFE"/>
    <w:rsid w:val="00FC2011"/>
    <w:rsid w:val="00FC2B90"/>
    <w:rsid w:val="00FC4A2E"/>
    <w:rsid w:val="00FC6726"/>
    <w:rsid w:val="00FD4385"/>
    <w:rsid w:val="00FD5FBD"/>
    <w:rsid w:val="00FE2CB7"/>
    <w:rsid w:val="00FE4969"/>
    <w:rsid w:val="00FE5B14"/>
    <w:rsid w:val="00FF07C1"/>
    <w:rsid w:val="00FF2B51"/>
    <w:rsid w:val="00FF45F4"/>
    <w:rsid w:val="00FF5EC5"/>
    <w:rsid w:val="00FF6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3">
    <w:name w:val="heading 3"/>
    <w:basedOn w:val="Normal"/>
    <w:next w:val="Normal"/>
    <w:qFormat/>
    <w:rsid w:val="007C0C4D"/>
    <w:pPr>
      <w:keepNext/>
      <w:spacing w:after="120"/>
      <w:outlineLvl w:val="2"/>
    </w:pPr>
    <w:rPr>
      <w:rFonts w:ascii="Tahoma" w:hAnsi="Tahoma" w:cs="Times New Roman"/>
      <w:b/>
      <w:i/>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link w:val="HeadingTwoChar"/>
    <w:rsid w:val="00B24316"/>
    <w:pPr>
      <w:keepNext/>
      <w:keepLines/>
      <w:pBdr>
        <w:bottom w:val="single" w:sz="4" w:space="1" w:color="auto"/>
      </w:pBdr>
      <w:spacing w:before="360" w:after="120"/>
    </w:pPr>
    <w:rPr>
      <w:rFonts w:cs="Times New Roman"/>
      <w:b/>
      <w:bCs/>
    </w:rPr>
  </w:style>
  <w:style w:type="numbering" w:customStyle="1" w:styleId="Text">
    <w:name w:val="Text"/>
    <w:rsid w:val="00545D20"/>
    <w:pPr>
      <w:numPr>
        <w:numId w:val="3"/>
      </w:numPr>
    </w:pPr>
  </w:style>
  <w:style w:type="character" w:styleId="Hyperlink">
    <w:name w:val="Hyperlink"/>
    <w:rsid w:val="00545D20"/>
    <w:rPr>
      <w:color w:val="0000FF"/>
      <w:u w:val="single"/>
    </w:rPr>
  </w:style>
  <w:style w:type="paragraph" w:styleId="BlockText">
    <w:name w:val="Block Text"/>
    <w:basedOn w:val="ListNumber"/>
    <w:link w:val="BlockTextChar"/>
    <w:rsid w:val="00F65356"/>
    <w:pPr>
      <w:numPr>
        <w:numId w:val="3"/>
      </w:numPr>
      <w:tabs>
        <w:tab w:val="clear" w:pos="567"/>
      </w:tabs>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link w:val="ListNumberChar"/>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styleId="BodyText">
    <w:name w:val="Body Text"/>
    <w:basedOn w:val="Normal"/>
    <w:rsid w:val="007C0C4D"/>
    <w:pPr>
      <w:spacing w:after="120"/>
      <w:jc w:val="both"/>
    </w:pPr>
    <w:rPr>
      <w:rFonts w:ascii="Tahoma" w:hAnsi="Tahoma" w:cs="Times New Roman"/>
    </w:rPr>
  </w:style>
  <w:style w:type="paragraph" w:customStyle="1" w:styleId="Subheading1">
    <w:name w:val="Subheading 1"/>
    <w:basedOn w:val="Normal"/>
    <w:rsid w:val="007C0C4D"/>
    <w:pPr>
      <w:spacing w:before="360" w:line="300" w:lineRule="exact"/>
    </w:pPr>
    <w:rPr>
      <w:rFonts w:cs="Times New Roman"/>
      <w:sz w:val="28"/>
      <w:szCs w:val="28"/>
    </w:rPr>
  </w:style>
  <w:style w:type="paragraph" w:styleId="FootnoteText">
    <w:name w:val="footnote text"/>
    <w:basedOn w:val="Normal"/>
    <w:semiHidden/>
    <w:rsid w:val="007C0C4D"/>
    <w:rPr>
      <w:rFonts w:ascii="Times New Roman" w:hAnsi="Times New Roman" w:cs="Times New Roman"/>
      <w:sz w:val="20"/>
    </w:rPr>
  </w:style>
  <w:style w:type="character" w:styleId="FootnoteReference">
    <w:name w:val="footnote reference"/>
    <w:semiHidden/>
    <w:rsid w:val="007C0C4D"/>
    <w:rPr>
      <w:vertAlign w:val="superscript"/>
    </w:rPr>
  </w:style>
  <w:style w:type="paragraph" w:customStyle="1" w:styleId="CircularNoBullets">
    <w:name w:val="Circular No. Bullets"/>
    <w:basedOn w:val="Normal"/>
    <w:rsid w:val="007C0C4D"/>
    <w:pPr>
      <w:numPr>
        <w:numId w:val="10"/>
      </w:numPr>
      <w:spacing w:before="120" w:after="120"/>
      <w:jc w:val="both"/>
    </w:pPr>
    <w:rPr>
      <w:rFonts w:ascii="CG Omega" w:hAnsi="CG Omega" w:cs="Times New Roman"/>
      <w:sz w:val="24"/>
    </w:rPr>
  </w:style>
  <w:style w:type="character" w:styleId="CommentReference">
    <w:name w:val="annotation reference"/>
    <w:semiHidden/>
    <w:rsid w:val="007C0C4D"/>
    <w:rPr>
      <w:sz w:val="16"/>
      <w:szCs w:val="16"/>
    </w:rPr>
  </w:style>
  <w:style w:type="paragraph" w:styleId="CommentText">
    <w:name w:val="annotation text"/>
    <w:basedOn w:val="Normal"/>
    <w:semiHidden/>
    <w:rsid w:val="007C0C4D"/>
    <w:rPr>
      <w:rFonts w:ascii="Times New Roman" w:hAnsi="Times New Roman" w:cs="Times New Roman"/>
      <w:sz w:val="20"/>
    </w:rPr>
  </w:style>
  <w:style w:type="character" w:customStyle="1" w:styleId="ListNumberChar">
    <w:name w:val="List Number Char"/>
    <w:link w:val="ListNumber"/>
    <w:rsid w:val="00E20867"/>
    <w:rPr>
      <w:rFonts w:ascii="Arial" w:hAnsi="Arial" w:cs="Arial"/>
      <w:sz w:val="22"/>
      <w:lang w:val="en-AU" w:eastAsia="en-AU" w:bidi="ar-SA"/>
    </w:rPr>
  </w:style>
  <w:style w:type="character" w:customStyle="1" w:styleId="BlockTextChar">
    <w:name w:val="Block Text Char"/>
    <w:basedOn w:val="ListNumberChar"/>
    <w:link w:val="BlockText"/>
    <w:rsid w:val="00E20867"/>
    <w:rPr>
      <w:rFonts w:ascii="Arial" w:hAnsi="Arial" w:cs="Arial"/>
      <w:sz w:val="22"/>
      <w:lang w:val="en-AU" w:eastAsia="en-AU" w:bidi="ar-SA"/>
    </w:rPr>
  </w:style>
  <w:style w:type="character" w:customStyle="1" w:styleId="HeadingTwoChar">
    <w:name w:val="Heading Two Char"/>
    <w:link w:val="HeadingTwo"/>
    <w:rsid w:val="0087136D"/>
    <w:rPr>
      <w:rFonts w:ascii="Arial" w:hAnsi="Arial"/>
      <w:b/>
      <w:bCs/>
      <w:sz w:val="22"/>
      <w:lang w:val="en-AU" w:eastAsia="en-AU" w:bidi="ar-SA"/>
    </w:rPr>
  </w:style>
  <w:style w:type="paragraph" w:styleId="CommentSubject">
    <w:name w:val="annotation subject"/>
    <w:basedOn w:val="CommentText"/>
    <w:next w:val="CommentText"/>
    <w:semiHidden/>
    <w:rsid w:val="00A71797"/>
    <w:rPr>
      <w:rFonts w:ascii="Arial" w:hAnsi="Arial" w:cs="Arial"/>
      <w:b/>
      <w:bCs/>
    </w:rPr>
  </w:style>
  <w:style w:type="character" w:styleId="FollowedHyperlink">
    <w:name w:val="FollowedHyperlink"/>
    <w:rsid w:val="00435A9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3">
    <w:name w:val="heading 3"/>
    <w:basedOn w:val="Normal"/>
    <w:next w:val="Normal"/>
    <w:qFormat/>
    <w:rsid w:val="007C0C4D"/>
    <w:pPr>
      <w:keepNext/>
      <w:spacing w:after="120"/>
      <w:outlineLvl w:val="2"/>
    </w:pPr>
    <w:rPr>
      <w:rFonts w:ascii="Tahoma" w:hAnsi="Tahoma" w:cs="Times New Roman"/>
      <w:b/>
      <w:i/>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link w:val="HeadingTwoChar"/>
    <w:rsid w:val="00B24316"/>
    <w:pPr>
      <w:keepNext/>
      <w:keepLines/>
      <w:pBdr>
        <w:bottom w:val="single" w:sz="4" w:space="1" w:color="auto"/>
      </w:pBdr>
      <w:spacing w:before="360" w:after="120"/>
    </w:pPr>
    <w:rPr>
      <w:rFonts w:cs="Times New Roman"/>
      <w:b/>
      <w:bCs/>
    </w:rPr>
  </w:style>
  <w:style w:type="numbering" w:customStyle="1" w:styleId="Text">
    <w:name w:val="Text"/>
    <w:rsid w:val="00545D20"/>
    <w:pPr>
      <w:numPr>
        <w:numId w:val="3"/>
      </w:numPr>
    </w:pPr>
  </w:style>
  <w:style w:type="character" w:styleId="Hyperlink">
    <w:name w:val="Hyperlink"/>
    <w:rsid w:val="00545D20"/>
    <w:rPr>
      <w:color w:val="0000FF"/>
      <w:u w:val="single"/>
    </w:rPr>
  </w:style>
  <w:style w:type="paragraph" w:styleId="BlockText">
    <w:name w:val="Block Text"/>
    <w:basedOn w:val="ListNumber"/>
    <w:link w:val="BlockTextChar"/>
    <w:rsid w:val="00F65356"/>
    <w:pPr>
      <w:numPr>
        <w:numId w:val="3"/>
      </w:numPr>
      <w:tabs>
        <w:tab w:val="clear" w:pos="567"/>
      </w:tabs>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link w:val="ListNumberChar"/>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styleId="BodyText">
    <w:name w:val="Body Text"/>
    <w:basedOn w:val="Normal"/>
    <w:rsid w:val="007C0C4D"/>
    <w:pPr>
      <w:spacing w:after="120"/>
      <w:jc w:val="both"/>
    </w:pPr>
    <w:rPr>
      <w:rFonts w:ascii="Tahoma" w:hAnsi="Tahoma" w:cs="Times New Roman"/>
    </w:rPr>
  </w:style>
  <w:style w:type="paragraph" w:customStyle="1" w:styleId="Subheading1">
    <w:name w:val="Subheading 1"/>
    <w:basedOn w:val="Normal"/>
    <w:rsid w:val="007C0C4D"/>
    <w:pPr>
      <w:spacing w:before="360" w:line="300" w:lineRule="exact"/>
    </w:pPr>
    <w:rPr>
      <w:rFonts w:cs="Times New Roman"/>
      <w:sz w:val="28"/>
      <w:szCs w:val="28"/>
    </w:rPr>
  </w:style>
  <w:style w:type="paragraph" w:styleId="FootnoteText">
    <w:name w:val="footnote text"/>
    <w:basedOn w:val="Normal"/>
    <w:semiHidden/>
    <w:rsid w:val="007C0C4D"/>
    <w:rPr>
      <w:rFonts w:ascii="Times New Roman" w:hAnsi="Times New Roman" w:cs="Times New Roman"/>
      <w:sz w:val="20"/>
    </w:rPr>
  </w:style>
  <w:style w:type="character" w:styleId="FootnoteReference">
    <w:name w:val="footnote reference"/>
    <w:semiHidden/>
    <w:rsid w:val="007C0C4D"/>
    <w:rPr>
      <w:vertAlign w:val="superscript"/>
    </w:rPr>
  </w:style>
  <w:style w:type="paragraph" w:customStyle="1" w:styleId="CircularNoBullets">
    <w:name w:val="Circular No. Bullets"/>
    <w:basedOn w:val="Normal"/>
    <w:rsid w:val="007C0C4D"/>
    <w:pPr>
      <w:numPr>
        <w:numId w:val="10"/>
      </w:numPr>
      <w:spacing w:before="120" w:after="120"/>
      <w:jc w:val="both"/>
    </w:pPr>
    <w:rPr>
      <w:rFonts w:ascii="CG Omega" w:hAnsi="CG Omega" w:cs="Times New Roman"/>
      <w:sz w:val="24"/>
    </w:rPr>
  </w:style>
  <w:style w:type="character" w:styleId="CommentReference">
    <w:name w:val="annotation reference"/>
    <w:semiHidden/>
    <w:rsid w:val="007C0C4D"/>
    <w:rPr>
      <w:sz w:val="16"/>
      <w:szCs w:val="16"/>
    </w:rPr>
  </w:style>
  <w:style w:type="paragraph" w:styleId="CommentText">
    <w:name w:val="annotation text"/>
    <w:basedOn w:val="Normal"/>
    <w:semiHidden/>
    <w:rsid w:val="007C0C4D"/>
    <w:rPr>
      <w:rFonts w:ascii="Times New Roman" w:hAnsi="Times New Roman" w:cs="Times New Roman"/>
      <w:sz w:val="20"/>
    </w:rPr>
  </w:style>
  <w:style w:type="character" w:customStyle="1" w:styleId="ListNumberChar">
    <w:name w:val="List Number Char"/>
    <w:link w:val="ListNumber"/>
    <w:rsid w:val="00E20867"/>
    <w:rPr>
      <w:rFonts w:ascii="Arial" w:hAnsi="Arial" w:cs="Arial"/>
      <w:sz w:val="22"/>
      <w:lang w:val="en-AU" w:eastAsia="en-AU" w:bidi="ar-SA"/>
    </w:rPr>
  </w:style>
  <w:style w:type="character" w:customStyle="1" w:styleId="BlockTextChar">
    <w:name w:val="Block Text Char"/>
    <w:basedOn w:val="ListNumberChar"/>
    <w:link w:val="BlockText"/>
    <w:rsid w:val="00E20867"/>
    <w:rPr>
      <w:rFonts w:ascii="Arial" w:hAnsi="Arial" w:cs="Arial"/>
      <w:sz w:val="22"/>
      <w:lang w:val="en-AU" w:eastAsia="en-AU" w:bidi="ar-SA"/>
    </w:rPr>
  </w:style>
  <w:style w:type="character" w:customStyle="1" w:styleId="HeadingTwoChar">
    <w:name w:val="Heading Two Char"/>
    <w:link w:val="HeadingTwo"/>
    <w:rsid w:val="0087136D"/>
    <w:rPr>
      <w:rFonts w:ascii="Arial" w:hAnsi="Arial"/>
      <w:b/>
      <w:bCs/>
      <w:sz w:val="22"/>
      <w:lang w:val="en-AU" w:eastAsia="en-AU" w:bidi="ar-SA"/>
    </w:rPr>
  </w:style>
  <w:style w:type="paragraph" w:styleId="CommentSubject">
    <w:name w:val="annotation subject"/>
    <w:basedOn w:val="CommentText"/>
    <w:next w:val="CommentText"/>
    <w:semiHidden/>
    <w:rsid w:val="00A71797"/>
    <w:rPr>
      <w:rFonts w:ascii="Arial" w:hAnsi="Arial" w:cs="Arial"/>
      <w:b/>
      <w:bCs/>
    </w:rPr>
  </w:style>
  <w:style w:type="character" w:styleId="FollowedHyperlink">
    <w:name w:val="FollowedHyperlink"/>
    <w:rsid w:val="00435A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NULL" TargetMode="External"/><Relationship Id="rId13" Type="http://schemas.openxmlformats.org/officeDocument/2006/relationships/header" Target="header1.xml"/><Relationship Id="rId18"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www.revenue.nt.gov.au"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ntrevenue@nt.gov.a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reasury.nt.gov.au/PMS/Publications/TaxesRoyaltiesGrants/GeneralAdmin/CG-GEN-001.pdf"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N:\Publications\Drafts\2011%20format%20Commissioner's%20Guidelines%20(CG-)\CG%20Template%2020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08A409-E280-4554-AFA4-487A3F1DF34E}"/>
</file>

<file path=customXml/itemProps2.xml><?xml version="1.0" encoding="utf-8"?>
<ds:datastoreItem xmlns:ds="http://schemas.openxmlformats.org/officeDocument/2006/customXml" ds:itemID="{D8592910-94A0-4481-83EA-36253C729D72}"/>
</file>

<file path=docProps/app.xml><?xml version="1.0" encoding="utf-8"?>
<Properties xmlns="http://schemas.openxmlformats.org/officeDocument/2006/extended-properties" xmlns:vt="http://schemas.openxmlformats.org/officeDocument/2006/docPropsVTypes">
  <Template>CG Template 2011.dot</Template>
  <TotalTime>0</TotalTime>
  <Pages>7</Pages>
  <Words>2869</Words>
  <Characters>14132</Characters>
  <Application>Microsoft Office Word</Application>
  <DocSecurity>8</DocSecurity>
  <Lines>117</Lines>
  <Paragraphs>33</Paragraphs>
  <ScaleCrop>false</ScaleCrop>
  <HeadingPairs>
    <vt:vector size="2" baseType="variant">
      <vt:variant>
        <vt:lpstr>Title</vt:lpstr>
      </vt:variant>
      <vt:variant>
        <vt:i4>1</vt:i4>
      </vt:variant>
    </vt:vector>
  </HeadingPairs>
  <TitlesOfParts>
    <vt:vector size="1" baseType="lpstr">
      <vt:lpstr>Our Ref:</vt:lpstr>
    </vt:vector>
  </TitlesOfParts>
  <Company>Northern Territory Government</Company>
  <LinksUpToDate>false</LinksUpToDate>
  <CharactersWithSpaces>16968</CharactersWithSpaces>
  <SharedDoc>false</SharedDoc>
  <HLinks>
    <vt:vector size="24" baseType="variant">
      <vt:variant>
        <vt:i4>5242895</vt:i4>
      </vt:variant>
      <vt:variant>
        <vt:i4>9</vt:i4>
      </vt:variant>
      <vt:variant>
        <vt:i4>0</vt:i4>
      </vt:variant>
      <vt:variant>
        <vt:i4>5</vt:i4>
      </vt:variant>
      <vt:variant>
        <vt:lpwstr>http://www.revenue.nt.gov.au/</vt:lpwstr>
      </vt:variant>
      <vt:variant>
        <vt:lpwstr/>
      </vt:variant>
      <vt:variant>
        <vt:i4>7798799</vt:i4>
      </vt:variant>
      <vt:variant>
        <vt:i4>6</vt:i4>
      </vt:variant>
      <vt:variant>
        <vt:i4>0</vt:i4>
      </vt:variant>
      <vt:variant>
        <vt:i4>5</vt:i4>
      </vt:variant>
      <vt:variant>
        <vt:lpwstr>mailto:ntrevenue@nt.gov.au</vt:lpwstr>
      </vt:variant>
      <vt:variant>
        <vt:lpwstr/>
      </vt:variant>
      <vt:variant>
        <vt:i4>2883638</vt:i4>
      </vt:variant>
      <vt:variant>
        <vt:i4>3</vt:i4>
      </vt:variant>
      <vt:variant>
        <vt:i4>0</vt:i4>
      </vt:variant>
      <vt:variant>
        <vt:i4>5</vt:i4>
      </vt:variant>
      <vt:variant>
        <vt:lpwstr>http://www.treasury.nt.gov.au/PMS/Publications/TaxesRoyaltiesGrants/GeneralAdmin/CG-GEN-001.pdf</vt:lpwstr>
      </vt:variant>
      <vt:variant>
        <vt:lpwstr/>
      </vt:variant>
      <vt:variant>
        <vt:i4>262153</vt:i4>
      </vt:variant>
      <vt:variant>
        <vt:i4>0</vt:i4>
      </vt:variant>
      <vt:variant>
        <vt:i4>0</vt:i4>
      </vt:variant>
      <vt:variant>
        <vt:i4>5</vt:i4>
      </vt:variant>
      <vt:variant>
        <vt:lpwstr>http:///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CG-GEN-003:  Objections and appeals</dc:title>
  <dc:creator>sschu</dc:creator>
  <cp:lastModifiedBy>Barbara Beamsley</cp:lastModifiedBy>
  <cp:revision>2</cp:revision>
  <cp:lastPrinted>2016-02-22T01:38:00Z</cp:lastPrinted>
  <dcterms:created xsi:type="dcterms:W3CDTF">2016-02-25T06:25:00Z</dcterms:created>
  <dcterms:modified xsi:type="dcterms:W3CDTF">2016-02-25T06:25:00Z</dcterms:modified>
</cp:coreProperties>
</file>